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6C247A" w14:textId="59AA7E36" w:rsidR="00E15496" w:rsidRPr="009257C9" w:rsidRDefault="00BE2F20" w:rsidP="0075723C">
      <w:pPr>
        <w:pStyle w:val="LessonNumberandTitle"/>
        <w:jc w:val="left"/>
        <w:rPr>
          <w:rFonts w:ascii="Artifakt ElementOfc" w:hAnsi="Artifakt ElementOfc" w:cs="Artifakt ElementOfc"/>
          <w:color w:val="000000"/>
          <w:sz w:val="28"/>
          <w:szCs w:val="28"/>
        </w:rPr>
      </w:pPr>
      <w:r w:rsidRPr="00747B57">
        <w:rPr>
          <w:rFonts w:ascii="Artifakt ElementOfc" w:hAnsi="Artifakt ElementOfc" w:cs="Artifakt ElementOfc"/>
          <w:color w:val="000000"/>
          <w:sz w:val="28"/>
          <w:szCs w:val="28"/>
        </w:rPr>
        <w:t>Learn CA</w:t>
      </w:r>
      <w:r w:rsidR="006A21A9" w:rsidRPr="00747B57">
        <w:rPr>
          <w:rFonts w:ascii="Artifakt ElementOfc" w:hAnsi="Artifakt ElementOfc" w:cs="Artifakt ElementOfc"/>
          <w:color w:val="000000"/>
          <w:sz w:val="28"/>
          <w:szCs w:val="28"/>
        </w:rPr>
        <w:t>D</w:t>
      </w:r>
      <w:r w:rsidRPr="00747B57">
        <w:rPr>
          <w:rFonts w:ascii="Artifakt ElementOfc" w:hAnsi="Artifakt ElementOfc" w:cs="Artifakt ElementOfc"/>
          <w:color w:val="000000"/>
          <w:sz w:val="28"/>
          <w:szCs w:val="28"/>
        </w:rPr>
        <w:t xml:space="preserve"> in 90 Minutes</w:t>
      </w:r>
    </w:p>
    <w:p w14:paraId="2FC039C2" w14:textId="77777777" w:rsidR="00CD5A6B" w:rsidRPr="009257C9" w:rsidRDefault="00CD5A6B" w:rsidP="0075723C">
      <w:pPr>
        <w:pStyle w:val="LessonNumberandTitle"/>
        <w:jc w:val="left"/>
        <w:rPr>
          <w:rFonts w:ascii="Artifakt ElementOfc" w:hAnsi="Artifakt ElementOfc" w:cs="Artifakt ElementOfc"/>
          <w:color w:val="000000"/>
          <w:sz w:val="28"/>
          <w:szCs w:val="28"/>
        </w:rPr>
      </w:pPr>
      <w:r w:rsidRPr="009257C9">
        <w:rPr>
          <w:rFonts w:ascii="Artifakt ElementOfc" w:hAnsi="Artifakt ElementOfc" w:cs="Artifakt ElementOfc"/>
          <w:color w:val="000000"/>
          <w:sz w:val="28"/>
          <w:szCs w:val="28"/>
        </w:rPr>
        <w:t>Instructor guide</w:t>
      </w:r>
    </w:p>
    <w:p w14:paraId="7C748E5B" w14:textId="3FFF3181" w:rsidR="001004E4" w:rsidRPr="009257C9" w:rsidRDefault="001004E4" w:rsidP="001004E4">
      <w:pPr>
        <w:tabs>
          <w:tab w:val="left" w:pos="2089"/>
        </w:tabs>
        <w:rPr>
          <w:rFonts w:ascii="Artifakt ElementOfc" w:hAnsi="Artifakt ElementOfc" w:cs="Artifakt ElementOfc"/>
          <w:color w:val="000000"/>
        </w:rPr>
      </w:pPr>
      <w:r w:rsidRPr="009257C9">
        <w:rPr>
          <w:rFonts w:ascii="Artifakt ElementOfc" w:hAnsi="Artifakt ElementOfc" w:cs="Artifakt ElementOfc"/>
          <w:color w:val="000000"/>
        </w:rPr>
        <w:t>Course duration:  ~</w:t>
      </w:r>
      <w:r w:rsidR="006A21A9">
        <w:rPr>
          <w:rFonts w:ascii="Artifakt ElementOfc" w:hAnsi="Artifakt ElementOfc" w:cs="Artifakt ElementOfc"/>
          <w:color w:val="000000"/>
        </w:rPr>
        <w:t>897</w:t>
      </w:r>
      <w:r w:rsidRPr="009257C9">
        <w:rPr>
          <w:rFonts w:ascii="Artifakt ElementOfc" w:hAnsi="Artifakt ElementOfc" w:cs="Artifakt ElementOfc"/>
          <w:color w:val="000000"/>
        </w:rPr>
        <w:t xml:space="preserve"> minutes</w:t>
      </w:r>
    </w:p>
    <w:p w14:paraId="1E8632D2" w14:textId="6E355078" w:rsidR="001004E4" w:rsidRPr="009257C9" w:rsidRDefault="001004E4" w:rsidP="001004E4">
      <w:pPr>
        <w:tabs>
          <w:tab w:val="left" w:pos="2089"/>
        </w:tabs>
        <w:rPr>
          <w:rFonts w:ascii="Artifakt ElementOfc" w:hAnsi="Artifakt ElementOfc" w:cs="Artifakt ElementOfc"/>
          <w:color w:val="000000"/>
        </w:rPr>
      </w:pPr>
      <w:r w:rsidRPr="009257C9">
        <w:rPr>
          <w:rFonts w:ascii="Artifakt ElementOfc" w:hAnsi="Artifakt ElementOfc" w:cs="Artifakt ElementOfc"/>
          <w:color w:val="000000"/>
        </w:rPr>
        <w:t xml:space="preserve">Level: </w:t>
      </w:r>
      <w:r w:rsidR="00DD0575" w:rsidRPr="009257C9">
        <w:rPr>
          <w:rFonts w:ascii="Artifakt ElementOfc" w:hAnsi="Artifakt ElementOfc" w:cs="Artifakt ElementOfc"/>
          <w:color w:val="000000"/>
        </w:rPr>
        <w:t>Beginner</w:t>
      </w:r>
    </w:p>
    <w:p w14:paraId="1D585C36" w14:textId="5A48E43E" w:rsidR="001004E4" w:rsidRPr="009257C9" w:rsidRDefault="001004E4" w:rsidP="0075723C">
      <w:pPr>
        <w:tabs>
          <w:tab w:val="left" w:pos="2089"/>
        </w:tabs>
        <w:rPr>
          <w:rFonts w:ascii="Artifakt ElementOfc" w:hAnsi="Artifakt ElementOfc" w:cs="Artifakt ElementOfc"/>
          <w:color w:val="000000"/>
        </w:rPr>
        <w:sectPr w:rsidR="001004E4" w:rsidRPr="009257C9" w:rsidSect="0084434D">
          <w:headerReference w:type="default" r:id="rId11"/>
          <w:footerReference w:type="default" r:id="rId12"/>
          <w:headerReference w:type="first" r:id="rId13"/>
          <w:footerReference w:type="first" r:id="rId14"/>
          <w:pgSz w:w="12240" w:h="15840"/>
          <w:pgMar w:top="720" w:right="720" w:bottom="720" w:left="720" w:header="720" w:footer="720" w:gutter="0"/>
          <w:cols w:space="720"/>
          <w:titlePg/>
          <w:docGrid w:linePitch="360"/>
        </w:sectPr>
      </w:pPr>
      <w:r w:rsidRPr="009257C9">
        <w:rPr>
          <w:rFonts w:ascii="Artifakt ElementOfc" w:hAnsi="Artifakt ElementOfc" w:cs="Artifakt ElementOfc"/>
          <w:color w:val="000000"/>
        </w:rPr>
        <w:t xml:space="preserve">Product: Autodesk® </w:t>
      </w:r>
      <w:r w:rsidR="007372C1" w:rsidRPr="009257C9">
        <w:rPr>
          <w:rFonts w:ascii="Artifakt ElementOfc" w:hAnsi="Artifakt ElementOfc" w:cs="Artifakt ElementOfc"/>
          <w:color w:val="000000"/>
        </w:rPr>
        <w:t>Fusion</w:t>
      </w:r>
      <w:r w:rsidRPr="009257C9">
        <w:rPr>
          <w:rFonts w:ascii="Artifakt ElementOfc" w:hAnsi="Artifakt ElementOfc" w:cs="Artifakt ElementOfc"/>
          <w:color w:val="000000"/>
        </w:rPr>
        <w:t>®</w:t>
      </w:r>
    </w:p>
    <w:p w14:paraId="61D646C0" w14:textId="77777777" w:rsidR="00B75117" w:rsidRPr="009257C9" w:rsidRDefault="00B75117" w:rsidP="00B75117">
      <w:pPr>
        <w:rPr>
          <w:rFonts w:ascii="Artifakt ElementOfc" w:hAnsi="Artifakt ElementOfc" w:cs="Artifakt ElementOfc"/>
          <w:color w:val="000000"/>
          <w:lang w:val="en"/>
        </w:rPr>
      </w:pPr>
      <w:r w:rsidRPr="009257C9">
        <w:rPr>
          <w:rFonts w:ascii="Artifakt ElementOfc" w:hAnsi="Artifakt ElementOfc" w:cs="Artifakt ElementOfc"/>
          <w:color w:val="000000"/>
        </w:rPr>
        <w:t xml:space="preserve">This instructor guide is a comprehensive tool for facilitating this in the classroom. Prepare to teach this course by thoroughly reviewing this document, as well as all related course materials and resources. </w:t>
      </w:r>
    </w:p>
    <w:p w14:paraId="46A3C8A2" w14:textId="384431BE" w:rsidR="00A24A01" w:rsidRPr="009257C9" w:rsidRDefault="00A24A01" w:rsidP="00A24A01">
      <w:pPr>
        <w:rPr>
          <w:rFonts w:ascii="Artifakt ElementOfc" w:hAnsi="Artifakt ElementOfc" w:cs="Artifakt ElementOfc"/>
          <w:lang w:val="en"/>
        </w:rPr>
      </w:pPr>
      <w:r w:rsidRPr="009257C9">
        <w:rPr>
          <w:rFonts w:ascii="Artifakt ElementOfc" w:hAnsi="Artifakt ElementOfc" w:cs="Artifakt ElementOfc"/>
          <w:lang w:val="en"/>
        </w:rPr>
        <w:t xml:space="preserve">We’ve summarized the core </w:t>
      </w:r>
      <w:r w:rsidR="007372C1" w:rsidRPr="009257C9">
        <w:rPr>
          <w:rFonts w:ascii="Artifakt ElementOfc" w:hAnsi="Artifakt ElementOfc" w:cs="Artifakt ElementOfc"/>
          <w:lang w:val="en"/>
        </w:rPr>
        <w:t xml:space="preserve">Fusion </w:t>
      </w:r>
      <w:r w:rsidR="00DA5D40" w:rsidRPr="009257C9">
        <w:rPr>
          <w:rFonts w:ascii="Artifakt ElementOfc" w:hAnsi="Artifakt ElementOfc" w:cs="Artifakt ElementOfc"/>
          <w:lang w:val="en"/>
        </w:rPr>
        <w:t xml:space="preserve">Skills in the </w:t>
      </w:r>
      <w:r w:rsidR="00DD0575" w:rsidRPr="009257C9">
        <w:rPr>
          <w:rFonts w:ascii="Artifakt ElementOfc" w:hAnsi="Artifakt ElementOfc" w:cs="Artifakt ElementOfc"/>
          <w:lang w:val="en"/>
        </w:rPr>
        <w:t>Learn CA</w:t>
      </w:r>
      <w:r w:rsidR="00DF36FA" w:rsidRPr="009257C9">
        <w:rPr>
          <w:rFonts w:ascii="Artifakt ElementOfc" w:hAnsi="Artifakt ElementOfc" w:cs="Artifakt ElementOfc"/>
          <w:lang w:val="en"/>
        </w:rPr>
        <w:t>D</w:t>
      </w:r>
      <w:r w:rsidR="00DD0575" w:rsidRPr="009257C9">
        <w:rPr>
          <w:rFonts w:ascii="Artifakt ElementOfc" w:hAnsi="Artifakt ElementOfc" w:cs="Artifakt ElementOfc"/>
          <w:lang w:val="en"/>
        </w:rPr>
        <w:t xml:space="preserve"> in 90 minutes</w:t>
      </w:r>
      <w:r w:rsidRPr="009257C9">
        <w:rPr>
          <w:rFonts w:ascii="Artifakt ElementOfc" w:hAnsi="Artifakt ElementOfc" w:cs="Artifakt ElementOfc"/>
          <w:sz w:val="24"/>
        </w:rPr>
        <w:t xml:space="preserve"> </w:t>
      </w:r>
      <w:r w:rsidRPr="009257C9">
        <w:rPr>
          <w:rFonts w:ascii="Artifakt ElementOfc" w:hAnsi="Artifakt ElementOfc" w:cs="Artifakt ElementOfc"/>
          <w:lang w:val="en"/>
        </w:rPr>
        <w:t>course so you can familiarize yourself with them before delivering this learning content in the classroom. It’s always recommended that you work through the course yourself in preparation for each lesson.</w:t>
      </w:r>
    </w:p>
    <w:p w14:paraId="6816F9DD" w14:textId="77777777" w:rsidR="00D975FA" w:rsidRPr="009257C9" w:rsidRDefault="00B75117" w:rsidP="00D975FA">
      <w:pPr>
        <w:rPr>
          <w:rFonts w:ascii="Artifakt ElementOfc" w:hAnsi="Artifakt ElementOfc" w:cs="Artifakt ElementOfc"/>
          <w:b/>
          <w:bCs/>
          <w:color w:val="000000"/>
        </w:rPr>
      </w:pPr>
      <w:r w:rsidRPr="009257C9">
        <w:rPr>
          <w:rFonts w:ascii="Artifakt ElementOfc" w:hAnsi="Artifakt ElementOfc" w:cs="Artifakt ElementOfc"/>
          <w:b/>
          <w:bCs/>
          <w:color w:val="000000"/>
        </w:rPr>
        <w:t xml:space="preserve">Learning </w:t>
      </w:r>
      <w:r w:rsidR="00C9634A" w:rsidRPr="009257C9">
        <w:rPr>
          <w:rFonts w:ascii="Artifakt ElementOfc" w:hAnsi="Artifakt ElementOfc" w:cs="Artifakt ElementOfc"/>
          <w:b/>
          <w:bCs/>
          <w:color w:val="000000"/>
        </w:rPr>
        <w:t>o</w:t>
      </w:r>
      <w:r w:rsidRPr="009257C9">
        <w:rPr>
          <w:rFonts w:ascii="Artifakt ElementOfc" w:hAnsi="Artifakt ElementOfc" w:cs="Artifakt ElementOfc"/>
          <w:b/>
          <w:bCs/>
          <w:color w:val="000000"/>
        </w:rPr>
        <w:t>bjectives</w:t>
      </w:r>
      <w:r w:rsidR="003A056A" w:rsidRPr="009257C9">
        <w:rPr>
          <w:rFonts w:ascii="Artifakt ElementOfc" w:hAnsi="Artifakt ElementOfc" w:cs="Artifakt ElementOfc"/>
          <w:b/>
          <w:bCs/>
          <w:color w:val="000000"/>
        </w:rPr>
        <w:t>:</w:t>
      </w:r>
    </w:p>
    <w:p w14:paraId="6A6B28A6" w14:textId="77777777" w:rsidR="00B109F2" w:rsidRPr="009257C9" w:rsidRDefault="00B109F2" w:rsidP="00B109F2">
      <w:pPr>
        <w:pStyle w:val="ListParagraph"/>
        <w:numPr>
          <w:ilvl w:val="0"/>
          <w:numId w:val="19"/>
        </w:numPr>
        <w:pBdr>
          <w:top w:val="nil"/>
          <w:left w:val="nil"/>
          <w:bottom w:val="nil"/>
          <w:right w:val="nil"/>
          <w:between w:val="nil"/>
        </w:pBdr>
        <w:spacing w:after="0"/>
        <w:rPr>
          <w:rFonts w:ascii="Artifakt ElementOfc" w:hAnsi="Artifakt ElementOfc" w:cs="Artifakt ElementOfc"/>
        </w:rPr>
      </w:pPr>
      <w:r w:rsidRPr="009257C9">
        <w:rPr>
          <w:rFonts w:ascii="Artifakt ElementOfc" w:hAnsi="Artifakt ElementOfc" w:cs="Artifakt ElementOfc"/>
        </w:rPr>
        <w:t>Navigate the Fusion interface and manage project files.</w:t>
      </w:r>
    </w:p>
    <w:p w14:paraId="2C0360F1" w14:textId="77777777" w:rsidR="00B109F2" w:rsidRPr="009257C9" w:rsidRDefault="00B109F2" w:rsidP="00B109F2">
      <w:pPr>
        <w:pStyle w:val="ListParagraph"/>
        <w:numPr>
          <w:ilvl w:val="0"/>
          <w:numId w:val="19"/>
        </w:numPr>
        <w:pBdr>
          <w:top w:val="nil"/>
          <w:left w:val="nil"/>
          <w:bottom w:val="nil"/>
          <w:right w:val="nil"/>
          <w:between w:val="nil"/>
        </w:pBdr>
        <w:spacing w:after="0"/>
        <w:rPr>
          <w:rFonts w:ascii="Artifakt ElementOfc" w:hAnsi="Artifakt ElementOfc" w:cs="Artifakt ElementOfc"/>
        </w:rPr>
      </w:pPr>
      <w:r w:rsidRPr="009257C9">
        <w:rPr>
          <w:rFonts w:ascii="Artifakt ElementOfc" w:hAnsi="Artifakt ElementOfc" w:cs="Artifakt ElementOfc"/>
        </w:rPr>
        <w:t>Create and constraint 2D sketches.</w:t>
      </w:r>
    </w:p>
    <w:p w14:paraId="18AAC1F7" w14:textId="77777777" w:rsidR="00B109F2" w:rsidRPr="009257C9" w:rsidRDefault="00B109F2" w:rsidP="00B109F2">
      <w:pPr>
        <w:pStyle w:val="ListParagraph"/>
        <w:numPr>
          <w:ilvl w:val="0"/>
          <w:numId w:val="19"/>
        </w:numPr>
        <w:pBdr>
          <w:top w:val="nil"/>
          <w:left w:val="nil"/>
          <w:bottom w:val="nil"/>
          <w:right w:val="nil"/>
          <w:between w:val="nil"/>
        </w:pBdr>
        <w:spacing w:after="0"/>
        <w:rPr>
          <w:rFonts w:ascii="Artifakt ElementOfc" w:hAnsi="Artifakt ElementOfc" w:cs="Artifakt ElementOfc"/>
        </w:rPr>
      </w:pPr>
      <w:r w:rsidRPr="009257C9">
        <w:rPr>
          <w:rFonts w:ascii="Artifakt ElementOfc" w:hAnsi="Artifakt ElementOfc" w:cs="Artifakt ElementOfc"/>
        </w:rPr>
        <w:t>Model solid 3D parts.</w:t>
      </w:r>
    </w:p>
    <w:p w14:paraId="69DFCDFC" w14:textId="77777777" w:rsidR="00B109F2" w:rsidRPr="009257C9" w:rsidRDefault="00B109F2" w:rsidP="00B109F2">
      <w:pPr>
        <w:pStyle w:val="ListParagraph"/>
        <w:numPr>
          <w:ilvl w:val="0"/>
          <w:numId w:val="19"/>
        </w:numPr>
        <w:pBdr>
          <w:top w:val="nil"/>
          <w:left w:val="nil"/>
          <w:bottom w:val="nil"/>
          <w:right w:val="nil"/>
          <w:between w:val="nil"/>
        </w:pBdr>
        <w:spacing w:after="0"/>
        <w:rPr>
          <w:rFonts w:ascii="Artifakt ElementOfc" w:hAnsi="Artifakt ElementOfc" w:cs="Artifakt ElementOfc"/>
        </w:rPr>
      </w:pPr>
      <w:r w:rsidRPr="009257C9">
        <w:rPr>
          <w:rFonts w:ascii="Artifakt ElementOfc" w:hAnsi="Artifakt ElementOfc" w:cs="Artifakt ElementOfc"/>
        </w:rPr>
        <w:t>Apply features such as fillets, holes, and patterns.</w:t>
      </w:r>
    </w:p>
    <w:p w14:paraId="49EE31A9" w14:textId="77777777" w:rsidR="00B109F2" w:rsidRPr="009257C9" w:rsidRDefault="00B109F2" w:rsidP="00B109F2">
      <w:pPr>
        <w:pStyle w:val="ListParagraph"/>
        <w:numPr>
          <w:ilvl w:val="0"/>
          <w:numId w:val="19"/>
        </w:numPr>
        <w:pBdr>
          <w:top w:val="nil"/>
          <w:left w:val="nil"/>
          <w:bottom w:val="nil"/>
          <w:right w:val="nil"/>
          <w:between w:val="nil"/>
        </w:pBdr>
        <w:spacing w:after="0"/>
        <w:rPr>
          <w:rFonts w:ascii="Artifakt ElementOfc" w:hAnsi="Artifakt ElementOfc" w:cs="Artifakt ElementOfc"/>
        </w:rPr>
      </w:pPr>
      <w:r w:rsidRPr="009257C9">
        <w:rPr>
          <w:rFonts w:ascii="Artifakt ElementOfc" w:hAnsi="Artifakt ElementOfc" w:cs="Artifakt ElementOfc"/>
        </w:rPr>
        <w:t>Build and manage component assemblies with constrain components and joint.</w:t>
      </w:r>
    </w:p>
    <w:p w14:paraId="51F3F690" w14:textId="77777777" w:rsidR="00B109F2" w:rsidRPr="009257C9" w:rsidRDefault="00B109F2" w:rsidP="00B109F2">
      <w:pPr>
        <w:pStyle w:val="ListParagraph"/>
        <w:numPr>
          <w:ilvl w:val="0"/>
          <w:numId w:val="19"/>
        </w:numPr>
        <w:pBdr>
          <w:top w:val="nil"/>
          <w:left w:val="nil"/>
          <w:bottom w:val="nil"/>
          <w:right w:val="nil"/>
          <w:between w:val="nil"/>
        </w:pBdr>
        <w:spacing w:after="0"/>
        <w:rPr>
          <w:rFonts w:ascii="Artifakt ElementOfc" w:hAnsi="Artifakt ElementOfc" w:cs="Artifakt ElementOfc"/>
        </w:rPr>
      </w:pPr>
      <w:r w:rsidRPr="009257C9">
        <w:rPr>
          <w:rFonts w:ascii="Artifakt ElementOfc" w:hAnsi="Artifakt ElementOfc" w:cs="Artifakt ElementOfc"/>
        </w:rPr>
        <w:t>Produce basic technical drawings with dimensions.</w:t>
      </w:r>
    </w:p>
    <w:p w14:paraId="1746C7CF" w14:textId="77777777" w:rsidR="00B109F2" w:rsidRPr="009257C9" w:rsidRDefault="00B109F2" w:rsidP="00B109F2">
      <w:pPr>
        <w:pStyle w:val="ListParagraph"/>
        <w:numPr>
          <w:ilvl w:val="0"/>
          <w:numId w:val="19"/>
        </w:numPr>
        <w:pBdr>
          <w:top w:val="nil"/>
          <w:left w:val="nil"/>
          <w:bottom w:val="nil"/>
          <w:right w:val="nil"/>
          <w:between w:val="nil"/>
        </w:pBdr>
        <w:spacing w:after="0"/>
        <w:rPr>
          <w:rFonts w:ascii="Artifakt ElementOfc" w:hAnsi="Artifakt ElementOfc" w:cs="Artifakt ElementOfc"/>
        </w:rPr>
      </w:pPr>
      <w:r w:rsidRPr="009257C9">
        <w:rPr>
          <w:rFonts w:ascii="Artifakt ElementOfc" w:hAnsi="Artifakt ElementOfc" w:cs="Artifakt ElementOfc"/>
        </w:rPr>
        <w:t>Render a 3D design.</w:t>
      </w:r>
    </w:p>
    <w:p w14:paraId="1FD8CC95" w14:textId="77777777" w:rsidR="00462177" w:rsidRPr="009257C9" w:rsidRDefault="00462177" w:rsidP="00462177">
      <w:pPr>
        <w:pBdr>
          <w:top w:val="nil"/>
          <w:left w:val="nil"/>
          <w:bottom w:val="nil"/>
          <w:right w:val="nil"/>
          <w:between w:val="nil"/>
        </w:pBdr>
        <w:spacing w:after="0"/>
        <w:rPr>
          <w:rFonts w:ascii="Artifakt ElementOfc" w:hAnsi="Artifakt ElementOfc" w:cs="Artifakt ElementOfc"/>
        </w:rPr>
      </w:pPr>
    </w:p>
    <w:p w14:paraId="08836A48" w14:textId="0591A3CA" w:rsidR="00B75117" w:rsidRPr="009257C9" w:rsidRDefault="00B75117" w:rsidP="00B75117">
      <w:pPr>
        <w:rPr>
          <w:rFonts w:ascii="Artifakt ElementOfc" w:hAnsi="Artifakt ElementOfc" w:cs="Artifakt ElementOfc"/>
          <w:color w:val="000000"/>
          <w:shd w:val="clear" w:color="auto" w:fill="FFFFFF"/>
        </w:rPr>
      </w:pPr>
      <w:r w:rsidRPr="009257C9">
        <w:rPr>
          <w:rFonts w:ascii="Artifakt ElementOfc" w:hAnsi="Artifakt ElementOfc" w:cs="Artifakt ElementOfc"/>
          <w:color w:val="000000"/>
          <w:shd w:val="clear" w:color="auto" w:fill="FFFFFF"/>
        </w:rPr>
        <w:t xml:space="preserve">Each </w:t>
      </w:r>
      <w:r w:rsidR="00A2608E" w:rsidRPr="009257C9">
        <w:rPr>
          <w:rFonts w:ascii="Artifakt ElementOfc" w:hAnsi="Artifakt ElementOfc" w:cs="Artifakt ElementOfc"/>
          <w:color w:val="000000"/>
          <w:shd w:val="clear" w:color="auto" w:fill="FFFFFF"/>
        </w:rPr>
        <w:t xml:space="preserve">module </w:t>
      </w:r>
      <w:r w:rsidRPr="009257C9">
        <w:rPr>
          <w:rFonts w:ascii="Artifakt ElementOfc" w:hAnsi="Artifakt ElementOfc" w:cs="Artifakt ElementOfc"/>
          <w:color w:val="000000"/>
          <w:shd w:val="clear" w:color="auto" w:fill="FFFFFF"/>
        </w:rPr>
        <w:t xml:space="preserve">is listed below along with suggested time allocations for instruction. The referenced demonstrations are based on the step-by-step instruction included in the course. Review the video tutorials for the detailed instruction in each </w:t>
      </w:r>
      <w:r w:rsidR="00A2608E" w:rsidRPr="009257C9">
        <w:rPr>
          <w:rFonts w:ascii="Artifakt ElementOfc" w:hAnsi="Artifakt ElementOfc" w:cs="Artifakt ElementOfc"/>
          <w:color w:val="000000"/>
          <w:shd w:val="clear" w:color="auto" w:fill="FFFFFF"/>
        </w:rPr>
        <w:t>module</w:t>
      </w:r>
      <w:r w:rsidRPr="009257C9">
        <w:rPr>
          <w:rFonts w:ascii="Artifakt ElementOfc" w:hAnsi="Artifakt ElementOfc" w:cs="Artifakt ElementOfc"/>
          <w:color w:val="000000"/>
          <w:shd w:val="clear" w:color="auto" w:fill="FFFFFF"/>
        </w:rPr>
        <w:t xml:space="preserve">. </w:t>
      </w:r>
    </w:p>
    <w:p w14:paraId="383BCC14" w14:textId="77777777" w:rsidR="00BE76AE" w:rsidRPr="009257C9" w:rsidRDefault="00BE76AE" w:rsidP="00B75117">
      <w:pPr>
        <w:rPr>
          <w:rFonts w:ascii="Artifakt ElementOfc" w:hAnsi="Artifakt ElementOfc" w:cs="Artifakt ElementOfc"/>
          <w:color w:val="000000"/>
          <w:shd w:val="clear" w:color="auto" w:fill="FFFFFF"/>
        </w:rPr>
      </w:pPr>
    </w:p>
    <w:p w14:paraId="6910EB10" w14:textId="77777777" w:rsidR="00BE76AE" w:rsidRPr="009257C9" w:rsidRDefault="00BE76AE" w:rsidP="00B75117">
      <w:pPr>
        <w:rPr>
          <w:rFonts w:ascii="Artifakt ElementOfc" w:hAnsi="Artifakt ElementOfc" w:cs="Artifakt ElementOfc"/>
          <w:color w:val="000000"/>
          <w:shd w:val="clear" w:color="auto" w:fill="FFFFFF"/>
        </w:rPr>
      </w:pPr>
    </w:p>
    <w:p w14:paraId="4916AFCF" w14:textId="77777777" w:rsidR="00BE76AE" w:rsidRPr="009257C9" w:rsidRDefault="00BE76AE" w:rsidP="00B75117">
      <w:pPr>
        <w:rPr>
          <w:rFonts w:ascii="Artifakt ElementOfc" w:hAnsi="Artifakt ElementOfc" w:cs="Artifakt ElementOfc"/>
          <w:color w:val="000000"/>
          <w:shd w:val="clear" w:color="auto" w:fill="FFFFFF"/>
        </w:rPr>
      </w:pPr>
    </w:p>
    <w:p w14:paraId="066380BA" w14:textId="77777777" w:rsidR="00BE76AE" w:rsidRPr="009257C9" w:rsidRDefault="00BE76AE" w:rsidP="00B75117">
      <w:pPr>
        <w:rPr>
          <w:rFonts w:ascii="Artifakt ElementOfc" w:hAnsi="Artifakt ElementOfc" w:cs="Artifakt ElementOfc"/>
          <w:color w:val="000000"/>
          <w:shd w:val="clear" w:color="auto" w:fill="FFFFFF"/>
        </w:rPr>
      </w:pPr>
    </w:p>
    <w:p w14:paraId="324E21F5" w14:textId="77777777" w:rsidR="00BE76AE" w:rsidRPr="009257C9" w:rsidRDefault="00BE76AE" w:rsidP="00B75117">
      <w:pPr>
        <w:rPr>
          <w:rFonts w:ascii="Artifakt ElementOfc" w:hAnsi="Artifakt ElementOfc" w:cs="Artifakt ElementOfc"/>
          <w:color w:val="000000"/>
          <w:shd w:val="clear" w:color="auto" w:fill="FFFFFF"/>
        </w:rPr>
      </w:pPr>
    </w:p>
    <w:p w14:paraId="7A798B4B" w14:textId="77777777" w:rsidR="00BE76AE" w:rsidRPr="009257C9" w:rsidRDefault="00BE76AE" w:rsidP="00B75117">
      <w:pPr>
        <w:rPr>
          <w:rFonts w:ascii="Artifakt ElementOfc" w:hAnsi="Artifakt ElementOfc" w:cs="Artifakt ElementOfc"/>
          <w:color w:val="000000"/>
          <w:shd w:val="clear" w:color="auto" w:fill="FFFFFF"/>
        </w:rPr>
      </w:pPr>
    </w:p>
    <w:p w14:paraId="69B6057E" w14:textId="77777777" w:rsidR="000B11FB" w:rsidRPr="009257C9" w:rsidRDefault="000B11FB" w:rsidP="00B75117">
      <w:pPr>
        <w:rPr>
          <w:rFonts w:ascii="Artifakt ElementOfc" w:hAnsi="Artifakt ElementOfc" w:cs="Artifakt ElementOfc"/>
          <w:color w:val="000000"/>
          <w:shd w:val="clear" w:color="auto" w:fill="FFFFFF"/>
        </w:rPr>
      </w:pPr>
    </w:p>
    <w:p w14:paraId="6C7D2C14" w14:textId="77777777" w:rsidR="000B11FB" w:rsidRPr="009257C9" w:rsidRDefault="000B11FB" w:rsidP="00B75117">
      <w:pPr>
        <w:rPr>
          <w:rFonts w:ascii="Artifakt ElementOfc" w:hAnsi="Artifakt ElementOfc" w:cs="Artifakt ElementOfc"/>
          <w:color w:val="000000"/>
          <w:shd w:val="clear" w:color="auto" w:fill="FFFFFF"/>
        </w:rPr>
      </w:pPr>
    </w:p>
    <w:p w14:paraId="23E1AD8A" w14:textId="77777777" w:rsidR="00BE76AE" w:rsidRPr="009257C9" w:rsidRDefault="00BE76AE" w:rsidP="00B75117">
      <w:pPr>
        <w:rPr>
          <w:rFonts w:ascii="Artifakt ElementOfc" w:hAnsi="Artifakt ElementOfc" w:cs="Artifakt ElementOfc"/>
          <w:color w:val="000000"/>
          <w:shd w:val="clear" w:color="auto" w:fill="FFFFFF"/>
        </w:rPr>
      </w:pPr>
    </w:p>
    <w:p w14:paraId="23CB5330" w14:textId="77777777" w:rsidR="00BE76AE" w:rsidRPr="009257C9" w:rsidRDefault="00BE76AE" w:rsidP="00B75117">
      <w:pPr>
        <w:rPr>
          <w:rFonts w:ascii="Artifakt ElementOfc" w:hAnsi="Artifakt ElementOfc" w:cs="Artifakt ElementOfc"/>
          <w:color w:val="000000"/>
          <w:shd w:val="clear" w:color="auto" w:fill="FFFFFF"/>
        </w:rPr>
      </w:pPr>
    </w:p>
    <w:p w14:paraId="4A4319ED" w14:textId="77777777" w:rsidR="0089678B" w:rsidRPr="009257C9" w:rsidRDefault="0089678B" w:rsidP="00FB5514">
      <w:pPr>
        <w:rPr>
          <w:rFonts w:ascii="Artifakt ElementOfc" w:hAnsi="Artifakt ElementOfc" w:cs="Artifakt ElementOfc"/>
          <w:b/>
          <w:color w:val="000000"/>
          <w:shd w:val="clear" w:color="auto" w:fill="FFFFFF"/>
        </w:rPr>
        <w:sectPr w:rsidR="0089678B" w:rsidRPr="009257C9" w:rsidSect="0084434D">
          <w:type w:val="continuous"/>
          <w:pgSz w:w="12240" w:h="15840"/>
          <w:pgMar w:top="720" w:right="720" w:bottom="720" w:left="720" w:header="720" w:footer="720" w:gutter="0"/>
          <w:cols w:space="720"/>
          <w:titlePg/>
          <w:docGrid w:linePitch="360"/>
        </w:sectPr>
      </w:pPr>
    </w:p>
    <w:p w14:paraId="0B466980" w14:textId="1ACEC264" w:rsidR="00FB5514" w:rsidRPr="009257C9" w:rsidRDefault="00FB5514" w:rsidP="00FB5514">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Getting started</w:t>
      </w:r>
    </w:p>
    <w:p w14:paraId="274A0328" w14:textId="77777777" w:rsidR="00FB5514" w:rsidRPr="009257C9" w:rsidRDefault="00FB5514" w:rsidP="00FB5514">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Total time required for </w:t>
      </w:r>
      <w:r w:rsidR="00A2608E" w:rsidRPr="009257C9">
        <w:rPr>
          <w:rFonts w:ascii="Artifakt ElementOfc" w:hAnsi="Artifakt ElementOfc" w:cs="Artifakt ElementOfc"/>
          <w:b/>
          <w:color w:val="000000"/>
          <w:shd w:val="clear" w:color="auto" w:fill="FFFFFF"/>
        </w:rPr>
        <w:t>module</w:t>
      </w:r>
      <w:r w:rsidRPr="009257C9">
        <w:rPr>
          <w:rFonts w:ascii="Artifakt ElementOfc" w:hAnsi="Artifakt ElementOfc" w:cs="Artifakt ElementOfc"/>
          <w:bCs/>
          <w:color w:val="000000"/>
          <w:shd w:val="clear" w:color="auto" w:fill="FFFFFF"/>
        </w:rPr>
        <w:t>: 20 minutes</w:t>
      </w:r>
    </w:p>
    <w:p w14:paraId="5D67DD16" w14:textId="77777777" w:rsidR="00FB5514" w:rsidRPr="009257C9" w:rsidRDefault="00FB5514" w:rsidP="00FB5514">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Discuss objectives: </w:t>
      </w:r>
      <w:r w:rsidRPr="009257C9">
        <w:rPr>
          <w:rFonts w:ascii="Artifakt ElementOfc" w:hAnsi="Artifakt ElementOfc" w:cs="Artifakt ElementOfc"/>
          <w:bCs/>
          <w:color w:val="000000"/>
          <w:shd w:val="clear" w:color="auto" w:fill="FFFFFF"/>
        </w:rPr>
        <w:t>3 minutes</w:t>
      </w:r>
    </w:p>
    <w:p w14:paraId="749980BC" w14:textId="77777777" w:rsidR="00FB5514" w:rsidRPr="009257C9" w:rsidRDefault="00FB5514" w:rsidP="00FB5514">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Demonstrate: </w:t>
      </w:r>
      <w:r w:rsidRPr="009257C9">
        <w:rPr>
          <w:rFonts w:ascii="Artifakt ElementOfc" w:hAnsi="Artifakt ElementOfc" w:cs="Artifakt ElementOfc"/>
          <w:bCs/>
          <w:color w:val="000000"/>
          <w:shd w:val="clear" w:color="auto" w:fill="FFFFFF"/>
        </w:rPr>
        <w:t>10 minutes</w:t>
      </w:r>
    </w:p>
    <w:p w14:paraId="3FECB424" w14:textId="77777777" w:rsidR="00FB5514" w:rsidRPr="009257C9" w:rsidRDefault="00FB5514" w:rsidP="00FB5514">
      <w:pPr>
        <w:pStyle w:val="ListParagraph"/>
        <w:numPr>
          <w:ilvl w:val="0"/>
          <w:numId w:val="13"/>
        </w:numPr>
        <w:rPr>
          <w:rFonts w:ascii="Artifakt ElementOfc" w:hAnsi="Artifakt ElementOfc" w:cs="Artifakt ElementOfc"/>
          <w:color w:val="000000"/>
          <w:shd w:val="clear" w:color="auto" w:fill="FFFFFF"/>
        </w:rPr>
      </w:pPr>
      <w:r w:rsidRPr="009257C9">
        <w:rPr>
          <w:rFonts w:ascii="Artifakt ElementOfc" w:hAnsi="Artifakt ElementOfc" w:cs="Artifakt ElementOfc"/>
          <w:color w:val="000000"/>
          <w:shd w:val="clear" w:color="auto" w:fill="FFFFFF"/>
        </w:rPr>
        <w:t>Review course overview and learning objectives</w:t>
      </w:r>
    </w:p>
    <w:p w14:paraId="76C7AF0D" w14:textId="77777777" w:rsidR="00FB5514" w:rsidRPr="009257C9" w:rsidRDefault="00FB5514" w:rsidP="00FB5514">
      <w:pPr>
        <w:pStyle w:val="ListParagraph"/>
        <w:numPr>
          <w:ilvl w:val="0"/>
          <w:numId w:val="13"/>
        </w:numPr>
        <w:rPr>
          <w:rFonts w:ascii="Artifakt ElementOfc" w:hAnsi="Artifakt ElementOfc" w:cs="Artifakt ElementOfc"/>
          <w:color w:val="000000"/>
          <w:shd w:val="clear" w:color="auto" w:fill="FFFFFF"/>
        </w:rPr>
      </w:pPr>
      <w:r w:rsidRPr="009257C9">
        <w:rPr>
          <w:rFonts w:ascii="Artifakt ElementOfc" w:hAnsi="Artifakt ElementOfc" w:cs="Artifakt ElementOfc"/>
          <w:color w:val="000000"/>
          <w:shd w:val="clear" w:color="auto" w:fill="FFFFFF"/>
        </w:rPr>
        <w:t>Download the course resources and software</w:t>
      </w:r>
    </w:p>
    <w:p w14:paraId="65938E17" w14:textId="77777777" w:rsidR="00FB5514" w:rsidRPr="009257C9" w:rsidRDefault="00FB5514" w:rsidP="00FB5514">
      <w:pPr>
        <w:pStyle w:val="ListParagraph"/>
        <w:numPr>
          <w:ilvl w:val="0"/>
          <w:numId w:val="13"/>
        </w:numPr>
        <w:rPr>
          <w:rFonts w:ascii="Artifakt ElementOfc" w:hAnsi="Artifakt ElementOfc" w:cs="Artifakt ElementOfc"/>
          <w:color w:val="000000"/>
          <w:shd w:val="clear" w:color="auto" w:fill="FFFFFF"/>
        </w:rPr>
      </w:pPr>
      <w:r w:rsidRPr="009257C9">
        <w:rPr>
          <w:rFonts w:ascii="Artifakt ElementOfc" w:hAnsi="Artifakt ElementOfc" w:cs="Artifakt ElementOfc"/>
          <w:color w:val="000000"/>
          <w:shd w:val="clear" w:color="auto" w:fill="FFFFFF"/>
        </w:rPr>
        <w:t>Create an Autodesk ID</w:t>
      </w:r>
    </w:p>
    <w:p w14:paraId="68BEF8AC" w14:textId="77777777" w:rsidR="00FB5514" w:rsidRPr="009257C9" w:rsidRDefault="00FB5514" w:rsidP="00FB5514">
      <w:pPr>
        <w:pStyle w:val="ListParagraph"/>
        <w:numPr>
          <w:ilvl w:val="0"/>
          <w:numId w:val="13"/>
        </w:numPr>
        <w:rPr>
          <w:rFonts w:ascii="Artifakt ElementOfc" w:hAnsi="Artifakt ElementOfc" w:cs="Artifakt ElementOfc"/>
          <w:color w:val="000000"/>
          <w:shd w:val="clear" w:color="auto" w:fill="FFFFFF"/>
        </w:rPr>
      </w:pPr>
      <w:r w:rsidRPr="009257C9">
        <w:rPr>
          <w:rFonts w:ascii="Artifakt ElementOfc" w:hAnsi="Artifakt ElementOfc" w:cs="Artifakt ElementOfc"/>
          <w:color w:val="000000"/>
          <w:shd w:val="clear" w:color="auto" w:fill="FFFFFF"/>
        </w:rPr>
        <w:t>Install the software</w:t>
      </w:r>
    </w:p>
    <w:p w14:paraId="0156C30B" w14:textId="77777777" w:rsidR="00FB5514" w:rsidRPr="009257C9" w:rsidRDefault="00FB5514" w:rsidP="00FB5514">
      <w:pPr>
        <w:pStyle w:val="ListParagraph"/>
        <w:numPr>
          <w:ilvl w:val="0"/>
          <w:numId w:val="13"/>
        </w:numPr>
        <w:rPr>
          <w:rFonts w:ascii="Artifakt ElementOfc" w:hAnsi="Artifakt ElementOfc" w:cs="Artifakt ElementOfc"/>
          <w:color w:val="000000"/>
          <w:shd w:val="clear" w:color="auto" w:fill="FFFFFF"/>
        </w:rPr>
      </w:pPr>
      <w:r w:rsidRPr="009257C9">
        <w:rPr>
          <w:rFonts w:ascii="Artifakt ElementOfc" w:hAnsi="Artifakt ElementOfc" w:cs="Artifakt ElementOfc"/>
          <w:color w:val="000000"/>
          <w:shd w:val="clear" w:color="auto" w:fill="FFFFFF"/>
        </w:rPr>
        <w:t>Review the starter activity and articles</w:t>
      </w:r>
    </w:p>
    <w:p w14:paraId="78852754" w14:textId="77777777" w:rsidR="00FB5514" w:rsidRPr="009257C9" w:rsidRDefault="00FB5514" w:rsidP="00FB5514">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Hands-on time: </w:t>
      </w:r>
      <w:r w:rsidRPr="009257C9">
        <w:rPr>
          <w:rFonts w:ascii="Artifakt ElementOfc" w:hAnsi="Artifakt ElementOfc" w:cs="Artifakt ElementOfc"/>
          <w:bCs/>
          <w:color w:val="000000"/>
          <w:shd w:val="clear" w:color="auto" w:fill="FFFFFF"/>
        </w:rPr>
        <w:t>5 minutes</w:t>
      </w:r>
    </w:p>
    <w:p w14:paraId="2742B369" w14:textId="77777777" w:rsidR="00FB5514" w:rsidRPr="009257C9" w:rsidRDefault="00FB5514" w:rsidP="00FB5514">
      <w:pPr>
        <w:rPr>
          <w:rFonts w:ascii="Artifakt ElementOfc" w:hAnsi="Artifakt ElementOfc" w:cs="Artifakt ElementOfc"/>
          <w:bCs/>
          <w:color w:val="000000"/>
          <w:shd w:val="clear" w:color="auto" w:fill="FFFFFF"/>
        </w:rPr>
      </w:pPr>
      <w:r w:rsidRPr="009257C9">
        <w:rPr>
          <w:rFonts w:ascii="Artifakt ElementOfc" w:hAnsi="Artifakt ElementOfc" w:cs="Artifakt ElementOfc"/>
          <w:b/>
          <w:color w:val="000000"/>
          <w:shd w:val="clear" w:color="auto" w:fill="FFFFFF"/>
        </w:rPr>
        <w:t xml:space="preserve">Review objectives: </w:t>
      </w:r>
      <w:r w:rsidRPr="009257C9">
        <w:rPr>
          <w:rFonts w:ascii="Artifakt ElementOfc" w:hAnsi="Artifakt ElementOfc" w:cs="Artifakt ElementOfc"/>
          <w:bCs/>
          <w:color w:val="000000"/>
          <w:shd w:val="clear" w:color="auto" w:fill="FFFFFF"/>
        </w:rPr>
        <w:t>2 minutes</w:t>
      </w:r>
    </w:p>
    <w:p w14:paraId="44E985C1" w14:textId="77777777" w:rsidR="00FB5514" w:rsidRPr="009257C9" w:rsidRDefault="00FB5514" w:rsidP="00FB5514">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Datasets:</w:t>
      </w:r>
    </w:p>
    <w:p w14:paraId="17F21032" w14:textId="77777777" w:rsidR="00FB5514" w:rsidRPr="009257C9" w:rsidRDefault="00FB5514" w:rsidP="00FB5514">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Assignments</w:t>
      </w:r>
      <w:r w:rsidR="00A2608E" w:rsidRPr="009257C9">
        <w:rPr>
          <w:rFonts w:ascii="Artifakt ElementOfc" w:hAnsi="Artifakt ElementOfc" w:cs="Artifakt ElementOfc"/>
          <w:b/>
          <w:color w:val="000000"/>
          <w:shd w:val="clear" w:color="auto" w:fill="FFFFFF"/>
        </w:rPr>
        <w:t>:</w:t>
      </w:r>
    </w:p>
    <w:p w14:paraId="745F0FC6" w14:textId="77777777" w:rsidR="00844518" w:rsidRPr="009257C9" w:rsidRDefault="00844518" w:rsidP="00FB5514">
      <w:pPr>
        <w:rPr>
          <w:rFonts w:ascii="Artifakt ElementOfc" w:hAnsi="Artifakt ElementOfc" w:cs="Artifakt ElementOfc"/>
          <w:b/>
          <w:color w:val="000000"/>
          <w:shd w:val="clear" w:color="auto" w:fill="FFFFFF"/>
        </w:rPr>
      </w:pPr>
    </w:p>
    <w:p w14:paraId="264C5535" w14:textId="77777777" w:rsidR="001816EE" w:rsidRPr="009257C9" w:rsidRDefault="001816EE" w:rsidP="00FB5514">
      <w:pPr>
        <w:rPr>
          <w:rFonts w:ascii="Artifakt ElementOfc" w:hAnsi="Artifakt ElementOfc" w:cs="Artifakt ElementOfc"/>
          <w:b/>
          <w:color w:val="000000"/>
          <w:shd w:val="clear" w:color="auto" w:fill="FFFFFF"/>
        </w:rPr>
      </w:pPr>
    </w:p>
    <w:p w14:paraId="05CA8853" w14:textId="77777777" w:rsidR="0089678B" w:rsidRPr="009257C9" w:rsidRDefault="0089678B" w:rsidP="0089678B">
      <w:pPr>
        <w:pBdr>
          <w:top w:val="single" w:sz="4" w:space="1" w:color="auto"/>
        </w:pBdr>
        <w:rPr>
          <w:rFonts w:ascii="Artifakt ElementOfc" w:hAnsi="Artifakt ElementOfc" w:cs="Artifakt ElementOfc"/>
          <w:b/>
          <w:color w:val="000000"/>
          <w:shd w:val="clear" w:color="auto" w:fill="FFFFFF"/>
        </w:rPr>
      </w:pPr>
    </w:p>
    <w:p w14:paraId="45DC8629" w14:textId="77777777" w:rsidR="00C441B9" w:rsidRPr="009257C9" w:rsidRDefault="00C441B9" w:rsidP="0089678B">
      <w:pPr>
        <w:pBdr>
          <w:top w:val="single" w:sz="4" w:space="1" w:color="auto"/>
        </w:pBdr>
        <w:rPr>
          <w:rFonts w:ascii="Artifakt ElementOfc" w:hAnsi="Artifakt ElementOfc" w:cs="Artifakt ElementOfc"/>
          <w:b/>
          <w:color w:val="000000"/>
          <w:shd w:val="clear" w:color="auto" w:fill="FFFFFF"/>
        </w:rPr>
        <w:sectPr w:rsidR="00C441B9" w:rsidRPr="009257C9" w:rsidSect="0084434D">
          <w:type w:val="continuous"/>
          <w:pgSz w:w="12240" w:h="15840"/>
          <w:pgMar w:top="720" w:right="720" w:bottom="720" w:left="720" w:header="720" w:footer="720" w:gutter="0"/>
          <w:cols w:space="720"/>
          <w:titlePg/>
          <w:docGrid w:linePitch="360"/>
        </w:sectPr>
      </w:pPr>
    </w:p>
    <w:p w14:paraId="38139A9A" w14:textId="3A9D5B23" w:rsidR="00B75117" w:rsidRPr="009257C9" w:rsidRDefault="004B2E00" w:rsidP="000A207F">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Set </w:t>
      </w:r>
      <w:r w:rsidR="00747B57">
        <w:rPr>
          <w:rFonts w:ascii="Artifakt ElementOfc" w:hAnsi="Artifakt ElementOfc" w:cs="Artifakt ElementOfc"/>
          <w:b/>
          <w:color w:val="000000"/>
          <w:shd w:val="clear" w:color="auto" w:fill="FFFFFF"/>
        </w:rPr>
        <w:t>u</w:t>
      </w:r>
      <w:r w:rsidRPr="009257C9">
        <w:rPr>
          <w:rFonts w:ascii="Artifakt ElementOfc" w:hAnsi="Artifakt ElementOfc" w:cs="Artifakt ElementOfc"/>
          <w:b/>
          <w:color w:val="000000"/>
          <w:shd w:val="clear" w:color="auto" w:fill="FFFFFF"/>
        </w:rPr>
        <w:t xml:space="preserve">p and </w:t>
      </w:r>
      <w:r w:rsidR="00747B57">
        <w:rPr>
          <w:rFonts w:ascii="Artifakt ElementOfc" w:hAnsi="Artifakt ElementOfc" w:cs="Artifakt ElementOfc"/>
          <w:b/>
          <w:color w:val="000000"/>
          <w:shd w:val="clear" w:color="auto" w:fill="FFFFFF"/>
        </w:rPr>
        <w:t>n</w:t>
      </w:r>
      <w:r w:rsidRPr="009257C9">
        <w:rPr>
          <w:rFonts w:ascii="Artifakt ElementOfc" w:hAnsi="Artifakt ElementOfc" w:cs="Artifakt ElementOfc"/>
          <w:b/>
          <w:color w:val="000000"/>
          <w:shd w:val="clear" w:color="auto" w:fill="FFFFFF"/>
        </w:rPr>
        <w:t xml:space="preserve">avigate </w:t>
      </w:r>
      <w:r w:rsidR="00095EEC" w:rsidRPr="009257C9">
        <w:rPr>
          <w:rFonts w:ascii="Artifakt ElementOfc" w:hAnsi="Artifakt ElementOfc" w:cs="Artifakt ElementOfc"/>
          <w:b/>
          <w:color w:val="000000"/>
          <w:shd w:val="clear" w:color="auto" w:fill="FFFFFF"/>
        </w:rPr>
        <w:t>Fusion</w:t>
      </w:r>
    </w:p>
    <w:p w14:paraId="631ED944" w14:textId="73390BE6" w:rsidR="00B75117" w:rsidRPr="009257C9" w:rsidRDefault="00B75117" w:rsidP="00B75117">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Total </w:t>
      </w:r>
      <w:r w:rsidR="00C9634A" w:rsidRPr="009257C9">
        <w:rPr>
          <w:rFonts w:ascii="Artifakt ElementOfc" w:hAnsi="Artifakt ElementOfc" w:cs="Artifakt ElementOfc"/>
          <w:b/>
          <w:color w:val="000000"/>
          <w:shd w:val="clear" w:color="auto" w:fill="FFFFFF"/>
        </w:rPr>
        <w:t>t</w:t>
      </w:r>
      <w:r w:rsidRPr="009257C9">
        <w:rPr>
          <w:rFonts w:ascii="Artifakt ElementOfc" w:hAnsi="Artifakt ElementOfc" w:cs="Artifakt ElementOfc"/>
          <w:b/>
          <w:color w:val="000000"/>
          <w:shd w:val="clear" w:color="auto" w:fill="FFFFFF"/>
        </w:rPr>
        <w:t xml:space="preserve">ime </w:t>
      </w:r>
      <w:r w:rsidR="00C9634A" w:rsidRPr="009257C9">
        <w:rPr>
          <w:rFonts w:ascii="Artifakt ElementOfc" w:hAnsi="Artifakt ElementOfc" w:cs="Artifakt ElementOfc"/>
          <w:b/>
          <w:color w:val="000000"/>
          <w:shd w:val="clear" w:color="auto" w:fill="FFFFFF"/>
        </w:rPr>
        <w:t>r</w:t>
      </w:r>
      <w:r w:rsidRPr="009257C9">
        <w:rPr>
          <w:rFonts w:ascii="Artifakt ElementOfc" w:hAnsi="Artifakt ElementOfc" w:cs="Artifakt ElementOfc"/>
          <w:b/>
          <w:color w:val="000000"/>
          <w:shd w:val="clear" w:color="auto" w:fill="FFFFFF"/>
        </w:rPr>
        <w:t xml:space="preserve">equired: </w:t>
      </w:r>
      <w:r w:rsidR="00884856" w:rsidRPr="009257C9">
        <w:rPr>
          <w:rFonts w:ascii="Artifakt ElementOfc" w:hAnsi="Artifakt ElementOfc" w:cs="Artifakt ElementOfc"/>
          <w:bCs/>
          <w:color w:val="000000"/>
          <w:shd w:val="clear" w:color="auto" w:fill="FFFFFF"/>
        </w:rPr>
        <w:t>63</w:t>
      </w:r>
      <w:r w:rsidRPr="009257C9">
        <w:rPr>
          <w:rFonts w:ascii="Artifakt ElementOfc" w:hAnsi="Artifakt ElementOfc" w:cs="Artifakt ElementOfc"/>
          <w:bCs/>
          <w:color w:val="000000"/>
          <w:shd w:val="clear" w:color="auto" w:fill="FFFFFF"/>
        </w:rPr>
        <w:t xml:space="preserve"> minutes</w:t>
      </w:r>
      <w:r w:rsidRPr="009257C9">
        <w:rPr>
          <w:rFonts w:ascii="Artifakt ElementOfc" w:hAnsi="Artifakt ElementOfc" w:cs="Artifakt ElementOfc"/>
          <w:b/>
          <w:color w:val="000000"/>
          <w:shd w:val="clear" w:color="auto" w:fill="FFFFFF"/>
          <w:lang w:val="en-CA"/>
        </w:rPr>
        <w:t xml:space="preserve"> </w:t>
      </w:r>
    </w:p>
    <w:p w14:paraId="3181DEF2" w14:textId="77777777" w:rsidR="00B75117" w:rsidRPr="009257C9" w:rsidRDefault="00B75117" w:rsidP="00B75117">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Discuss </w:t>
      </w:r>
      <w:r w:rsidR="00C9634A" w:rsidRPr="009257C9">
        <w:rPr>
          <w:rFonts w:ascii="Artifakt ElementOfc" w:hAnsi="Artifakt ElementOfc" w:cs="Artifakt ElementOfc"/>
          <w:b/>
          <w:color w:val="000000"/>
          <w:shd w:val="clear" w:color="auto" w:fill="FFFFFF"/>
        </w:rPr>
        <w:t>o</w:t>
      </w:r>
      <w:r w:rsidRPr="009257C9">
        <w:rPr>
          <w:rFonts w:ascii="Artifakt ElementOfc" w:hAnsi="Artifakt ElementOfc" w:cs="Artifakt ElementOfc"/>
          <w:b/>
          <w:color w:val="000000"/>
          <w:shd w:val="clear" w:color="auto" w:fill="FFFFFF"/>
        </w:rPr>
        <w:t xml:space="preserve">bjectives: </w:t>
      </w:r>
      <w:r w:rsidRPr="009257C9">
        <w:rPr>
          <w:rFonts w:ascii="Artifakt ElementOfc" w:hAnsi="Artifakt ElementOfc" w:cs="Artifakt ElementOfc"/>
          <w:bCs/>
          <w:color w:val="000000"/>
          <w:shd w:val="clear" w:color="auto" w:fill="FFFFFF"/>
        </w:rPr>
        <w:t xml:space="preserve">3 </w:t>
      </w:r>
      <w:r w:rsidR="00C9634A" w:rsidRPr="009257C9">
        <w:rPr>
          <w:rFonts w:ascii="Artifakt ElementOfc" w:hAnsi="Artifakt ElementOfc" w:cs="Artifakt ElementOfc"/>
          <w:bCs/>
          <w:color w:val="000000"/>
          <w:shd w:val="clear" w:color="auto" w:fill="FFFFFF"/>
        </w:rPr>
        <w:t>m</w:t>
      </w:r>
      <w:r w:rsidRPr="009257C9">
        <w:rPr>
          <w:rFonts w:ascii="Artifakt ElementOfc" w:hAnsi="Artifakt ElementOfc" w:cs="Artifakt ElementOfc"/>
          <w:bCs/>
          <w:color w:val="000000"/>
          <w:shd w:val="clear" w:color="auto" w:fill="FFFFFF"/>
        </w:rPr>
        <w:t>inutes</w:t>
      </w:r>
    </w:p>
    <w:p w14:paraId="5E52AA33" w14:textId="77777777" w:rsidR="00B75117" w:rsidRPr="009257C9" w:rsidRDefault="00B75117" w:rsidP="00B75117">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Demonstrate: </w:t>
      </w:r>
      <w:r w:rsidRPr="009257C9">
        <w:rPr>
          <w:rFonts w:ascii="Artifakt ElementOfc" w:hAnsi="Artifakt ElementOfc" w:cs="Artifakt ElementOfc"/>
          <w:bCs/>
          <w:color w:val="000000"/>
          <w:shd w:val="clear" w:color="auto" w:fill="FFFFFF"/>
        </w:rPr>
        <w:t xml:space="preserve">15 </w:t>
      </w:r>
      <w:r w:rsidR="00C9634A" w:rsidRPr="009257C9">
        <w:rPr>
          <w:rFonts w:ascii="Artifakt ElementOfc" w:hAnsi="Artifakt ElementOfc" w:cs="Artifakt ElementOfc"/>
          <w:bCs/>
          <w:color w:val="000000"/>
          <w:shd w:val="clear" w:color="auto" w:fill="FFFFFF"/>
        </w:rPr>
        <w:t>m</w:t>
      </w:r>
      <w:r w:rsidRPr="009257C9">
        <w:rPr>
          <w:rFonts w:ascii="Artifakt ElementOfc" w:hAnsi="Artifakt ElementOfc" w:cs="Artifakt ElementOfc"/>
          <w:bCs/>
          <w:color w:val="000000"/>
          <w:shd w:val="clear" w:color="auto" w:fill="FFFFFF"/>
        </w:rPr>
        <w:t>inutes</w:t>
      </w:r>
    </w:p>
    <w:p w14:paraId="4CF2F7B0" w14:textId="5FA20923" w:rsidR="00BD13D3" w:rsidRPr="009257C9" w:rsidRDefault="00BD13D3" w:rsidP="00BD13D3">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9257C9">
        <w:rPr>
          <w:rFonts w:ascii="Artifakt ElementOfc" w:hAnsi="Artifakt ElementOfc" w:cs="Artifakt ElementOfc"/>
        </w:rPr>
        <w:t>Navigate the Fusion User Interface.</w:t>
      </w:r>
    </w:p>
    <w:p w14:paraId="201506E9" w14:textId="77777777" w:rsidR="00BD13D3" w:rsidRPr="009257C9" w:rsidRDefault="00BD13D3" w:rsidP="00BD13D3">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9257C9">
        <w:rPr>
          <w:rFonts w:ascii="Artifakt ElementOfc" w:hAnsi="Artifakt ElementOfc" w:cs="Artifakt ElementOfc"/>
        </w:rPr>
        <w:t>Create a project and sub-folder.</w:t>
      </w:r>
    </w:p>
    <w:p w14:paraId="61B6E8AB" w14:textId="77777777" w:rsidR="00BD13D3" w:rsidRPr="009257C9" w:rsidRDefault="00BD13D3" w:rsidP="00BD13D3">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9257C9">
        <w:rPr>
          <w:rFonts w:ascii="Artifakt ElementOfc" w:hAnsi="Artifakt ElementOfc" w:cs="Artifakt ElementOfc"/>
        </w:rPr>
        <w:t>Manipulate a 3D model.</w:t>
      </w:r>
    </w:p>
    <w:p w14:paraId="15B6AB75" w14:textId="2FC5A10B" w:rsidR="001E4417" w:rsidRPr="009257C9" w:rsidRDefault="00B75117" w:rsidP="00B75117">
      <w:pPr>
        <w:rPr>
          <w:rFonts w:ascii="Artifakt ElementOfc" w:hAnsi="Artifakt ElementOfc" w:cs="Artifakt ElementOfc"/>
          <w:bCs/>
          <w:color w:val="000000"/>
          <w:shd w:val="clear" w:color="auto" w:fill="FFFFFF"/>
        </w:rPr>
      </w:pPr>
      <w:r w:rsidRPr="009257C9">
        <w:rPr>
          <w:rFonts w:ascii="Artifakt ElementOfc" w:hAnsi="Artifakt ElementOfc" w:cs="Artifakt ElementOfc"/>
          <w:b/>
          <w:color w:val="000000"/>
          <w:shd w:val="clear" w:color="auto" w:fill="FFFFFF"/>
        </w:rPr>
        <w:t>Hands</w:t>
      </w:r>
      <w:r w:rsidR="00C9634A" w:rsidRPr="009257C9">
        <w:rPr>
          <w:rFonts w:ascii="Artifakt ElementOfc" w:hAnsi="Artifakt ElementOfc" w:cs="Artifakt ElementOfc"/>
          <w:b/>
          <w:color w:val="000000"/>
          <w:shd w:val="clear" w:color="auto" w:fill="FFFFFF"/>
        </w:rPr>
        <w:t>-</w:t>
      </w:r>
      <w:r w:rsidRPr="009257C9">
        <w:rPr>
          <w:rFonts w:ascii="Artifakt ElementOfc" w:hAnsi="Artifakt ElementOfc" w:cs="Artifakt ElementOfc"/>
          <w:b/>
          <w:color w:val="000000"/>
          <w:shd w:val="clear" w:color="auto" w:fill="FFFFFF"/>
        </w:rPr>
        <w:t xml:space="preserve">on </w:t>
      </w:r>
      <w:r w:rsidR="00C9634A" w:rsidRPr="009257C9">
        <w:rPr>
          <w:rFonts w:ascii="Artifakt ElementOfc" w:hAnsi="Artifakt ElementOfc" w:cs="Artifakt ElementOfc"/>
          <w:b/>
          <w:color w:val="000000"/>
          <w:shd w:val="clear" w:color="auto" w:fill="FFFFFF"/>
        </w:rPr>
        <w:t>t</w:t>
      </w:r>
      <w:r w:rsidRPr="009257C9">
        <w:rPr>
          <w:rFonts w:ascii="Artifakt ElementOfc" w:hAnsi="Artifakt ElementOfc" w:cs="Artifakt ElementOfc"/>
          <w:b/>
          <w:color w:val="000000"/>
          <w:shd w:val="clear" w:color="auto" w:fill="FFFFFF"/>
        </w:rPr>
        <w:t xml:space="preserve">ime: </w:t>
      </w:r>
      <w:r w:rsidR="00A4404D" w:rsidRPr="009257C9">
        <w:rPr>
          <w:rFonts w:ascii="Artifakt ElementOfc" w:hAnsi="Artifakt ElementOfc" w:cs="Artifakt ElementOfc"/>
          <w:bCs/>
          <w:color w:val="000000"/>
          <w:shd w:val="clear" w:color="auto" w:fill="FFFFFF"/>
        </w:rPr>
        <w:t>13</w:t>
      </w:r>
      <w:r w:rsidRPr="009257C9">
        <w:rPr>
          <w:rFonts w:ascii="Artifakt ElementOfc" w:hAnsi="Artifakt ElementOfc" w:cs="Artifakt ElementOfc"/>
          <w:bCs/>
          <w:color w:val="000000"/>
          <w:shd w:val="clear" w:color="auto" w:fill="FFFFFF"/>
        </w:rPr>
        <w:t xml:space="preserve"> </w:t>
      </w:r>
      <w:r w:rsidR="00C9634A" w:rsidRPr="009257C9">
        <w:rPr>
          <w:rFonts w:ascii="Artifakt ElementOfc" w:hAnsi="Artifakt ElementOfc" w:cs="Artifakt ElementOfc"/>
          <w:bCs/>
          <w:color w:val="000000"/>
          <w:shd w:val="clear" w:color="auto" w:fill="FFFFFF"/>
        </w:rPr>
        <w:t>m</w:t>
      </w:r>
      <w:r w:rsidRPr="009257C9">
        <w:rPr>
          <w:rFonts w:ascii="Artifakt ElementOfc" w:hAnsi="Artifakt ElementOfc" w:cs="Artifakt ElementOfc"/>
          <w:bCs/>
          <w:color w:val="000000"/>
          <w:shd w:val="clear" w:color="auto" w:fill="FFFFFF"/>
        </w:rPr>
        <w:t>inutes</w:t>
      </w:r>
    </w:p>
    <w:p w14:paraId="1BDC6B51" w14:textId="77777777" w:rsidR="00B75117" w:rsidRPr="009257C9" w:rsidRDefault="00B75117" w:rsidP="00B75117">
      <w:pPr>
        <w:rPr>
          <w:rFonts w:ascii="Artifakt ElementOfc" w:hAnsi="Artifakt ElementOfc" w:cs="Artifakt ElementOfc"/>
          <w:bCs/>
          <w:color w:val="000000"/>
          <w:shd w:val="clear" w:color="auto" w:fill="FFFFFF"/>
        </w:rPr>
      </w:pPr>
      <w:r w:rsidRPr="009257C9">
        <w:rPr>
          <w:rFonts w:ascii="Artifakt ElementOfc" w:hAnsi="Artifakt ElementOfc" w:cs="Artifakt ElementOfc"/>
          <w:b/>
          <w:color w:val="000000"/>
          <w:shd w:val="clear" w:color="auto" w:fill="FFFFFF"/>
        </w:rPr>
        <w:t xml:space="preserve">Review </w:t>
      </w:r>
      <w:r w:rsidR="00C9634A" w:rsidRPr="009257C9">
        <w:rPr>
          <w:rFonts w:ascii="Artifakt ElementOfc" w:hAnsi="Artifakt ElementOfc" w:cs="Artifakt ElementOfc"/>
          <w:b/>
          <w:color w:val="000000"/>
          <w:shd w:val="clear" w:color="auto" w:fill="FFFFFF"/>
        </w:rPr>
        <w:t>o</w:t>
      </w:r>
      <w:r w:rsidRPr="009257C9">
        <w:rPr>
          <w:rFonts w:ascii="Artifakt ElementOfc" w:hAnsi="Artifakt ElementOfc" w:cs="Artifakt ElementOfc"/>
          <w:b/>
          <w:color w:val="000000"/>
          <w:shd w:val="clear" w:color="auto" w:fill="FFFFFF"/>
        </w:rPr>
        <w:t xml:space="preserve">bjectives: </w:t>
      </w:r>
      <w:r w:rsidRPr="009257C9">
        <w:rPr>
          <w:rFonts w:ascii="Artifakt ElementOfc" w:hAnsi="Artifakt ElementOfc" w:cs="Artifakt ElementOfc"/>
          <w:bCs/>
          <w:color w:val="000000"/>
          <w:shd w:val="clear" w:color="auto" w:fill="FFFFFF"/>
        </w:rPr>
        <w:t>2 minutes</w:t>
      </w:r>
    </w:p>
    <w:p w14:paraId="720DC4A9" w14:textId="77777777" w:rsidR="00C441B9" w:rsidRPr="009257C9" w:rsidRDefault="00C441B9" w:rsidP="00B75117">
      <w:pPr>
        <w:rPr>
          <w:rFonts w:ascii="Artifakt ElementOfc" w:hAnsi="Artifakt ElementOfc" w:cs="Artifakt ElementOfc"/>
          <w:b/>
          <w:color w:val="000000"/>
          <w:shd w:val="clear" w:color="auto" w:fill="FFFFFF"/>
        </w:rPr>
      </w:pPr>
    </w:p>
    <w:p w14:paraId="153E771E" w14:textId="77777777" w:rsidR="000A207F" w:rsidRPr="009257C9" w:rsidRDefault="000A207F" w:rsidP="000A207F">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Datasets:</w:t>
      </w:r>
    </w:p>
    <w:p w14:paraId="61C69904" w14:textId="4C2D908B" w:rsidR="00E05307" w:rsidRPr="009257C9" w:rsidRDefault="005C551E" w:rsidP="003F38DA">
      <w:pPr>
        <w:spacing w:after="0"/>
        <w:rPr>
          <w:rFonts w:ascii="Artifakt ElementOfc" w:hAnsi="Artifakt ElementOfc" w:cs="Artifakt ElementOfc"/>
          <w:i/>
          <w:iCs/>
          <w:shd w:val="clear" w:color="auto" w:fill="FFFFFF"/>
        </w:rPr>
      </w:pPr>
      <w:r w:rsidRPr="009257C9">
        <w:rPr>
          <w:rFonts w:ascii="Artifakt ElementOfc" w:hAnsi="Artifakt ElementOfc" w:cs="Artifakt ElementOfc"/>
          <w:i/>
          <w:iCs/>
          <w:shd w:val="clear" w:color="auto" w:fill="FFFFFF"/>
        </w:rPr>
        <w:t>90128A331_Zinc-Plated Alloy Steel Socket Head Screw.step</w:t>
      </w:r>
    </w:p>
    <w:p w14:paraId="1842F5FD" w14:textId="77777777" w:rsidR="003F38DA" w:rsidRPr="009257C9" w:rsidRDefault="003F38DA" w:rsidP="003F38DA">
      <w:pPr>
        <w:spacing w:after="0"/>
        <w:rPr>
          <w:rFonts w:ascii="Artifakt ElementOfc" w:hAnsi="Artifakt ElementOfc" w:cs="Artifakt ElementOfc"/>
          <w:shd w:val="clear" w:color="auto" w:fill="FFFFFF"/>
        </w:rPr>
      </w:pPr>
    </w:p>
    <w:p w14:paraId="09A2CCA3" w14:textId="77777777" w:rsidR="000A207F" w:rsidRPr="009257C9" w:rsidRDefault="000A207F" w:rsidP="000A207F">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Assignments</w:t>
      </w:r>
      <w:r w:rsidR="00A2608E" w:rsidRPr="009257C9">
        <w:rPr>
          <w:rFonts w:ascii="Artifakt ElementOfc" w:hAnsi="Artifakt ElementOfc" w:cs="Artifakt ElementOfc"/>
          <w:b/>
          <w:color w:val="000000"/>
          <w:shd w:val="clear" w:color="auto" w:fill="FFFFFF"/>
        </w:rPr>
        <w:t>:</w:t>
      </w:r>
    </w:p>
    <w:p w14:paraId="4591319A" w14:textId="17C8FE55" w:rsidR="000A207F" w:rsidRPr="009257C9" w:rsidRDefault="000A207F" w:rsidP="000A207F">
      <w:pPr>
        <w:pStyle w:val="ListParagraph"/>
        <w:numPr>
          <w:ilvl w:val="0"/>
          <w:numId w:val="15"/>
        </w:num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Practice exercise: </w:t>
      </w:r>
      <w:r w:rsidR="00226B29" w:rsidRPr="009257C9">
        <w:rPr>
          <w:rFonts w:ascii="Artifakt ElementOfc" w:hAnsi="Artifakt ElementOfc" w:cs="Artifakt ElementOfc"/>
          <w:bCs/>
          <w:color w:val="000000"/>
          <w:shd w:val="clear" w:color="auto" w:fill="FFFFFF"/>
        </w:rPr>
        <w:t>1</w:t>
      </w:r>
      <w:r w:rsidR="00340FEC" w:rsidRPr="009257C9">
        <w:rPr>
          <w:rFonts w:ascii="Artifakt ElementOfc" w:hAnsi="Artifakt ElementOfc" w:cs="Artifakt ElementOfc"/>
          <w:bCs/>
          <w:color w:val="000000"/>
          <w:shd w:val="clear" w:color="auto" w:fill="FFFFFF"/>
        </w:rPr>
        <w:t>0</w:t>
      </w:r>
      <w:r w:rsidRPr="009257C9">
        <w:rPr>
          <w:rFonts w:ascii="Artifakt ElementOfc" w:hAnsi="Artifakt ElementOfc" w:cs="Artifakt ElementOfc"/>
          <w:bCs/>
          <w:color w:val="000000"/>
          <w:shd w:val="clear" w:color="auto" w:fill="FFFFFF"/>
        </w:rPr>
        <w:t xml:space="preserve"> minutes</w:t>
      </w:r>
    </w:p>
    <w:p w14:paraId="51AA8764" w14:textId="77E49620" w:rsidR="000A207F" w:rsidRPr="009257C9" w:rsidRDefault="000A207F" w:rsidP="000A207F">
      <w:pPr>
        <w:pStyle w:val="ListParagraph"/>
        <w:numPr>
          <w:ilvl w:val="0"/>
          <w:numId w:val="15"/>
        </w:num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Challenge exercise: </w:t>
      </w:r>
      <w:r w:rsidR="00111645" w:rsidRPr="009257C9">
        <w:rPr>
          <w:rFonts w:ascii="Artifakt ElementOfc" w:hAnsi="Artifakt ElementOfc" w:cs="Artifakt ElementOfc"/>
          <w:bCs/>
          <w:color w:val="000000"/>
          <w:shd w:val="clear" w:color="auto" w:fill="FFFFFF"/>
        </w:rPr>
        <w:t>5</w:t>
      </w:r>
      <w:r w:rsidRPr="009257C9">
        <w:rPr>
          <w:rFonts w:ascii="Artifakt ElementOfc" w:hAnsi="Artifakt ElementOfc" w:cs="Artifakt ElementOfc"/>
          <w:bCs/>
          <w:color w:val="000000"/>
          <w:shd w:val="clear" w:color="auto" w:fill="FFFFFF"/>
        </w:rPr>
        <w:t xml:space="preserve"> minutes</w:t>
      </w:r>
    </w:p>
    <w:p w14:paraId="5127F48E" w14:textId="23B31D6D" w:rsidR="002F6F65" w:rsidRPr="009257C9" w:rsidRDefault="002F6F65" w:rsidP="002F6F65">
      <w:pPr>
        <w:pStyle w:val="ListParagraph"/>
        <w:numPr>
          <w:ilvl w:val="0"/>
          <w:numId w:val="15"/>
        </w:num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Module quiz: </w:t>
      </w:r>
      <w:r w:rsidRPr="009257C9">
        <w:rPr>
          <w:rFonts w:ascii="Artifakt ElementOfc" w:hAnsi="Artifakt ElementOfc" w:cs="Artifakt ElementOfc"/>
          <w:bCs/>
          <w:color w:val="000000"/>
          <w:shd w:val="clear" w:color="auto" w:fill="FFFFFF"/>
        </w:rPr>
        <w:t>15 minutes</w:t>
      </w:r>
    </w:p>
    <w:p w14:paraId="6E28B71C" w14:textId="642F1AFB" w:rsidR="002F6F65" w:rsidRPr="009257C9" w:rsidRDefault="002F6F65" w:rsidP="002F6F65">
      <w:pPr>
        <w:rPr>
          <w:rFonts w:ascii="Artifakt ElementOfc" w:hAnsi="Artifakt ElementOfc" w:cs="Artifakt ElementOfc"/>
          <w:b/>
          <w:color w:val="000000"/>
          <w:shd w:val="clear" w:color="auto" w:fill="FFFFFF"/>
        </w:rPr>
        <w:sectPr w:rsidR="002F6F65" w:rsidRPr="009257C9" w:rsidSect="0089678B">
          <w:type w:val="continuous"/>
          <w:pgSz w:w="12240" w:h="15840"/>
          <w:pgMar w:top="720" w:right="720" w:bottom="720" w:left="720" w:header="720" w:footer="720" w:gutter="0"/>
          <w:cols w:num="2" w:space="720"/>
          <w:titlePg/>
          <w:docGrid w:linePitch="360"/>
        </w:sectPr>
      </w:pPr>
    </w:p>
    <w:p w14:paraId="6793FEDF" w14:textId="77777777" w:rsidR="00B75117" w:rsidRPr="009257C9" w:rsidRDefault="00B75117" w:rsidP="0089678B">
      <w:pPr>
        <w:pBdr>
          <w:top w:val="single" w:sz="4" w:space="1" w:color="auto"/>
        </w:pBdr>
        <w:rPr>
          <w:rFonts w:ascii="Artifakt ElementOfc" w:hAnsi="Artifakt ElementOfc" w:cs="Artifakt ElementOfc"/>
          <w:b/>
          <w:color w:val="000000"/>
          <w:shd w:val="clear" w:color="auto" w:fill="FFFFFF"/>
        </w:rPr>
      </w:pPr>
    </w:p>
    <w:p w14:paraId="33A5A5AD" w14:textId="77777777" w:rsidR="000A207F" w:rsidRPr="009257C9" w:rsidRDefault="000A207F" w:rsidP="00B75117">
      <w:pPr>
        <w:rPr>
          <w:rFonts w:ascii="Artifakt ElementOfc" w:hAnsi="Artifakt ElementOfc" w:cs="Artifakt ElementOfc"/>
          <w:b/>
          <w:color w:val="000000"/>
          <w:shd w:val="clear" w:color="auto" w:fill="FFFFFF"/>
        </w:rPr>
        <w:sectPr w:rsidR="000A207F" w:rsidRPr="009257C9" w:rsidSect="0084434D">
          <w:type w:val="continuous"/>
          <w:pgSz w:w="12240" w:h="15840"/>
          <w:pgMar w:top="720" w:right="720" w:bottom="720" w:left="720" w:header="720" w:footer="720" w:gutter="0"/>
          <w:cols w:space="720"/>
          <w:titlePg/>
          <w:docGrid w:linePitch="360"/>
        </w:sectPr>
      </w:pPr>
    </w:p>
    <w:p w14:paraId="74D1B091" w14:textId="2D7D1628" w:rsidR="00B75117" w:rsidRPr="009257C9" w:rsidRDefault="00884856" w:rsidP="00B75117">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Create </w:t>
      </w:r>
      <w:r w:rsidR="00747B57">
        <w:rPr>
          <w:rFonts w:ascii="Artifakt ElementOfc" w:hAnsi="Artifakt ElementOfc" w:cs="Artifakt ElementOfc"/>
          <w:b/>
          <w:color w:val="000000"/>
          <w:shd w:val="clear" w:color="auto" w:fill="FFFFFF"/>
        </w:rPr>
        <w:t>s</w:t>
      </w:r>
      <w:r w:rsidRPr="009257C9">
        <w:rPr>
          <w:rFonts w:ascii="Artifakt ElementOfc" w:hAnsi="Artifakt ElementOfc" w:cs="Artifakt ElementOfc"/>
          <w:b/>
          <w:color w:val="000000"/>
          <w:shd w:val="clear" w:color="auto" w:fill="FFFFFF"/>
        </w:rPr>
        <w:t xml:space="preserve">imple 3D </w:t>
      </w:r>
      <w:r w:rsidR="00747B57">
        <w:rPr>
          <w:rFonts w:ascii="Artifakt ElementOfc" w:hAnsi="Artifakt ElementOfc" w:cs="Artifakt ElementOfc"/>
          <w:b/>
          <w:color w:val="000000"/>
          <w:shd w:val="clear" w:color="auto" w:fill="FFFFFF"/>
        </w:rPr>
        <w:t>p</w:t>
      </w:r>
      <w:r w:rsidRPr="009257C9">
        <w:rPr>
          <w:rFonts w:ascii="Artifakt ElementOfc" w:hAnsi="Artifakt ElementOfc" w:cs="Artifakt ElementOfc"/>
          <w:b/>
          <w:color w:val="000000"/>
          <w:shd w:val="clear" w:color="auto" w:fill="FFFFFF"/>
        </w:rPr>
        <w:t>arts</w:t>
      </w:r>
    </w:p>
    <w:p w14:paraId="2B6F98E6" w14:textId="53490B50" w:rsidR="00B75117" w:rsidRPr="009257C9" w:rsidRDefault="00B75117" w:rsidP="00B75117">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Total </w:t>
      </w:r>
      <w:r w:rsidR="00C9634A" w:rsidRPr="009257C9">
        <w:rPr>
          <w:rFonts w:ascii="Artifakt ElementOfc" w:hAnsi="Artifakt ElementOfc" w:cs="Artifakt ElementOfc"/>
          <w:b/>
          <w:color w:val="000000"/>
          <w:shd w:val="clear" w:color="auto" w:fill="FFFFFF"/>
        </w:rPr>
        <w:t>t</w:t>
      </w:r>
      <w:r w:rsidRPr="009257C9">
        <w:rPr>
          <w:rFonts w:ascii="Artifakt ElementOfc" w:hAnsi="Artifakt ElementOfc" w:cs="Artifakt ElementOfc"/>
          <w:b/>
          <w:color w:val="000000"/>
          <w:shd w:val="clear" w:color="auto" w:fill="FFFFFF"/>
        </w:rPr>
        <w:t xml:space="preserve">ime </w:t>
      </w:r>
      <w:r w:rsidR="00C9634A" w:rsidRPr="009257C9">
        <w:rPr>
          <w:rFonts w:ascii="Artifakt ElementOfc" w:hAnsi="Artifakt ElementOfc" w:cs="Artifakt ElementOfc"/>
          <w:b/>
          <w:color w:val="000000"/>
          <w:shd w:val="clear" w:color="auto" w:fill="FFFFFF"/>
        </w:rPr>
        <w:t>r</w:t>
      </w:r>
      <w:r w:rsidRPr="009257C9">
        <w:rPr>
          <w:rFonts w:ascii="Artifakt ElementOfc" w:hAnsi="Artifakt ElementOfc" w:cs="Artifakt ElementOfc"/>
          <w:b/>
          <w:color w:val="000000"/>
          <w:shd w:val="clear" w:color="auto" w:fill="FFFFFF"/>
        </w:rPr>
        <w:t xml:space="preserve">equired: </w:t>
      </w:r>
      <w:r w:rsidR="00616087" w:rsidRPr="009257C9">
        <w:rPr>
          <w:rFonts w:ascii="Artifakt ElementOfc" w:hAnsi="Artifakt ElementOfc" w:cs="Artifakt ElementOfc"/>
          <w:bCs/>
          <w:color w:val="000000"/>
          <w:shd w:val="clear" w:color="auto" w:fill="FFFFFF"/>
        </w:rPr>
        <w:t>99</w:t>
      </w:r>
      <w:r w:rsidRPr="009257C9">
        <w:rPr>
          <w:rFonts w:ascii="Artifakt ElementOfc" w:hAnsi="Artifakt ElementOfc" w:cs="Artifakt ElementOfc"/>
          <w:bCs/>
          <w:color w:val="000000"/>
          <w:shd w:val="clear" w:color="auto" w:fill="FFFFFF"/>
        </w:rPr>
        <w:t xml:space="preserve"> minutes</w:t>
      </w:r>
      <w:r w:rsidRPr="009257C9">
        <w:rPr>
          <w:rFonts w:ascii="Artifakt ElementOfc" w:hAnsi="Artifakt ElementOfc" w:cs="Artifakt ElementOfc"/>
          <w:bCs/>
          <w:color w:val="000000"/>
          <w:shd w:val="clear" w:color="auto" w:fill="FFFFFF"/>
          <w:lang w:val="en-CA"/>
        </w:rPr>
        <w:t xml:space="preserve"> </w:t>
      </w:r>
    </w:p>
    <w:p w14:paraId="73496A85" w14:textId="77777777" w:rsidR="00B75117" w:rsidRPr="009257C9" w:rsidRDefault="00B75117" w:rsidP="00B75117">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Discuss </w:t>
      </w:r>
      <w:r w:rsidR="00C9634A" w:rsidRPr="009257C9">
        <w:rPr>
          <w:rFonts w:ascii="Artifakt ElementOfc" w:hAnsi="Artifakt ElementOfc" w:cs="Artifakt ElementOfc"/>
          <w:b/>
          <w:color w:val="000000"/>
          <w:shd w:val="clear" w:color="auto" w:fill="FFFFFF"/>
        </w:rPr>
        <w:t>o</w:t>
      </w:r>
      <w:r w:rsidRPr="009257C9">
        <w:rPr>
          <w:rFonts w:ascii="Artifakt ElementOfc" w:hAnsi="Artifakt ElementOfc" w:cs="Artifakt ElementOfc"/>
          <w:b/>
          <w:color w:val="000000"/>
          <w:shd w:val="clear" w:color="auto" w:fill="FFFFFF"/>
        </w:rPr>
        <w:t xml:space="preserve">bjectives: </w:t>
      </w:r>
      <w:r w:rsidRPr="009257C9">
        <w:rPr>
          <w:rFonts w:ascii="Artifakt ElementOfc" w:hAnsi="Artifakt ElementOfc" w:cs="Artifakt ElementOfc"/>
          <w:bCs/>
          <w:color w:val="000000"/>
          <w:shd w:val="clear" w:color="auto" w:fill="FFFFFF"/>
        </w:rPr>
        <w:t xml:space="preserve">3 </w:t>
      </w:r>
      <w:r w:rsidR="00C9634A" w:rsidRPr="009257C9">
        <w:rPr>
          <w:rFonts w:ascii="Artifakt ElementOfc" w:hAnsi="Artifakt ElementOfc" w:cs="Artifakt ElementOfc"/>
          <w:bCs/>
          <w:color w:val="000000"/>
          <w:shd w:val="clear" w:color="auto" w:fill="FFFFFF"/>
        </w:rPr>
        <w:t>m</w:t>
      </w:r>
      <w:r w:rsidRPr="009257C9">
        <w:rPr>
          <w:rFonts w:ascii="Artifakt ElementOfc" w:hAnsi="Artifakt ElementOfc" w:cs="Artifakt ElementOfc"/>
          <w:bCs/>
          <w:color w:val="000000"/>
          <w:shd w:val="clear" w:color="auto" w:fill="FFFFFF"/>
        </w:rPr>
        <w:t>inutes</w:t>
      </w:r>
    </w:p>
    <w:p w14:paraId="62886EA5" w14:textId="77777777" w:rsidR="00B75117" w:rsidRPr="009257C9" w:rsidRDefault="00B75117" w:rsidP="00B75117">
      <w:pPr>
        <w:rPr>
          <w:rFonts w:ascii="Artifakt ElementOfc" w:hAnsi="Artifakt ElementOfc" w:cs="Artifakt ElementOfc"/>
          <w:color w:val="000000"/>
          <w:shd w:val="clear" w:color="auto" w:fill="FFFFFF"/>
        </w:rPr>
      </w:pPr>
      <w:r w:rsidRPr="009257C9">
        <w:rPr>
          <w:rFonts w:ascii="Artifakt ElementOfc" w:hAnsi="Artifakt ElementOfc" w:cs="Artifakt ElementOfc"/>
          <w:b/>
          <w:color w:val="000000"/>
          <w:shd w:val="clear" w:color="auto" w:fill="FFFFFF"/>
        </w:rPr>
        <w:t xml:space="preserve">Demonstration: </w:t>
      </w:r>
      <w:r w:rsidRPr="009257C9">
        <w:rPr>
          <w:rFonts w:ascii="Artifakt ElementOfc" w:hAnsi="Artifakt ElementOfc" w:cs="Artifakt ElementOfc"/>
          <w:bCs/>
          <w:color w:val="000000"/>
          <w:shd w:val="clear" w:color="auto" w:fill="FFFFFF"/>
        </w:rPr>
        <w:t xml:space="preserve">15 </w:t>
      </w:r>
      <w:r w:rsidR="00C9634A" w:rsidRPr="009257C9">
        <w:rPr>
          <w:rFonts w:ascii="Artifakt ElementOfc" w:hAnsi="Artifakt ElementOfc" w:cs="Artifakt ElementOfc"/>
          <w:bCs/>
          <w:color w:val="000000"/>
          <w:shd w:val="clear" w:color="auto" w:fill="FFFFFF"/>
        </w:rPr>
        <w:t>m</w:t>
      </w:r>
      <w:r w:rsidRPr="009257C9">
        <w:rPr>
          <w:rFonts w:ascii="Artifakt ElementOfc" w:hAnsi="Artifakt ElementOfc" w:cs="Artifakt ElementOfc"/>
          <w:bCs/>
          <w:color w:val="000000"/>
          <w:shd w:val="clear" w:color="auto" w:fill="FFFFFF"/>
        </w:rPr>
        <w:t>inutes</w:t>
      </w:r>
    </w:p>
    <w:p w14:paraId="070273E8" w14:textId="77777777" w:rsidR="006A2034" w:rsidRPr="009257C9" w:rsidRDefault="006A2034" w:rsidP="006A2034">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9257C9">
        <w:rPr>
          <w:rFonts w:ascii="Artifakt ElementOfc" w:hAnsi="Artifakt ElementOfc" w:cs="Artifakt ElementOfc"/>
        </w:rPr>
        <w:t>Create a sketch.</w:t>
      </w:r>
    </w:p>
    <w:p w14:paraId="042532EC" w14:textId="77777777" w:rsidR="006A2034" w:rsidRPr="009257C9" w:rsidRDefault="006A2034" w:rsidP="006A2034">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9257C9">
        <w:rPr>
          <w:rFonts w:ascii="Artifakt ElementOfc" w:hAnsi="Artifakt ElementOfc" w:cs="Artifakt ElementOfc"/>
        </w:rPr>
        <w:t>Define a sketch with dimensions and constraints.</w:t>
      </w:r>
    </w:p>
    <w:p w14:paraId="221F3E96" w14:textId="77777777" w:rsidR="006A2034" w:rsidRPr="009257C9" w:rsidRDefault="006A2034" w:rsidP="006A2034">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9257C9">
        <w:rPr>
          <w:rFonts w:ascii="Artifakt ElementOfc" w:hAnsi="Artifakt ElementOfc" w:cs="Artifakt ElementOfc"/>
        </w:rPr>
        <w:t>Create an extruded solid.</w:t>
      </w:r>
    </w:p>
    <w:p w14:paraId="23B0B279" w14:textId="77777777" w:rsidR="006A2034" w:rsidRPr="009257C9" w:rsidRDefault="006A2034" w:rsidP="006A2034">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9257C9">
        <w:rPr>
          <w:rFonts w:ascii="Artifakt ElementOfc" w:hAnsi="Artifakt ElementOfc" w:cs="Artifakt ElementOfc"/>
        </w:rPr>
        <w:t>Create a revolved solid.</w:t>
      </w:r>
    </w:p>
    <w:p w14:paraId="23014676" w14:textId="59EFFDB8" w:rsidR="00B75117" w:rsidRPr="009257C9" w:rsidRDefault="00B75117" w:rsidP="00B75117">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Hands-on </w:t>
      </w:r>
      <w:r w:rsidR="00C9634A" w:rsidRPr="009257C9">
        <w:rPr>
          <w:rFonts w:ascii="Artifakt ElementOfc" w:hAnsi="Artifakt ElementOfc" w:cs="Artifakt ElementOfc"/>
          <w:b/>
          <w:color w:val="000000"/>
          <w:shd w:val="clear" w:color="auto" w:fill="FFFFFF"/>
        </w:rPr>
        <w:t>t</w:t>
      </w:r>
      <w:r w:rsidRPr="009257C9">
        <w:rPr>
          <w:rFonts w:ascii="Artifakt ElementOfc" w:hAnsi="Artifakt ElementOfc" w:cs="Artifakt ElementOfc"/>
          <w:b/>
          <w:color w:val="000000"/>
          <w:shd w:val="clear" w:color="auto" w:fill="FFFFFF"/>
        </w:rPr>
        <w:t xml:space="preserve">ime: </w:t>
      </w:r>
      <w:r w:rsidR="005F1277" w:rsidRPr="009257C9">
        <w:rPr>
          <w:rFonts w:ascii="Artifakt ElementOfc" w:hAnsi="Artifakt ElementOfc" w:cs="Artifakt ElementOfc"/>
          <w:bCs/>
          <w:color w:val="000000"/>
          <w:shd w:val="clear" w:color="auto" w:fill="FFFFFF"/>
        </w:rPr>
        <w:t>2</w:t>
      </w:r>
      <w:r w:rsidR="006A2034" w:rsidRPr="009257C9">
        <w:rPr>
          <w:rFonts w:ascii="Artifakt ElementOfc" w:hAnsi="Artifakt ElementOfc" w:cs="Artifakt ElementOfc"/>
          <w:bCs/>
          <w:color w:val="000000"/>
          <w:shd w:val="clear" w:color="auto" w:fill="FFFFFF"/>
        </w:rPr>
        <w:t>9</w:t>
      </w:r>
      <w:r w:rsidRPr="009257C9">
        <w:rPr>
          <w:rFonts w:ascii="Artifakt ElementOfc" w:hAnsi="Artifakt ElementOfc" w:cs="Artifakt ElementOfc"/>
          <w:bCs/>
          <w:color w:val="000000"/>
          <w:shd w:val="clear" w:color="auto" w:fill="FFFFFF"/>
        </w:rPr>
        <w:t xml:space="preserve"> </w:t>
      </w:r>
      <w:r w:rsidR="00C9634A" w:rsidRPr="009257C9">
        <w:rPr>
          <w:rFonts w:ascii="Artifakt ElementOfc" w:hAnsi="Artifakt ElementOfc" w:cs="Artifakt ElementOfc"/>
          <w:bCs/>
          <w:color w:val="000000"/>
          <w:shd w:val="clear" w:color="auto" w:fill="FFFFFF"/>
        </w:rPr>
        <w:t>m</w:t>
      </w:r>
      <w:r w:rsidRPr="009257C9">
        <w:rPr>
          <w:rFonts w:ascii="Artifakt ElementOfc" w:hAnsi="Artifakt ElementOfc" w:cs="Artifakt ElementOfc"/>
          <w:bCs/>
          <w:color w:val="000000"/>
          <w:shd w:val="clear" w:color="auto" w:fill="FFFFFF"/>
        </w:rPr>
        <w:t>inutes</w:t>
      </w:r>
    </w:p>
    <w:p w14:paraId="02F8F237" w14:textId="77777777" w:rsidR="000A207F" w:rsidRPr="009257C9" w:rsidRDefault="000A207F" w:rsidP="00B75117">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Review objectives: </w:t>
      </w:r>
      <w:r w:rsidRPr="009257C9">
        <w:rPr>
          <w:rFonts w:ascii="Artifakt ElementOfc" w:hAnsi="Artifakt ElementOfc" w:cs="Artifakt ElementOfc"/>
          <w:bCs/>
          <w:color w:val="000000"/>
          <w:shd w:val="clear" w:color="auto" w:fill="FFFFFF"/>
        </w:rPr>
        <w:t>2 minutes</w:t>
      </w:r>
    </w:p>
    <w:p w14:paraId="2370D730" w14:textId="77777777" w:rsidR="000A207F" w:rsidRPr="009257C9" w:rsidRDefault="000A207F" w:rsidP="000A207F">
      <w:pPr>
        <w:rPr>
          <w:rFonts w:ascii="Artifakt ElementOfc" w:hAnsi="Artifakt ElementOfc" w:cs="Artifakt ElementOfc"/>
          <w:b/>
          <w:color w:val="000000"/>
          <w:shd w:val="clear" w:color="auto" w:fill="FFFFFF"/>
        </w:rPr>
      </w:pPr>
    </w:p>
    <w:p w14:paraId="3AFC108D" w14:textId="77777777" w:rsidR="000A207F" w:rsidRPr="009257C9" w:rsidRDefault="000A207F" w:rsidP="000A207F">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Datasets:</w:t>
      </w:r>
    </w:p>
    <w:p w14:paraId="0347A615" w14:textId="77777777" w:rsidR="00CF4291" w:rsidRPr="009257C9" w:rsidRDefault="00CF4291" w:rsidP="006123BC">
      <w:pPr>
        <w:spacing w:after="0"/>
        <w:rPr>
          <w:rFonts w:ascii="Artifakt ElementOfc" w:hAnsi="Artifakt ElementOfc" w:cs="Artifakt ElementOfc"/>
          <w:shd w:val="clear" w:color="auto" w:fill="FFFFFF"/>
        </w:rPr>
      </w:pPr>
    </w:p>
    <w:p w14:paraId="218F9935" w14:textId="77777777" w:rsidR="006123BC" w:rsidRPr="009257C9" w:rsidRDefault="006123BC" w:rsidP="006123BC">
      <w:pPr>
        <w:spacing w:after="0"/>
        <w:rPr>
          <w:rFonts w:ascii="Artifakt ElementOfc" w:hAnsi="Artifakt ElementOfc" w:cs="Artifakt ElementOfc"/>
          <w:b/>
          <w:color w:val="000000"/>
          <w:shd w:val="clear" w:color="auto" w:fill="FFFFFF"/>
        </w:rPr>
      </w:pPr>
    </w:p>
    <w:p w14:paraId="424C14A5" w14:textId="77777777" w:rsidR="000A207F" w:rsidRPr="009257C9" w:rsidRDefault="000A207F" w:rsidP="000A207F">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Assignments</w:t>
      </w:r>
      <w:r w:rsidR="00A2608E" w:rsidRPr="009257C9">
        <w:rPr>
          <w:rFonts w:ascii="Artifakt ElementOfc" w:hAnsi="Artifakt ElementOfc" w:cs="Artifakt ElementOfc"/>
          <w:b/>
          <w:color w:val="000000"/>
          <w:shd w:val="clear" w:color="auto" w:fill="FFFFFF"/>
        </w:rPr>
        <w:t>:</w:t>
      </w:r>
    </w:p>
    <w:p w14:paraId="7BC0D7ED" w14:textId="2916CF49" w:rsidR="000A207F" w:rsidRPr="009257C9" w:rsidRDefault="000A207F" w:rsidP="000A207F">
      <w:pPr>
        <w:pStyle w:val="ListParagraph"/>
        <w:numPr>
          <w:ilvl w:val="0"/>
          <w:numId w:val="15"/>
        </w:num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Practice exercise: </w:t>
      </w:r>
      <w:r w:rsidR="00616087" w:rsidRPr="009257C9">
        <w:rPr>
          <w:rFonts w:ascii="Artifakt ElementOfc" w:hAnsi="Artifakt ElementOfc" w:cs="Artifakt ElementOfc"/>
          <w:bCs/>
          <w:color w:val="000000"/>
          <w:shd w:val="clear" w:color="auto" w:fill="FFFFFF"/>
        </w:rPr>
        <w:t>15</w:t>
      </w:r>
      <w:r w:rsidRPr="009257C9">
        <w:rPr>
          <w:rFonts w:ascii="Artifakt ElementOfc" w:hAnsi="Artifakt ElementOfc" w:cs="Artifakt ElementOfc"/>
          <w:bCs/>
          <w:color w:val="000000"/>
          <w:shd w:val="clear" w:color="auto" w:fill="FFFFFF"/>
        </w:rPr>
        <w:t xml:space="preserve"> minutes</w:t>
      </w:r>
    </w:p>
    <w:p w14:paraId="3028A512" w14:textId="6A0D7651" w:rsidR="000A207F" w:rsidRPr="009257C9" w:rsidRDefault="000A207F" w:rsidP="000A207F">
      <w:pPr>
        <w:pStyle w:val="ListParagraph"/>
        <w:numPr>
          <w:ilvl w:val="0"/>
          <w:numId w:val="15"/>
        </w:num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Challenge exercise: </w:t>
      </w:r>
      <w:r w:rsidR="00616087" w:rsidRPr="009257C9">
        <w:rPr>
          <w:rFonts w:ascii="Artifakt ElementOfc" w:hAnsi="Artifakt ElementOfc" w:cs="Artifakt ElementOfc"/>
          <w:bCs/>
          <w:color w:val="000000"/>
          <w:shd w:val="clear" w:color="auto" w:fill="FFFFFF"/>
        </w:rPr>
        <w:t>2</w:t>
      </w:r>
      <w:r w:rsidR="00482FA4" w:rsidRPr="009257C9">
        <w:rPr>
          <w:rFonts w:ascii="Artifakt ElementOfc" w:hAnsi="Artifakt ElementOfc" w:cs="Artifakt ElementOfc"/>
          <w:bCs/>
          <w:color w:val="000000"/>
          <w:shd w:val="clear" w:color="auto" w:fill="FFFFFF"/>
        </w:rPr>
        <w:t>0</w:t>
      </w:r>
      <w:r w:rsidRPr="009257C9">
        <w:rPr>
          <w:rFonts w:ascii="Artifakt ElementOfc" w:hAnsi="Artifakt ElementOfc" w:cs="Artifakt ElementOfc"/>
          <w:bCs/>
          <w:color w:val="000000"/>
          <w:shd w:val="clear" w:color="auto" w:fill="FFFFFF"/>
        </w:rPr>
        <w:t xml:space="preserve"> minutes</w:t>
      </w:r>
    </w:p>
    <w:p w14:paraId="7920F79B" w14:textId="77777777" w:rsidR="002F6F65" w:rsidRPr="009257C9" w:rsidRDefault="002F6F65" w:rsidP="002F6F65">
      <w:pPr>
        <w:pStyle w:val="ListParagraph"/>
        <w:numPr>
          <w:ilvl w:val="0"/>
          <w:numId w:val="15"/>
        </w:num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Module quiz: </w:t>
      </w:r>
      <w:r w:rsidRPr="009257C9">
        <w:rPr>
          <w:rFonts w:ascii="Artifakt ElementOfc" w:hAnsi="Artifakt ElementOfc" w:cs="Artifakt ElementOfc"/>
          <w:bCs/>
          <w:color w:val="000000"/>
          <w:shd w:val="clear" w:color="auto" w:fill="FFFFFF"/>
        </w:rPr>
        <w:t>15 minutes</w:t>
      </w:r>
    </w:p>
    <w:p w14:paraId="225174B0" w14:textId="40A1B5AA" w:rsidR="002F6F65" w:rsidRPr="009257C9" w:rsidRDefault="002F6F65" w:rsidP="00197900">
      <w:pPr>
        <w:rPr>
          <w:rFonts w:ascii="Artifakt ElementOfc" w:hAnsi="Artifakt ElementOfc" w:cs="Artifakt ElementOfc"/>
          <w:b/>
          <w:color w:val="000000"/>
          <w:shd w:val="clear" w:color="auto" w:fill="FFFFFF"/>
        </w:rPr>
        <w:sectPr w:rsidR="002F6F65" w:rsidRPr="009257C9" w:rsidSect="0089678B">
          <w:type w:val="continuous"/>
          <w:pgSz w:w="12240" w:h="15840"/>
          <w:pgMar w:top="720" w:right="720" w:bottom="720" w:left="720" w:header="720" w:footer="720" w:gutter="0"/>
          <w:cols w:num="2" w:space="720"/>
          <w:titlePg/>
          <w:docGrid w:linePitch="360"/>
        </w:sectPr>
      </w:pPr>
    </w:p>
    <w:p w14:paraId="10171EFA" w14:textId="77777777" w:rsidR="00B75117" w:rsidRPr="009257C9" w:rsidRDefault="00B75117" w:rsidP="0089678B">
      <w:pPr>
        <w:pBdr>
          <w:top w:val="single" w:sz="4" w:space="1" w:color="auto"/>
        </w:pBdr>
        <w:rPr>
          <w:rFonts w:ascii="Artifakt ElementOfc" w:hAnsi="Artifakt ElementOfc" w:cs="Artifakt ElementOfc"/>
          <w:b/>
          <w:color w:val="000000"/>
          <w:shd w:val="clear" w:color="auto" w:fill="FFFFFF"/>
        </w:rPr>
      </w:pPr>
    </w:p>
    <w:p w14:paraId="620C1B15" w14:textId="77777777" w:rsidR="00980658" w:rsidRPr="009257C9" w:rsidRDefault="00980658" w:rsidP="00B75117">
      <w:pPr>
        <w:rPr>
          <w:rFonts w:ascii="Artifakt ElementOfc" w:hAnsi="Artifakt ElementOfc" w:cs="Artifakt ElementOfc"/>
          <w:b/>
          <w:color w:val="000000"/>
          <w:shd w:val="clear" w:color="auto" w:fill="FFFFFF"/>
        </w:rPr>
        <w:sectPr w:rsidR="00980658" w:rsidRPr="009257C9" w:rsidSect="0084434D">
          <w:type w:val="continuous"/>
          <w:pgSz w:w="12240" w:h="15840"/>
          <w:pgMar w:top="720" w:right="720" w:bottom="720" w:left="720" w:header="720" w:footer="720" w:gutter="0"/>
          <w:cols w:space="720"/>
          <w:titlePg/>
          <w:docGrid w:linePitch="360"/>
        </w:sectPr>
      </w:pPr>
    </w:p>
    <w:p w14:paraId="0577F2AA" w14:textId="3CF5704C" w:rsidR="00B75117" w:rsidRPr="009257C9" w:rsidRDefault="00406428" w:rsidP="00B75117">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Create a </w:t>
      </w:r>
      <w:r w:rsidR="00747B57">
        <w:rPr>
          <w:rFonts w:ascii="Artifakt ElementOfc" w:hAnsi="Artifakt ElementOfc" w:cs="Artifakt ElementOfc"/>
          <w:b/>
          <w:color w:val="000000"/>
          <w:shd w:val="clear" w:color="auto" w:fill="FFFFFF"/>
        </w:rPr>
        <w:t>d</w:t>
      </w:r>
      <w:r w:rsidRPr="009257C9">
        <w:rPr>
          <w:rFonts w:ascii="Artifakt ElementOfc" w:hAnsi="Artifakt ElementOfc" w:cs="Artifakt ElementOfc"/>
          <w:b/>
          <w:color w:val="000000"/>
          <w:shd w:val="clear" w:color="auto" w:fill="FFFFFF"/>
        </w:rPr>
        <w:t xml:space="preserve">etailed </w:t>
      </w:r>
      <w:r w:rsidR="00747B57">
        <w:rPr>
          <w:rFonts w:ascii="Artifakt ElementOfc" w:hAnsi="Artifakt ElementOfc" w:cs="Artifakt ElementOfc"/>
          <w:b/>
          <w:color w:val="000000"/>
          <w:shd w:val="clear" w:color="auto" w:fill="FFFFFF"/>
        </w:rPr>
        <w:t>r</w:t>
      </w:r>
      <w:r w:rsidRPr="009257C9">
        <w:rPr>
          <w:rFonts w:ascii="Artifakt ElementOfc" w:hAnsi="Artifakt ElementOfc" w:cs="Artifakt ElementOfc"/>
          <w:b/>
          <w:color w:val="000000"/>
          <w:shd w:val="clear" w:color="auto" w:fill="FFFFFF"/>
        </w:rPr>
        <w:t xml:space="preserve">evolved </w:t>
      </w:r>
      <w:r w:rsidR="00747B57">
        <w:rPr>
          <w:rFonts w:ascii="Artifakt ElementOfc" w:hAnsi="Artifakt ElementOfc" w:cs="Artifakt ElementOfc"/>
          <w:b/>
          <w:color w:val="000000"/>
          <w:shd w:val="clear" w:color="auto" w:fill="FFFFFF"/>
        </w:rPr>
        <w:t>p</w:t>
      </w:r>
      <w:r w:rsidRPr="009257C9">
        <w:rPr>
          <w:rFonts w:ascii="Artifakt ElementOfc" w:hAnsi="Artifakt ElementOfc" w:cs="Artifakt ElementOfc"/>
          <w:b/>
          <w:color w:val="000000"/>
          <w:shd w:val="clear" w:color="auto" w:fill="FFFFFF"/>
        </w:rPr>
        <w:t>art</w:t>
      </w:r>
    </w:p>
    <w:p w14:paraId="65A504CD" w14:textId="3B0C48B9" w:rsidR="00B75117" w:rsidRPr="009257C9" w:rsidRDefault="00B75117" w:rsidP="00B75117">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Total </w:t>
      </w:r>
      <w:r w:rsidR="00C9634A" w:rsidRPr="009257C9">
        <w:rPr>
          <w:rFonts w:ascii="Artifakt ElementOfc" w:hAnsi="Artifakt ElementOfc" w:cs="Artifakt ElementOfc"/>
          <w:b/>
          <w:color w:val="000000"/>
          <w:shd w:val="clear" w:color="auto" w:fill="FFFFFF"/>
        </w:rPr>
        <w:t>t</w:t>
      </w:r>
      <w:r w:rsidRPr="009257C9">
        <w:rPr>
          <w:rFonts w:ascii="Artifakt ElementOfc" w:hAnsi="Artifakt ElementOfc" w:cs="Artifakt ElementOfc"/>
          <w:b/>
          <w:color w:val="000000"/>
          <w:shd w:val="clear" w:color="auto" w:fill="FFFFFF"/>
        </w:rPr>
        <w:t xml:space="preserve">ime </w:t>
      </w:r>
      <w:r w:rsidR="00C9634A" w:rsidRPr="009257C9">
        <w:rPr>
          <w:rFonts w:ascii="Artifakt ElementOfc" w:hAnsi="Artifakt ElementOfc" w:cs="Artifakt ElementOfc"/>
          <w:b/>
          <w:color w:val="000000"/>
          <w:shd w:val="clear" w:color="auto" w:fill="FFFFFF"/>
        </w:rPr>
        <w:t>r</w:t>
      </w:r>
      <w:r w:rsidRPr="009257C9">
        <w:rPr>
          <w:rFonts w:ascii="Artifakt ElementOfc" w:hAnsi="Artifakt ElementOfc" w:cs="Artifakt ElementOfc"/>
          <w:b/>
          <w:color w:val="000000"/>
          <w:shd w:val="clear" w:color="auto" w:fill="FFFFFF"/>
        </w:rPr>
        <w:t xml:space="preserve">equired: </w:t>
      </w:r>
      <w:r w:rsidR="00F60CAB" w:rsidRPr="009257C9">
        <w:rPr>
          <w:rFonts w:ascii="Artifakt ElementOfc" w:hAnsi="Artifakt ElementOfc" w:cs="Artifakt ElementOfc"/>
          <w:bCs/>
          <w:color w:val="000000"/>
          <w:shd w:val="clear" w:color="auto" w:fill="FFFFFF"/>
        </w:rPr>
        <w:t>90</w:t>
      </w:r>
      <w:r w:rsidRPr="009257C9">
        <w:rPr>
          <w:rFonts w:ascii="Artifakt ElementOfc" w:hAnsi="Artifakt ElementOfc" w:cs="Artifakt ElementOfc"/>
          <w:bCs/>
          <w:color w:val="000000"/>
          <w:shd w:val="clear" w:color="auto" w:fill="FFFFFF"/>
        </w:rPr>
        <w:t xml:space="preserve"> minutes</w:t>
      </w:r>
      <w:r w:rsidRPr="009257C9">
        <w:rPr>
          <w:rFonts w:ascii="Artifakt ElementOfc" w:hAnsi="Artifakt ElementOfc" w:cs="Artifakt ElementOfc"/>
          <w:bCs/>
          <w:color w:val="000000"/>
          <w:shd w:val="clear" w:color="auto" w:fill="FFFFFF"/>
          <w:lang w:val="en-CA"/>
        </w:rPr>
        <w:t xml:space="preserve"> </w:t>
      </w:r>
    </w:p>
    <w:p w14:paraId="06B60A49" w14:textId="77777777" w:rsidR="00B75117" w:rsidRPr="009257C9" w:rsidRDefault="00B75117" w:rsidP="00B75117">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Discuss </w:t>
      </w:r>
      <w:r w:rsidR="00C9634A" w:rsidRPr="009257C9">
        <w:rPr>
          <w:rFonts w:ascii="Artifakt ElementOfc" w:hAnsi="Artifakt ElementOfc" w:cs="Artifakt ElementOfc"/>
          <w:b/>
          <w:color w:val="000000"/>
          <w:shd w:val="clear" w:color="auto" w:fill="FFFFFF"/>
        </w:rPr>
        <w:t>o</w:t>
      </w:r>
      <w:r w:rsidRPr="009257C9">
        <w:rPr>
          <w:rFonts w:ascii="Artifakt ElementOfc" w:hAnsi="Artifakt ElementOfc" w:cs="Artifakt ElementOfc"/>
          <w:b/>
          <w:color w:val="000000"/>
          <w:shd w:val="clear" w:color="auto" w:fill="FFFFFF"/>
        </w:rPr>
        <w:t xml:space="preserve">bjectives: </w:t>
      </w:r>
      <w:r w:rsidRPr="009257C9">
        <w:rPr>
          <w:rFonts w:ascii="Artifakt ElementOfc" w:hAnsi="Artifakt ElementOfc" w:cs="Artifakt ElementOfc"/>
          <w:bCs/>
          <w:color w:val="000000"/>
          <w:shd w:val="clear" w:color="auto" w:fill="FFFFFF"/>
        </w:rPr>
        <w:t xml:space="preserve">3 </w:t>
      </w:r>
      <w:r w:rsidR="00C9634A" w:rsidRPr="009257C9">
        <w:rPr>
          <w:rFonts w:ascii="Artifakt ElementOfc" w:hAnsi="Artifakt ElementOfc" w:cs="Artifakt ElementOfc"/>
          <w:bCs/>
          <w:color w:val="000000"/>
          <w:shd w:val="clear" w:color="auto" w:fill="FFFFFF"/>
        </w:rPr>
        <w:t>m</w:t>
      </w:r>
      <w:r w:rsidRPr="009257C9">
        <w:rPr>
          <w:rFonts w:ascii="Artifakt ElementOfc" w:hAnsi="Artifakt ElementOfc" w:cs="Artifakt ElementOfc"/>
          <w:bCs/>
          <w:color w:val="000000"/>
          <w:shd w:val="clear" w:color="auto" w:fill="FFFFFF"/>
        </w:rPr>
        <w:t>inutes</w:t>
      </w:r>
    </w:p>
    <w:p w14:paraId="10B555E2" w14:textId="77777777" w:rsidR="00B75117" w:rsidRPr="009257C9" w:rsidRDefault="00B75117" w:rsidP="00B75117">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Demonstration: </w:t>
      </w:r>
      <w:r w:rsidRPr="009257C9">
        <w:rPr>
          <w:rFonts w:ascii="Artifakt ElementOfc" w:hAnsi="Artifakt ElementOfc" w:cs="Artifakt ElementOfc"/>
          <w:bCs/>
          <w:color w:val="000000"/>
          <w:shd w:val="clear" w:color="auto" w:fill="FFFFFF"/>
        </w:rPr>
        <w:t xml:space="preserve">15 </w:t>
      </w:r>
      <w:r w:rsidR="00C9634A" w:rsidRPr="009257C9">
        <w:rPr>
          <w:rFonts w:ascii="Artifakt ElementOfc" w:hAnsi="Artifakt ElementOfc" w:cs="Artifakt ElementOfc"/>
          <w:bCs/>
          <w:color w:val="000000"/>
          <w:shd w:val="clear" w:color="auto" w:fill="FFFFFF"/>
        </w:rPr>
        <w:t>m</w:t>
      </w:r>
      <w:r w:rsidRPr="009257C9">
        <w:rPr>
          <w:rFonts w:ascii="Artifakt ElementOfc" w:hAnsi="Artifakt ElementOfc" w:cs="Artifakt ElementOfc"/>
          <w:bCs/>
          <w:color w:val="000000"/>
          <w:shd w:val="clear" w:color="auto" w:fill="FFFFFF"/>
        </w:rPr>
        <w:t>inutes</w:t>
      </w:r>
    </w:p>
    <w:p w14:paraId="26B93F5D" w14:textId="77777777" w:rsidR="00406428" w:rsidRPr="009257C9" w:rsidRDefault="00406428" w:rsidP="00406428">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9257C9">
        <w:rPr>
          <w:rFonts w:ascii="Artifakt ElementOfc" w:hAnsi="Artifakt ElementOfc" w:cs="Artifakt ElementOfc"/>
        </w:rPr>
        <w:t>Create a detailed sketch.</w:t>
      </w:r>
    </w:p>
    <w:p w14:paraId="2BC0970C" w14:textId="77777777" w:rsidR="00406428" w:rsidRPr="009257C9" w:rsidRDefault="00406428" w:rsidP="00406428">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9257C9">
        <w:rPr>
          <w:rFonts w:ascii="Artifakt ElementOfc" w:hAnsi="Artifakt ElementOfc" w:cs="Artifakt ElementOfc"/>
        </w:rPr>
        <w:t>Apply dimensions and constraints.</w:t>
      </w:r>
    </w:p>
    <w:p w14:paraId="166F6D0C" w14:textId="77777777" w:rsidR="00406428" w:rsidRPr="009257C9" w:rsidRDefault="00406428" w:rsidP="00406428">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9257C9">
        <w:rPr>
          <w:rFonts w:ascii="Artifakt ElementOfc" w:hAnsi="Artifakt ElementOfc" w:cs="Artifakt ElementOfc"/>
        </w:rPr>
        <w:t>Create a revolve.</w:t>
      </w:r>
    </w:p>
    <w:p w14:paraId="4BB715FD" w14:textId="77777777" w:rsidR="00406428" w:rsidRPr="009257C9" w:rsidRDefault="00406428" w:rsidP="00406428">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9257C9">
        <w:rPr>
          <w:rFonts w:ascii="Artifakt ElementOfc" w:hAnsi="Artifakt ElementOfc" w:cs="Artifakt ElementOfc"/>
        </w:rPr>
        <w:t>Create modeled thread.</w:t>
      </w:r>
    </w:p>
    <w:p w14:paraId="1B35DD01" w14:textId="49D36054" w:rsidR="00DF372D" w:rsidRPr="009257C9" w:rsidRDefault="00406428" w:rsidP="00406428">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9257C9">
        <w:rPr>
          <w:rFonts w:ascii="Artifakt ElementOfc" w:hAnsi="Artifakt ElementOfc" w:cs="Artifakt ElementOfc"/>
        </w:rPr>
        <w:t>Apply a physical material</w:t>
      </w:r>
      <w:r w:rsidR="00DF372D" w:rsidRPr="009257C9">
        <w:rPr>
          <w:rFonts w:ascii="Artifakt ElementOfc" w:hAnsi="Artifakt ElementOfc" w:cs="Artifakt ElementOfc"/>
        </w:rPr>
        <w:t>.</w:t>
      </w:r>
    </w:p>
    <w:p w14:paraId="580E671B" w14:textId="524BC387" w:rsidR="00B75117" w:rsidRPr="009257C9" w:rsidRDefault="00B75117" w:rsidP="00B75117">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Hands-on </w:t>
      </w:r>
      <w:r w:rsidR="00C9634A" w:rsidRPr="009257C9">
        <w:rPr>
          <w:rFonts w:ascii="Artifakt ElementOfc" w:hAnsi="Artifakt ElementOfc" w:cs="Artifakt ElementOfc"/>
          <w:b/>
          <w:color w:val="000000"/>
          <w:shd w:val="clear" w:color="auto" w:fill="FFFFFF"/>
        </w:rPr>
        <w:t>t</w:t>
      </w:r>
      <w:r w:rsidRPr="009257C9">
        <w:rPr>
          <w:rFonts w:ascii="Artifakt ElementOfc" w:hAnsi="Artifakt ElementOfc" w:cs="Artifakt ElementOfc"/>
          <w:b/>
          <w:color w:val="000000"/>
          <w:shd w:val="clear" w:color="auto" w:fill="FFFFFF"/>
        </w:rPr>
        <w:t xml:space="preserve">ime: </w:t>
      </w:r>
      <w:r w:rsidR="00406428" w:rsidRPr="009257C9">
        <w:rPr>
          <w:rFonts w:ascii="Artifakt ElementOfc" w:hAnsi="Artifakt ElementOfc" w:cs="Artifakt ElementOfc"/>
          <w:bCs/>
          <w:color w:val="000000"/>
          <w:shd w:val="clear" w:color="auto" w:fill="FFFFFF"/>
        </w:rPr>
        <w:t>2</w:t>
      </w:r>
      <w:r w:rsidR="009D397B" w:rsidRPr="009257C9">
        <w:rPr>
          <w:rFonts w:ascii="Artifakt ElementOfc" w:hAnsi="Artifakt ElementOfc" w:cs="Artifakt ElementOfc"/>
          <w:bCs/>
          <w:color w:val="000000"/>
          <w:shd w:val="clear" w:color="auto" w:fill="FFFFFF"/>
        </w:rPr>
        <w:t>0</w:t>
      </w:r>
      <w:r w:rsidRPr="009257C9">
        <w:rPr>
          <w:rFonts w:ascii="Artifakt ElementOfc" w:hAnsi="Artifakt ElementOfc" w:cs="Artifakt ElementOfc"/>
          <w:bCs/>
          <w:color w:val="000000"/>
          <w:shd w:val="clear" w:color="auto" w:fill="FFFFFF"/>
        </w:rPr>
        <w:t xml:space="preserve"> </w:t>
      </w:r>
      <w:r w:rsidR="00C9634A" w:rsidRPr="009257C9">
        <w:rPr>
          <w:rFonts w:ascii="Artifakt ElementOfc" w:hAnsi="Artifakt ElementOfc" w:cs="Artifakt ElementOfc"/>
          <w:bCs/>
          <w:color w:val="000000"/>
          <w:shd w:val="clear" w:color="auto" w:fill="FFFFFF"/>
        </w:rPr>
        <w:t>m</w:t>
      </w:r>
      <w:r w:rsidRPr="009257C9">
        <w:rPr>
          <w:rFonts w:ascii="Artifakt ElementOfc" w:hAnsi="Artifakt ElementOfc" w:cs="Artifakt ElementOfc"/>
          <w:bCs/>
          <w:color w:val="000000"/>
          <w:shd w:val="clear" w:color="auto" w:fill="FFFFFF"/>
        </w:rPr>
        <w:t>inutes</w:t>
      </w:r>
    </w:p>
    <w:p w14:paraId="3B966E3F" w14:textId="77777777" w:rsidR="00B75117" w:rsidRPr="009257C9" w:rsidRDefault="00B75117" w:rsidP="00B75117">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Review </w:t>
      </w:r>
      <w:r w:rsidR="00C9634A" w:rsidRPr="009257C9">
        <w:rPr>
          <w:rFonts w:ascii="Artifakt ElementOfc" w:hAnsi="Artifakt ElementOfc" w:cs="Artifakt ElementOfc"/>
          <w:b/>
          <w:color w:val="000000"/>
          <w:shd w:val="clear" w:color="auto" w:fill="FFFFFF"/>
        </w:rPr>
        <w:t>o</w:t>
      </w:r>
      <w:r w:rsidRPr="009257C9">
        <w:rPr>
          <w:rFonts w:ascii="Artifakt ElementOfc" w:hAnsi="Artifakt ElementOfc" w:cs="Artifakt ElementOfc"/>
          <w:b/>
          <w:color w:val="000000"/>
          <w:shd w:val="clear" w:color="auto" w:fill="FFFFFF"/>
        </w:rPr>
        <w:t xml:space="preserve">bjectives: </w:t>
      </w:r>
      <w:r w:rsidRPr="009257C9">
        <w:rPr>
          <w:rFonts w:ascii="Artifakt ElementOfc" w:hAnsi="Artifakt ElementOfc" w:cs="Artifakt ElementOfc"/>
          <w:bCs/>
          <w:color w:val="000000"/>
          <w:shd w:val="clear" w:color="auto" w:fill="FFFFFF"/>
        </w:rPr>
        <w:t>2 minutes</w:t>
      </w:r>
    </w:p>
    <w:p w14:paraId="74D9EAAE" w14:textId="77777777" w:rsidR="00355831" w:rsidRPr="009257C9" w:rsidRDefault="00355831" w:rsidP="00980658">
      <w:pPr>
        <w:rPr>
          <w:rFonts w:ascii="Artifakt ElementOfc" w:hAnsi="Artifakt ElementOfc" w:cs="Artifakt ElementOfc"/>
          <w:b/>
          <w:color w:val="000000"/>
          <w:shd w:val="clear" w:color="auto" w:fill="FFFFFF"/>
        </w:rPr>
      </w:pPr>
    </w:p>
    <w:p w14:paraId="7D402690" w14:textId="77777777" w:rsidR="00355831" w:rsidRPr="009257C9" w:rsidRDefault="00355831" w:rsidP="00980658">
      <w:pPr>
        <w:rPr>
          <w:rFonts w:ascii="Artifakt ElementOfc" w:hAnsi="Artifakt ElementOfc" w:cs="Artifakt ElementOfc"/>
          <w:b/>
          <w:color w:val="000000"/>
          <w:shd w:val="clear" w:color="auto" w:fill="FFFFFF"/>
        </w:rPr>
      </w:pPr>
    </w:p>
    <w:p w14:paraId="27583949" w14:textId="77777777" w:rsidR="00355831" w:rsidRPr="009257C9" w:rsidRDefault="00355831" w:rsidP="00980658">
      <w:pPr>
        <w:rPr>
          <w:rFonts w:ascii="Artifakt ElementOfc" w:hAnsi="Artifakt ElementOfc" w:cs="Artifakt ElementOfc"/>
          <w:b/>
          <w:color w:val="000000"/>
          <w:shd w:val="clear" w:color="auto" w:fill="FFFFFF"/>
        </w:rPr>
      </w:pPr>
    </w:p>
    <w:p w14:paraId="15102EE5" w14:textId="4F73C4F8" w:rsidR="00980658" w:rsidRPr="009257C9" w:rsidRDefault="00980658" w:rsidP="00980658">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Datasets:</w:t>
      </w:r>
    </w:p>
    <w:p w14:paraId="61809468" w14:textId="77777777" w:rsidR="00406428" w:rsidRPr="009257C9" w:rsidRDefault="00406428" w:rsidP="00980658">
      <w:pPr>
        <w:rPr>
          <w:rFonts w:ascii="Artifakt ElementOfc" w:hAnsi="Artifakt ElementOfc" w:cs="Artifakt ElementOfc"/>
          <w:b/>
          <w:color w:val="000000"/>
          <w:shd w:val="clear" w:color="auto" w:fill="FFFFFF"/>
        </w:rPr>
      </w:pPr>
    </w:p>
    <w:p w14:paraId="359BB4BE" w14:textId="77777777" w:rsidR="00406428" w:rsidRPr="009257C9" w:rsidRDefault="00406428" w:rsidP="00980658">
      <w:pPr>
        <w:rPr>
          <w:rFonts w:ascii="Artifakt ElementOfc" w:hAnsi="Artifakt ElementOfc" w:cs="Artifakt ElementOfc"/>
          <w:b/>
          <w:color w:val="000000"/>
          <w:shd w:val="clear" w:color="auto" w:fill="FFFFFF"/>
        </w:rPr>
      </w:pPr>
    </w:p>
    <w:p w14:paraId="175BC2BB" w14:textId="3065347F" w:rsidR="00980658" w:rsidRPr="009257C9" w:rsidRDefault="00980658" w:rsidP="00980658">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Assignments</w:t>
      </w:r>
      <w:r w:rsidR="00A2608E" w:rsidRPr="009257C9">
        <w:rPr>
          <w:rFonts w:ascii="Artifakt ElementOfc" w:hAnsi="Artifakt ElementOfc" w:cs="Artifakt ElementOfc"/>
          <w:b/>
          <w:color w:val="000000"/>
          <w:shd w:val="clear" w:color="auto" w:fill="FFFFFF"/>
        </w:rPr>
        <w:t>:</w:t>
      </w:r>
    </w:p>
    <w:p w14:paraId="364A458B" w14:textId="5B49AA58" w:rsidR="00980658" w:rsidRPr="009257C9" w:rsidRDefault="00980658" w:rsidP="00980658">
      <w:pPr>
        <w:pStyle w:val="ListParagraph"/>
        <w:numPr>
          <w:ilvl w:val="0"/>
          <w:numId w:val="15"/>
        </w:num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Practice exercise: </w:t>
      </w:r>
      <w:r w:rsidR="00F60CAB" w:rsidRPr="009257C9">
        <w:rPr>
          <w:rFonts w:ascii="Artifakt ElementOfc" w:hAnsi="Artifakt ElementOfc" w:cs="Artifakt ElementOfc"/>
          <w:bCs/>
          <w:color w:val="000000"/>
          <w:shd w:val="clear" w:color="auto" w:fill="FFFFFF"/>
        </w:rPr>
        <w:t>15</w:t>
      </w:r>
      <w:r w:rsidRPr="009257C9">
        <w:rPr>
          <w:rFonts w:ascii="Artifakt ElementOfc" w:hAnsi="Artifakt ElementOfc" w:cs="Artifakt ElementOfc"/>
          <w:bCs/>
          <w:color w:val="000000"/>
          <w:shd w:val="clear" w:color="auto" w:fill="FFFFFF"/>
        </w:rPr>
        <w:t xml:space="preserve"> minutes</w:t>
      </w:r>
    </w:p>
    <w:p w14:paraId="513BAEB2" w14:textId="35CB5BD2" w:rsidR="00B971A1" w:rsidRPr="009257C9" w:rsidRDefault="00980658" w:rsidP="00B971A1">
      <w:pPr>
        <w:pStyle w:val="ListParagraph"/>
        <w:numPr>
          <w:ilvl w:val="0"/>
          <w:numId w:val="15"/>
        </w:num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Challenge exercise: </w:t>
      </w:r>
      <w:r w:rsidR="00F60CAB" w:rsidRPr="009257C9">
        <w:rPr>
          <w:rFonts w:ascii="Artifakt ElementOfc" w:hAnsi="Artifakt ElementOfc" w:cs="Artifakt ElementOfc"/>
          <w:bCs/>
          <w:color w:val="000000"/>
          <w:shd w:val="clear" w:color="auto" w:fill="FFFFFF"/>
        </w:rPr>
        <w:t>2</w:t>
      </w:r>
      <w:r w:rsidR="0077357F" w:rsidRPr="009257C9">
        <w:rPr>
          <w:rFonts w:ascii="Artifakt ElementOfc" w:hAnsi="Artifakt ElementOfc" w:cs="Artifakt ElementOfc"/>
          <w:bCs/>
          <w:color w:val="000000"/>
          <w:shd w:val="clear" w:color="auto" w:fill="FFFFFF"/>
        </w:rPr>
        <w:t>0</w:t>
      </w:r>
      <w:r w:rsidRPr="009257C9">
        <w:rPr>
          <w:rFonts w:ascii="Artifakt ElementOfc" w:hAnsi="Artifakt ElementOfc" w:cs="Artifakt ElementOfc"/>
          <w:bCs/>
          <w:color w:val="000000"/>
          <w:shd w:val="clear" w:color="auto" w:fill="FFFFFF"/>
        </w:rPr>
        <w:t xml:space="preserve"> minute</w:t>
      </w:r>
      <w:r w:rsidR="0068003F" w:rsidRPr="009257C9">
        <w:rPr>
          <w:rFonts w:ascii="Artifakt ElementOfc" w:hAnsi="Artifakt ElementOfc" w:cs="Artifakt ElementOfc"/>
          <w:bCs/>
          <w:color w:val="000000"/>
          <w:shd w:val="clear" w:color="auto" w:fill="FFFFFF"/>
        </w:rPr>
        <w:t>s</w:t>
      </w:r>
    </w:p>
    <w:p w14:paraId="550FB842" w14:textId="77777777" w:rsidR="00B971A1" w:rsidRPr="009257C9" w:rsidRDefault="00B971A1" w:rsidP="00B971A1">
      <w:pPr>
        <w:pStyle w:val="ListParagraph"/>
        <w:numPr>
          <w:ilvl w:val="0"/>
          <w:numId w:val="15"/>
        </w:num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Module quiz: </w:t>
      </w:r>
      <w:r w:rsidRPr="009257C9">
        <w:rPr>
          <w:rFonts w:ascii="Artifakt ElementOfc" w:hAnsi="Artifakt ElementOfc" w:cs="Artifakt ElementOfc"/>
          <w:bCs/>
          <w:color w:val="000000"/>
          <w:shd w:val="clear" w:color="auto" w:fill="FFFFFF"/>
        </w:rPr>
        <w:t>15 minutes</w:t>
      </w:r>
    </w:p>
    <w:p w14:paraId="5A5AB585" w14:textId="324D0EC0" w:rsidR="00B971A1" w:rsidRPr="009257C9" w:rsidRDefault="00B971A1" w:rsidP="00B971A1">
      <w:pPr>
        <w:rPr>
          <w:rFonts w:ascii="Artifakt ElementOfc" w:hAnsi="Artifakt ElementOfc" w:cs="Artifakt ElementOfc"/>
          <w:b/>
          <w:color w:val="000000"/>
          <w:shd w:val="clear" w:color="auto" w:fill="FFFFFF"/>
        </w:rPr>
        <w:sectPr w:rsidR="00B971A1" w:rsidRPr="009257C9" w:rsidSect="0089678B">
          <w:type w:val="continuous"/>
          <w:pgSz w:w="12240" w:h="15840"/>
          <w:pgMar w:top="720" w:right="720" w:bottom="720" w:left="720" w:header="720" w:footer="720" w:gutter="0"/>
          <w:cols w:num="2" w:space="720"/>
          <w:titlePg/>
          <w:docGrid w:linePitch="360"/>
        </w:sectPr>
      </w:pPr>
    </w:p>
    <w:p w14:paraId="74E7C310" w14:textId="77777777" w:rsidR="006532F5" w:rsidRPr="009257C9" w:rsidRDefault="006532F5" w:rsidP="006532F5">
      <w:pPr>
        <w:rPr>
          <w:rFonts w:ascii="Artifakt ElementOfc" w:hAnsi="Artifakt ElementOfc" w:cs="Artifakt ElementOfc"/>
          <w:bCs/>
          <w:color w:val="000000"/>
          <w:shd w:val="clear" w:color="auto" w:fill="FFFFFF"/>
        </w:rPr>
      </w:pPr>
    </w:p>
    <w:p w14:paraId="734D477F" w14:textId="77777777" w:rsidR="00AC5767" w:rsidRPr="009257C9" w:rsidRDefault="00AC5767" w:rsidP="006532F5">
      <w:pPr>
        <w:rPr>
          <w:rFonts w:ascii="Artifakt ElementOfc" w:hAnsi="Artifakt ElementOfc" w:cs="Artifakt ElementOfc"/>
          <w:bCs/>
          <w:color w:val="000000"/>
          <w:shd w:val="clear" w:color="auto" w:fill="FFFFFF"/>
        </w:rPr>
      </w:pPr>
    </w:p>
    <w:p w14:paraId="233BC4DB" w14:textId="77777777" w:rsidR="00AC5767" w:rsidRPr="009257C9" w:rsidRDefault="00AC5767" w:rsidP="006532F5">
      <w:pPr>
        <w:rPr>
          <w:rFonts w:ascii="Artifakt ElementOfc" w:hAnsi="Artifakt ElementOfc" w:cs="Artifakt ElementOfc"/>
          <w:bCs/>
          <w:color w:val="000000"/>
          <w:shd w:val="clear" w:color="auto" w:fill="FFFFFF"/>
        </w:rPr>
      </w:pPr>
    </w:p>
    <w:p w14:paraId="3C8AA72D" w14:textId="77777777" w:rsidR="00AC5767" w:rsidRPr="009257C9" w:rsidRDefault="00AC5767" w:rsidP="006532F5">
      <w:pPr>
        <w:rPr>
          <w:rFonts w:ascii="Artifakt ElementOfc" w:hAnsi="Artifakt ElementOfc" w:cs="Artifakt ElementOfc"/>
          <w:bCs/>
          <w:color w:val="000000"/>
          <w:shd w:val="clear" w:color="auto" w:fill="FFFFFF"/>
        </w:rPr>
      </w:pPr>
    </w:p>
    <w:p w14:paraId="0B431DB9" w14:textId="77777777" w:rsidR="00B75117" w:rsidRPr="009257C9" w:rsidRDefault="00B75117" w:rsidP="0089678B">
      <w:pPr>
        <w:pBdr>
          <w:top w:val="single" w:sz="4" w:space="1" w:color="auto"/>
        </w:pBdr>
        <w:rPr>
          <w:rFonts w:ascii="Artifakt ElementOfc" w:hAnsi="Artifakt ElementOfc" w:cs="Artifakt ElementOfc"/>
          <w:b/>
          <w:color w:val="000000"/>
          <w:shd w:val="clear" w:color="auto" w:fill="FFFFFF"/>
        </w:rPr>
      </w:pPr>
    </w:p>
    <w:p w14:paraId="28D7E892" w14:textId="77777777" w:rsidR="00980658" w:rsidRPr="009257C9" w:rsidRDefault="00980658" w:rsidP="00B75117">
      <w:pPr>
        <w:rPr>
          <w:rFonts w:ascii="Artifakt ElementOfc" w:hAnsi="Artifakt ElementOfc" w:cs="Artifakt ElementOfc"/>
          <w:b/>
          <w:color w:val="000000"/>
          <w:shd w:val="clear" w:color="auto" w:fill="FFFFFF"/>
        </w:rPr>
        <w:sectPr w:rsidR="00980658" w:rsidRPr="009257C9" w:rsidSect="0084434D">
          <w:type w:val="continuous"/>
          <w:pgSz w:w="12240" w:h="15840"/>
          <w:pgMar w:top="720" w:right="720" w:bottom="720" w:left="720" w:header="720" w:footer="720" w:gutter="0"/>
          <w:cols w:space="720"/>
          <w:titlePg/>
          <w:docGrid w:linePitch="360"/>
        </w:sectPr>
      </w:pPr>
    </w:p>
    <w:p w14:paraId="7E0202E0" w14:textId="43B4C7FC" w:rsidR="00B75117" w:rsidRPr="009257C9" w:rsidRDefault="00F60CAB" w:rsidP="00B75117">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lastRenderedPageBreak/>
        <w:t xml:space="preserve">Create and </w:t>
      </w:r>
      <w:r w:rsidR="00747B57">
        <w:rPr>
          <w:rFonts w:ascii="Artifakt ElementOfc" w:hAnsi="Artifakt ElementOfc" w:cs="Artifakt ElementOfc"/>
          <w:b/>
          <w:color w:val="000000"/>
          <w:shd w:val="clear" w:color="auto" w:fill="FFFFFF"/>
        </w:rPr>
        <w:t>m</w:t>
      </w:r>
      <w:r w:rsidRPr="009257C9">
        <w:rPr>
          <w:rFonts w:ascii="Artifakt ElementOfc" w:hAnsi="Artifakt ElementOfc" w:cs="Artifakt ElementOfc"/>
          <w:b/>
          <w:color w:val="000000"/>
          <w:shd w:val="clear" w:color="auto" w:fill="FFFFFF"/>
        </w:rPr>
        <w:t xml:space="preserve">odify a </w:t>
      </w:r>
      <w:r w:rsidR="00747B57">
        <w:rPr>
          <w:rFonts w:ascii="Artifakt ElementOfc" w:hAnsi="Artifakt ElementOfc" w:cs="Artifakt ElementOfc"/>
          <w:b/>
          <w:color w:val="000000"/>
          <w:shd w:val="clear" w:color="auto" w:fill="FFFFFF"/>
        </w:rPr>
        <w:t>c</w:t>
      </w:r>
      <w:r w:rsidRPr="009257C9">
        <w:rPr>
          <w:rFonts w:ascii="Artifakt ElementOfc" w:hAnsi="Artifakt ElementOfc" w:cs="Artifakt ElementOfc"/>
          <w:b/>
          <w:color w:val="000000"/>
          <w:shd w:val="clear" w:color="auto" w:fill="FFFFFF"/>
        </w:rPr>
        <w:t xml:space="preserve">omplex </w:t>
      </w:r>
      <w:r w:rsidR="00747B57">
        <w:rPr>
          <w:rFonts w:ascii="Artifakt ElementOfc" w:hAnsi="Artifakt ElementOfc" w:cs="Artifakt ElementOfc"/>
          <w:b/>
          <w:color w:val="000000"/>
          <w:shd w:val="clear" w:color="auto" w:fill="FFFFFF"/>
        </w:rPr>
        <w:t>p</w:t>
      </w:r>
      <w:r w:rsidRPr="009257C9">
        <w:rPr>
          <w:rFonts w:ascii="Artifakt ElementOfc" w:hAnsi="Artifakt ElementOfc" w:cs="Artifakt ElementOfc"/>
          <w:b/>
          <w:color w:val="000000"/>
          <w:shd w:val="clear" w:color="auto" w:fill="FFFFFF"/>
        </w:rPr>
        <w:t>art</w:t>
      </w:r>
    </w:p>
    <w:p w14:paraId="2E354369" w14:textId="09DB01AE" w:rsidR="00B75117" w:rsidRPr="009257C9" w:rsidRDefault="00B75117" w:rsidP="00B75117">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Total </w:t>
      </w:r>
      <w:r w:rsidR="00C9634A" w:rsidRPr="009257C9">
        <w:rPr>
          <w:rFonts w:ascii="Artifakt ElementOfc" w:hAnsi="Artifakt ElementOfc" w:cs="Artifakt ElementOfc"/>
          <w:b/>
          <w:color w:val="000000"/>
          <w:shd w:val="clear" w:color="auto" w:fill="FFFFFF"/>
        </w:rPr>
        <w:t>t</w:t>
      </w:r>
      <w:r w:rsidRPr="009257C9">
        <w:rPr>
          <w:rFonts w:ascii="Artifakt ElementOfc" w:hAnsi="Artifakt ElementOfc" w:cs="Artifakt ElementOfc"/>
          <w:b/>
          <w:color w:val="000000"/>
          <w:shd w:val="clear" w:color="auto" w:fill="FFFFFF"/>
        </w:rPr>
        <w:t xml:space="preserve">ime </w:t>
      </w:r>
      <w:r w:rsidR="00C9634A" w:rsidRPr="009257C9">
        <w:rPr>
          <w:rFonts w:ascii="Artifakt ElementOfc" w:hAnsi="Artifakt ElementOfc" w:cs="Artifakt ElementOfc"/>
          <w:b/>
          <w:color w:val="000000"/>
          <w:shd w:val="clear" w:color="auto" w:fill="FFFFFF"/>
        </w:rPr>
        <w:t>r</w:t>
      </w:r>
      <w:r w:rsidRPr="009257C9">
        <w:rPr>
          <w:rFonts w:ascii="Artifakt ElementOfc" w:hAnsi="Artifakt ElementOfc" w:cs="Artifakt ElementOfc"/>
          <w:b/>
          <w:color w:val="000000"/>
          <w:shd w:val="clear" w:color="auto" w:fill="FFFFFF"/>
        </w:rPr>
        <w:t xml:space="preserve">equired: </w:t>
      </w:r>
      <w:r w:rsidR="00B21AA6" w:rsidRPr="009257C9">
        <w:rPr>
          <w:rFonts w:ascii="Artifakt ElementOfc" w:hAnsi="Artifakt ElementOfc" w:cs="Artifakt ElementOfc"/>
          <w:bCs/>
          <w:color w:val="000000"/>
          <w:shd w:val="clear" w:color="auto" w:fill="FFFFFF"/>
        </w:rPr>
        <w:t>1</w:t>
      </w:r>
      <w:r w:rsidR="007838D3" w:rsidRPr="009257C9">
        <w:rPr>
          <w:rFonts w:ascii="Artifakt ElementOfc" w:hAnsi="Artifakt ElementOfc" w:cs="Artifakt ElementOfc"/>
          <w:bCs/>
          <w:color w:val="000000"/>
          <w:shd w:val="clear" w:color="auto" w:fill="FFFFFF"/>
        </w:rPr>
        <w:t>43</w:t>
      </w:r>
      <w:r w:rsidRPr="009257C9">
        <w:rPr>
          <w:rFonts w:ascii="Artifakt ElementOfc" w:hAnsi="Artifakt ElementOfc" w:cs="Artifakt ElementOfc"/>
          <w:bCs/>
          <w:color w:val="000000"/>
          <w:shd w:val="clear" w:color="auto" w:fill="FFFFFF"/>
        </w:rPr>
        <w:t xml:space="preserve"> minutes</w:t>
      </w:r>
    </w:p>
    <w:p w14:paraId="4C67ECAF" w14:textId="77777777" w:rsidR="00B75117" w:rsidRPr="009257C9" w:rsidRDefault="00B75117" w:rsidP="00B75117">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Discuss </w:t>
      </w:r>
      <w:r w:rsidR="00C9634A" w:rsidRPr="009257C9">
        <w:rPr>
          <w:rFonts w:ascii="Artifakt ElementOfc" w:hAnsi="Artifakt ElementOfc" w:cs="Artifakt ElementOfc"/>
          <w:b/>
          <w:color w:val="000000"/>
          <w:shd w:val="clear" w:color="auto" w:fill="FFFFFF"/>
        </w:rPr>
        <w:t>o</w:t>
      </w:r>
      <w:r w:rsidRPr="009257C9">
        <w:rPr>
          <w:rFonts w:ascii="Artifakt ElementOfc" w:hAnsi="Artifakt ElementOfc" w:cs="Artifakt ElementOfc"/>
          <w:b/>
          <w:color w:val="000000"/>
          <w:shd w:val="clear" w:color="auto" w:fill="FFFFFF"/>
        </w:rPr>
        <w:t xml:space="preserve">bjectives: </w:t>
      </w:r>
      <w:r w:rsidRPr="009257C9">
        <w:rPr>
          <w:rFonts w:ascii="Artifakt ElementOfc" w:hAnsi="Artifakt ElementOfc" w:cs="Artifakt ElementOfc"/>
          <w:bCs/>
          <w:color w:val="000000"/>
          <w:shd w:val="clear" w:color="auto" w:fill="FFFFFF"/>
        </w:rPr>
        <w:t xml:space="preserve">3 </w:t>
      </w:r>
      <w:r w:rsidR="00C9634A" w:rsidRPr="009257C9">
        <w:rPr>
          <w:rFonts w:ascii="Artifakt ElementOfc" w:hAnsi="Artifakt ElementOfc" w:cs="Artifakt ElementOfc"/>
          <w:bCs/>
          <w:color w:val="000000"/>
          <w:shd w:val="clear" w:color="auto" w:fill="FFFFFF"/>
        </w:rPr>
        <w:t>m</w:t>
      </w:r>
      <w:r w:rsidRPr="009257C9">
        <w:rPr>
          <w:rFonts w:ascii="Artifakt ElementOfc" w:hAnsi="Artifakt ElementOfc" w:cs="Artifakt ElementOfc"/>
          <w:bCs/>
          <w:color w:val="000000"/>
          <w:shd w:val="clear" w:color="auto" w:fill="FFFFFF"/>
        </w:rPr>
        <w:t>inutes</w:t>
      </w:r>
    </w:p>
    <w:p w14:paraId="49EFD1BC" w14:textId="77777777" w:rsidR="00B75117" w:rsidRPr="009257C9" w:rsidRDefault="00B75117" w:rsidP="00B75117">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Demonstration: </w:t>
      </w:r>
      <w:r w:rsidRPr="009257C9">
        <w:rPr>
          <w:rFonts w:ascii="Artifakt ElementOfc" w:hAnsi="Artifakt ElementOfc" w:cs="Artifakt ElementOfc"/>
          <w:bCs/>
          <w:color w:val="000000"/>
          <w:shd w:val="clear" w:color="auto" w:fill="FFFFFF"/>
        </w:rPr>
        <w:t xml:space="preserve">15 </w:t>
      </w:r>
      <w:r w:rsidR="00C9634A" w:rsidRPr="009257C9">
        <w:rPr>
          <w:rFonts w:ascii="Artifakt ElementOfc" w:hAnsi="Artifakt ElementOfc" w:cs="Artifakt ElementOfc"/>
          <w:bCs/>
          <w:color w:val="000000"/>
          <w:shd w:val="clear" w:color="auto" w:fill="FFFFFF"/>
        </w:rPr>
        <w:t>m</w:t>
      </w:r>
      <w:r w:rsidRPr="009257C9">
        <w:rPr>
          <w:rFonts w:ascii="Artifakt ElementOfc" w:hAnsi="Artifakt ElementOfc" w:cs="Artifakt ElementOfc"/>
          <w:bCs/>
          <w:color w:val="000000"/>
          <w:shd w:val="clear" w:color="auto" w:fill="FFFFFF"/>
        </w:rPr>
        <w:t>inutes</w:t>
      </w:r>
      <w:r w:rsidRPr="009257C9">
        <w:rPr>
          <w:rFonts w:ascii="Artifakt ElementOfc" w:hAnsi="Artifakt ElementOfc" w:cs="Artifakt ElementOfc"/>
          <w:b/>
          <w:color w:val="000000"/>
          <w:shd w:val="clear" w:color="auto" w:fill="FFFFFF"/>
          <w:lang w:val="en-CA"/>
        </w:rPr>
        <w:t xml:space="preserve"> </w:t>
      </w:r>
    </w:p>
    <w:p w14:paraId="44BC0DD6" w14:textId="77777777" w:rsidR="00550988" w:rsidRPr="009257C9" w:rsidRDefault="00550988" w:rsidP="00550988">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9257C9">
        <w:rPr>
          <w:rFonts w:ascii="Artifakt ElementOfc" w:hAnsi="Artifakt ElementOfc" w:cs="Artifakt ElementOfc"/>
        </w:rPr>
        <w:t>Create a fully defined sketch.</w:t>
      </w:r>
    </w:p>
    <w:p w14:paraId="7D6B942B" w14:textId="77777777" w:rsidR="00550988" w:rsidRPr="009257C9" w:rsidRDefault="00550988" w:rsidP="00550988">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9257C9">
        <w:rPr>
          <w:rFonts w:ascii="Artifakt ElementOfc" w:hAnsi="Artifakt ElementOfc" w:cs="Artifakt ElementOfc"/>
        </w:rPr>
        <w:t>Create an extrude cut with taper.</w:t>
      </w:r>
    </w:p>
    <w:p w14:paraId="23203620" w14:textId="77777777" w:rsidR="00550988" w:rsidRPr="009257C9" w:rsidRDefault="00550988" w:rsidP="00550988">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9257C9">
        <w:rPr>
          <w:rFonts w:ascii="Artifakt ElementOfc" w:hAnsi="Artifakt ElementOfc" w:cs="Artifakt ElementOfc"/>
        </w:rPr>
        <w:t>Mirror sketches and features.</w:t>
      </w:r>
    </w:p>
    <w:p w14:paraId="25C930E2" w14:textId="77777777" w:rsidR="00550988" w:rsidRPr="009257C9" w:rsidRDefault="00550988" w:rsidP="00550988">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9257C9">
        <w:rPr>
          <w:rFonts w:ascii="Artifakt ElementOfc" w:hAnsi="Artifakt ElementOfc" w:cs="Artifakt ElementOfc"/>
        </w:rPr>
        <w:t>Use the hole tool.</w:t>
      </w:r>
    </w:p>
    <w:p w14:paraId="32651DFA" w14:textId="77777777" w:rsidR="00550988" w:rsidRPr="009257C9" w:rsidRDefault="00550988" w:rsidP="00550988">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9257C9">
        <w:rPr>
          <w:rFonts w:ascii="Artifakt ElementOfc" w:hAnsi="Artifakt ElementOfc" w:cs="Artifakt ElementOfc"/>
        </w:rPr>
        <w:t>Create a revolved cut.</w:t>
      </w:r>
    </w:p>
    <w:p w14:paraId="6C3BCB6C" w14:textId="77777777" w:rsidR="00550988" w:rsidRPr="009257C9" w:rsidRDefault="00550988" w:rsidP="00550988">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9257C9">
        <w:rPr>
          <w:rFonts w:ascii="Artifakt ElementOfc" w:hAnsi="Artifakt ElementOfc" w:cs="Artifakt ElementOfc"/>
        </w:rPr>
        <w:t>Apply a physical material and appearance.</w:t>
      </w:r>
    </w:p>
    <w:p w14:paraId="151EEC64" w14:textId="2C0A53D7" w:rsidR="00B75117" w:rsidRPr="009257C9" w:rsidRDefault="00B75117" w:rsidP="00B75117">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Hands-on </w:t>
      </w:r>
      <w:r w:rsidR="00A2608E" w:rsidRPr="009257C9">
        <w:rPr>
          <w:rFonts w:ascii="Artifakt ElementOfc" w:hAnsi="Artifakt ElementOfc" w:cs="Artifakt ElementOfc"/>
          <w:b/>
          <w:color w:val="000000"/>
          <w:shd w:val="clear" w:color="auto" w:fill="FFFFFF"/>
        </w:rPr>
        <w:t>t</w:t>
      </w:r>
      <w:r w:rsidRPr="009257C9">
        <w:rPr>
          <w:rFonts w:ascii="Artifakt ElementOfc" w:hAnsi="Artifakt ElementOfc" w:cs="Artifakt ElementOfc"/>
          <w:b/>
          <w:color w:val="000000"/>
          <w:shd w:val="clear" w:color="auto" w:fill="FFFFFF"/>
        </w:rPr>
        <w:t>ime:</w:t>
      </w:r>
      <w:r w:rsidR="007D2E08" w:rsidRPr="009257C9">
        <w:rPr>
          <w:rFonts w:ascii="Artifakt ElementOfc" w:hAnsi="Artifakt ElementOfc" w:cs="Artifakt ElementOfc"/>
          <w:b/>
          <w:color w:val="000000"/>
          <w:shd w:val="clear" w:color="auto" w:fill="FFFFFF"/>
        </w:rPr>
        <w:t xml:space="preserve"> </w:t>
      </w:r>
      <w:r w:rsidR="004E7EA8" w:rsidRPr="009257C9">
        <w:rPr>
          <w:rFonts w:ascii="Artifakt ElementOfc" w:hAnsi="Artifakt ElementOfc" w:cs="Artifakt ElementOfc"/>
          <w:bCs/>
          <w:color w:val="000000"/>
          <w:shd w:val="clear" w:color="auto" w:fill="FFFFFF"/>
        </w:rPr>
        <w:t>2</w:t>
      </w:r>
      <w:r w:rsidR="00597AEC" w:rsidRPr="009257C9">
        <w:rPr>
          <w:rFonts w:ascii="Artifakt ElementOfc" w:hAnsi="Artifakt ElementOfc" w:cs="Artifakt ElementOfc"/>
          <w:bCs/>
          <w:color w:val="000000"/>
          <w:shd w:val="clear" w:color="auto" w:fill="FFFFFF"/>
        </w:rPr>
        <w:t>8</w:t>
      </w:r>
      <w:r w:rsidRPr="009257C9">
        <w:rPr>
          <w:rFonts w:ascii="Artifakt ElementOfc" w:hAnsi="Artifakt ElementOfc" w:cs="Artifakt ElementOfc"/>
          <w:bCs/>
          <w:color w:val="000000"/>
          <w:shd w:val="clear" w:color="auto" w:fill="FFFFFF"/>
        </w:rPr>
        <w:t xml:space="preserve"> </w:t>
      </w:r>
      <w:r w:rsidR="00C9634A" w:rsidRPr="009257C9">
        <w:rPr>
          <w:rFonts w:ascii="Artifakt ElementOfc" w:hAnsi="Artifakt ElementOfc" w:cs="Artifakt ElementOfc"/>
          <w:bCs/>
          <w:color w:val="000000"/>
          <w:shd w:val="clear" w:color="auto" w:fill="FFFFFF"/>
        </w:rPr>
        <w:t>m</w:t>
      </w:r>
      <w:r w:rsidRPr="009257C9">
        <w:rPr>
          <w:rFonts w:ascii="Artifakt ElementOfc" w:hAnsi="Artifakt ElementOfc" w:cs="Artifakt ElementOfc"/>
          <w:bCs/>
          <w:color w:val="000000"/>
          <w:shd w:val="clear" w:color="auto" w:fill="FFFFFF"/>
        </w:rPr>
        <w:t>inutes</w:t>
      </w:r>
    </w:p>
    <w:p w14:paraId="5E5F6E20" w14:textId="77777777" w:rsidR="00B75117" w:rsidRPr="009257C9" w:rsidRDefault="00B75117" w:rsidP="00B75117">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Review </w:t>
      </w:r>
      <w:r w:rsidR="00A2608E" w:rsidRPr="009257C9">
        <w:rPr>
          <w:rFonts w:ascii="Artifakt ElementOfc" w:hAnsi="Artifakt ElementOfc" w:cs="Artifakt ElementOfc"/>
          <w:b/>
          <w:color w:val="000000"/>
          <w:shd w:val="clear" w:color="auto" w:fill="FFFFFF"/>
        </w:rPr>
        <w:t>o</w:t>
      </w:r>
      <w:r w:rsidRPr="009257C9">
        <w:rPr>
          <w:rFonts w:ascii="Artifakt ElementOfc" w:hAnsi="Artifakt ElementOfc" w:cs="Artifakt ElementOfc"/>
          <w:b/>
          <w:color w:val="000000"/>
          <w:shd w:val="clear" w:color="auto" w:fill="FFFFFF"/>
        </w:rPr>
        <w:t xml:space="preserve">bjectives: </w:t>
      </w:r>
      <w:r w:rsidRPr="009257C9">
        <w:rPr>
          <w:rFonts w:ascii="Artifakt ElementOfc" w:hAnsi="Artifakt ElementOfc" w:cs="Artifakt ElementOfc"/>
          <w:bCs/>
          <w:color w:val="000000"/>
          <w:shd w:val="clear" w:color="auto" w:fill="FFFFFF"/>
        </w:rPr>
        <w:t>2 minutes</w:t>
      </w:r>
    </w:p>
    <w:p w14:paraId="2636497F" w14:textId="77777777" w:rsidR="00E54E81" w:rsidRPr="009257C9" w:rsidRDefault="00E54E81" w:rsidP="00980658">
      <w:pPr>
        <w:rPr>
          <w:rFonts w:ascii="Artifakt ElementOfc" w:hAnsi="Artifakt ElementOfc" w:cs="Artifakt ElementOfc"/>
          <w:b/>
          <w:color w:val="000000"/>
          <w:shd w:val="clear" w:color="auto" w:fill="FFFFFF"/>
        </w:rPr>
      </w:pPr>
    </w:p>
    <w:p w14:paraId="3BB18201" w14:textId="77777777" w:rsidR="00E54E81" w:rsidRPr="009257C9" w:rsidRDefault="00E54E81" w:rsidP="00980658">
      <w:pPr>
        <w:rPr>
          <w:rFonts w:ascii="Artifakt ElementOfc" w:hAnsi="Artifakt ElementOfc" w:cs="Artifakt ElementOfc"/>
          <w:b/>
          <w:color w:val="000000"/>
          <w:shd w:val="clear" w:color="auto" w:fill="FFFFFF"/>
        </w:rPr>
      </w:pPr>
    </w:p>
    <w:p w14:paraId="0F92A7C3" w14:textId="77777777" w:rsidR="00E54E81" w:rsidRPr="009257C9" w:rsidRDefault="00E54E81" w:rsidP="00980658">
      <w:pPr>
        <w:rPr>
          <w:rFonts w:ascii="Artifakt ElementOfc" w:hAnsi="Artifakt ElementOfc" w:cs="Artifakt ElementOfc"/>
          <w:b/>
          <w:color w:val="000000"/>
          <w:shd w:val="clear" w:color="auto" w:fill="FFFFFF"/>
        </w:rPr>
      </w:pPr>
    </w:p>
    <w:p w14:paraId="0E10AB81" w14:textId="713168E9" w:rsidR="00980658" w:rsidRPr="009257C9" w:rsidRDefault="00980658" w:rsidP="00980658">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Datasets:</w:t>
      </w:r>
    </w:p>
    <w:p w14:paraId="2FE879F2" w14:textId="77777777" w:rsidR="00597AEC" w:rsidRPr="009257C9" w:rsidRDefault="00597AEC" w:rsidP="00980658">
      <w:pPr>
        <w:rPr>
          <w:rFonts w:ascii="Artifakt ElementOfc" w:hAnsi="Artifakt ElementOfc" w:cs="Artifakt ElementOfc"/>
          <w:b/>
          <w:color w:val="000000"/>
          <w:shd w:val="clear" w:color="auto" w:fill="FFFFFF"/>
        </w:rPr>
      </w:pPr>
    </w:p>
    <w:p w14:paraId="49E981C8" w14:textId="77777777" w:rsidR="00597AEC" w:rsidRPr="009257C9" w:rsidRDefault="00597AEC" w:rsidP="00980658">
      <w:pPr>
        <w:rPr>
          <w:rFonts w:ascii="Artifakt ElementOfc" w:hAnsi="Artifakt ElementOfc" w:cs="Artifakt ElementOfc"/>
          <w:b/>
          <w:color w:val="000000"/>
          <w:shd w:val="clear" w:color="auto" w:fill="FFFFFF"/>
        </w:rPr>
      </w:pPr>
    </w:p>
    <w:p w14:paraId="274424D1" w14:textId="049B03B2" w:rsidR="00980658" w:rsidRPr="009257C9" w:rsidRDefault="00980658" w:rsidP="00980658">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Assignments</w:t>
      </w:r>
      <w:r w:rsidR="00A2608E" w:rsidRPr="009257C9">
        <w:rPr>
          <w:rFonts w:ascii="Artifakt ElementOfc" w:hAnsi="Artifakt ElementOfc" w:cs="Artifakt ElementOfc"/>
          <w:b/>
          <w:color w:val="000000"/>
          <w:shd w:val="clear" w:color="auto" w:fill="FFFFFF"/>
        </w:rPr>
        <w:t xml:space="preserve">: </w:t>
      </w:r>
    </w:p>
    <w:p w14:paraId="7DEFA21C" w14:textId="71D89B4A" w:rsidR="004B0A63" w:rsidRPr="009257C9" w:rsidRDefault="00C7016D" w:rsidP="002279F0">
      <w:pPr>
        <w:pStyle w:val="ListParagraph"/>
        <w:numPr>
          <w:ilvl w:val="0"/>
          <w:numId w:val="15"/>
        </w:num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Practice exercise: </w:t>
      </w:r>
      <w:r w:rsidR="00597AEC" w:rsidRPr="009257C9">
        <w:rPr>
          <w:rFonts w:ascii="Artifakt ElementOfc" w:hAnsi="Artifakt ElementOfc" w:cs="Artifakt ElementOfc"/>
          <w:bCs/>
          <w:color w:val="000000"/>
          <w:shd w:val="clear" w:color="auto" w:fill="FFFFFF"/>
        </w:rPr>
        <w:t>3</w:t>
      </w:r>
      <w:r w:rsidR="00A02205" w:rsidRPr="009257C9">
        <w:rPr>
          <w:rFonts w:ascii="Artifakt ElementOfc" w:hAnsi="Artifakt ElementOfc" w:cs="Artifakt ElementOfc"/>
          <w:bCs/>
          <w:color w:val="000000"/>
          <w:shd w:val="clear" w:color="auto" w:fill="FFFFFF"/>
        </w:rPr>
        <w:t>0</w:t>
      </w:r>
      <w:r w:rsidRPr="009257C9">
        <w:rPr>
          <w:rFonts w:ascii="Artifakt ElementOfc" w:hAnsi="Artifakt ElementOfc" w:cs="Artifakt ElementOfc"/>
          <w:bCs/>
          <w:color w:val="000000"/>
          <w:shd w:val="clear" w:color="auto" w:fill="FFFFFF"/>
        </w:rPr>
        <w:t xml:space="preserve"> minutes</w:t>
      </w:r>
    </w:p>
    <w:p w14:paraId="3F2A1E22" w14:textId="2C5A28DA" w:rsidR="00347352" w:rsidRPr="009257C9" w:rsidRDefault="00597AEC" w:rsidP="00347352">
      <w:pPr>
        <w:pStyle w:val="ListParagraph"/>
        <w:numPr>
          <w:ilvl w:val="1"/>
          <w:numId w:val="15"/>
        </w:numPr>
        <w:rPr>
          <w:rFonts w:ascii="Artifakt ElementOfc" w:hAnsi="Artifakt ElementOfc" w:cs="Artifakt ElementOfc"/>
          <w:b/>
          <w:color w:val="000000"/>
          <w:shd w:val="clear" w:color="auto" w:fill="FFFFFF"/>
        </w:rPr>
      </w:pPr>
      <w:r w:rsidRPr="009257C9">
        <w:rPr>
          <w:rFonts w:ascii="Artifakt ElementOfc" w:hAnsi="Artifakt ElementOfc" w:cs="Artifakt ElementOfc"/>
          <w:bCs/>
          <w:i/>
          <w:iCs/>
          <w:color w:val="000000"/>
          <w:shd w:val="clear" w:color="auto" w:fill="FFFFFF"/>
        </w:rPr>
        <w:t>Pedal Practice</w:t>
      </w:r>
      <w:r w:rsidR="00A02205" w:rsidRPr="009257C9">
        <w:rPr>
          <w:rFonts w:ascii="Artifakt ElementOfc" w:hAnsi="Artifakt ElementOfc" w:cs="Artifakt ElementOfc"/>
          <w:bCs/>
          <w:i/>
          <w:iCs/>
          <w:color w:val="000000"/>
          <w:shd w:val="clear" w:color="auto" w:fill="FFFFFF"/>
        </w:rPr>
        <w:t>.f3d</w:t>
      </w:r>
    </w:p>
    <w:p w14:paraId="2252B5E4" w14:textId="33FD7ADE" w:rsidR="000E75EF" w:rsidRPr="009257C9" w:rsidRDefault="00980658" w:rsidP="00412139">
      <w:pPr>
        <w:pStyle w:val="ListParagraph"/>
        <w:numPr>
          <w:ilvl w:val="0"/>
          <w:numId w:val="15"/>
        </w:num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Challenge exercise: </w:t>
      </w:r>
      <w:r w:rsidR="007838D3" w:rsidRPr="009257C9">
        <w:rPr>
          <w:rFonts w:ascii="Artifakt ElementOfc" w:hAnsi="Artifakt ElementOfc" w:cs="Artifakt ElementOfc"/>
          <w:bCs/>
          <w:color w:val="000000"/>
          <w:shd w:val="clear" w:color="auto" w:fill="FFFFFF"/>
        </w:rPr>
        <w:t>4</w:t>
      </w:r>
      <w:r w:rsidR="00E54E81" w:rsidRPr="009257C9">
        <w:rPr>
          <w:rFonts w:ascii="Artifakt ElementOfc" w:hAnsi="Artifakt ElementOfc" w:cs="Artifakt ElementOfc"/>
          <w:bCs/>
          <w:color w:val="000000"/>
          <w:shd w:val="clear" w:color="auto" w:fill="FFFFFF"/>
        </w:rPr>
        <w:t>0</w:t>
      </w:r>
      <w:r w:rsidRPr="009257C9">
        <w:rPr>
          <w:rFonts w:ascii="Artifakt ElementOfc" w:hAnsi="Artifakt ElementOfc" w:cs="Artifakt ElementOfc"/>
          <w:bCs/>
          <w:color w:val="000000"/>
          <w:shd w:val="clear" w:color="auto" w:fill="FFFFFF"/>
        </w:rPr>
        <w:t xml:space="preserve"> minutes</w:t>
      </w:r>
    </w:p>
    <w:p w14:paraId="473CBCCC" w14:textId="77777777" w:rsidR="00B971A1" w:rsidRPr="009257C9" w:rsidRDefault="00B971A1" w:rsidP="00B971A1">
      <w:pPr>
        <w:pStyle w:val="ListParagraph"/>
        <w:numPr>
          <w:ilvl w:val="0"/>
          <w:numId w:val="15"/>
        </w:num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Module quiz: </w:t>
      </w:r>
      <w:r w:rsidRPr="009257C9">
        <w:rPr>
          <w:rFonts w:ascii="Artifakt ElementOfc" w:hAnsi="Artifakt ElementOfc" w:cs="Artifakt ElementOfc"/>
          <w:bCs/>
          <w:color w:val="000000"/>
          <w:shd w:val="clear" w:color="auto" w:fill="FFFFFF"/>
        </w:rPr>
        <w:t>15 minutes</w:t>
      </w:r>
    </w:p>
    <w:p w14:paraId="7C453426" w14:textId="2CA71EBB" w:rsidR="00B971A1" w:rsidRPr="009257C9" w:rsidRDefault="00B971A1" w:rsidP="000E75EF">
      <w:pPr>
        <w:rPr>
          <w:rFonts w:ascii="Artifakt ElementOfc" w:hAnsi="Artifakt ElementOfc" w:cs="Artifakt ElementOfc"/>
          <w:b/>
          <w:color w:val="000000"/>
          <w:shd w:val="clear" w:color="auto" w:fill="FFFFFF"/>
        </w:rPr>
        <w:sectPr w:rsidR="00B971A1" w:rsidRPr="009257C9" w:rsidSect="0089678B">
          <w:type w:val="continuous"/>
          <w:pgSz w:w="12240" w:h="15840"/>
          <w:pgMar w:top="720" w:right="720" w:bottom="720" w:left="720" w:header="720" w:footer="720" w:gutter="0"/>
          <w:cols w:num="2" w:space="720"/>
          <w:titlePg/>
          <w:docGrid w:linePitch="360"/>
        </w:sectPr>
      </w:pPr>
    </w:p>
    <w:p w14:paraId="3001D7C4" w14:textId="77777777" w:rsidR="004745AC" w:rsidRPr="009257C9" w:rsidRDefault="004745AC" w:rsidP="004745AC">
      <w:pPr>
        <w:pBdr>
          <w:top w:val="single" w:sz="4" w:space="1" w:color="auto"/>
        </w:pBdr>
        <w:rPr>
          <w:rFonts w:ascii="Artifakt ElementOfc" w:hAnsi="Artifakt ElementOfc" w:cs="Artifakt ElementOfc"/>
          <w:b/>
          <w:color w:val="000000"/>
          <w:shd w:val="clear" w:color="auto" w:fill="FFFFFF"/>
        </w:rPr>
      </w:pPr>
    </w:p>
    <w:p w14:paraId="51BF44AE" w14:textId="77777777" w:rsidR="004745AC" w:rsidRPr="009257C9" w:rsidRDefault="004745AC" w:rsidP="004745AC">
      <w:pPr>
        <w:rPr>
          <w:rFonts w:ascii="Artifakt ElementOfc" w:hAnsi="Artifakt ElementOfc" w:cs="Artifakt ElementOfc"/>
          <w:b/>
          <w:color w:val="000000"/>
          <w:shd w:val="clear" w:color="auto" w:fill="FFFFFF"/>
        </w:rPr>
        <w:sectPr w:rsidR="004745AC" w:rsidRPr="009257C9" w:rsidSect="004745AC">
          <w:type w:val="continuous"/>
          <w:pgSz w:w="12240" w:h="15840"/>
          <w:pgMar w:top="720" w:right="720" w:bottom="720" w:left="720" w:header="720" w:footer="720" w:gutter="0"/>
          <w:cols w:space="720"/>
          <w:titlePg/>
          <w:docGrid w:linePitch="360"/>
        </w:sectPr>
      </w:pPr>
    </w:p>
    <w:p w14:paraId="31BAB62E" w14:textId="5C311300" w:rsidR="004745AC" w:rsidRPr="009257C9" w:rsidRDefault="006442DC" w:rsidP="004745AC">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Build an </w:t>
      </w:r>
      <w:r w:rsidR="00504E99">
        <w:rPr>
          <w:rFonts w:ascii="Artifakt ElementOfc" w:hAnsi="Artifakt ElementOfc" w:cs="Artifakt ElementOfc"/>
          <w:b/>
          <w:color w:val="000000"/>
          <w:shd w:val="clear" w:color="auto" w:fill="FFFFFF"/>
        </w:rPr>
        <w:t>a</w:t>
      </w:r>
      <w:r w:rsidRPr="009257C9">
        <w:rPr>
          <w:rFonts w:ascii="Artifakt ElementOfc" w:hAnsi="Artifakt ElementOfc" w:cs="Artifakt ElementOfc"/>
          <w:b/>
          <w:color w:val="000000"/>
          <w:shd w:val="clear" w:color="auto" w:fill="FFFFFF"/>
        </w:rPr>
        <w:t>ssembly</w:t>
      </w:r>
    </w:p>
    <w:p w14:paraId="62EBDCEC" w14:textId="14025128" w:rsidR="004745AC" w:rsidRPr="009257C9" w:rsidRDefault="004745AC" w:rsidP="004745AC">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Total time required: </w:t>
      </w:r>
      <w:r w:rsidR="009E449C" w:rsidRPr="009257C9">
        <w:rPr>
          <w:rFonts w:ascii="Artifakt ElementOfc" w:hAnsi="Artifakt ElementOfc" w:cs="Artifakt ElementOfc"/>
          <w:bCs/>
          <w:color w:val="000000"/>
          <w:shd w:val="clear" w:color="auto" w:fill="FFFFFF"/>
        </w:rPr>
        <w:t>9</w:t>
      </w:r>
      <w:r w:rsidR="00CA2064" w:rsidRPr="009257C9">
        <w:rPr>
          <w:rFonts w:ascii="Artifakt ElementOfc" w:hAnsi="Artifakt ElementOfc" w:cs="Artifakt ElementOfc"/>
          <w:bCs/>
          <w:color w:val="000000"/>
          <w:shd w:val="clear" w:color="auto" w:fill="FFFFFF"/>
        </w:rPr>
        <w:t>9</w:t>
      </w:r>
      <w:r w:rsidRPr="009257C9">
        <w:rPr>
          <w:rFonts w:ascii="Artifakt ElementOfc" w:hAnsi="Artifakt ElementOfc" w:cs="Artifakt ElementOfc"/>
          <w:bCs/>
          <w:color w:val="000000"/>
          <w:shd w:val="clear" w:color="auto" w:fill="FFFFFF"/>
        </w:rPr>
        <w:t xml:space="preserve"> minutes</w:t>
      </w:r>
    </w:p>
    <w:p w14:paraId="0D873E40" w14:textId="77777777" w:rsidR="004745AC" w:rsidRPr="009257C9" w:rsidRDefault="004745AC" w:rsidP="004745AC">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Discuss objectives: </w:t>
      </w:r>
      <w:r w:rsidRPr="009257C9">
        <w:rPr>
          <w:rFonts w:ascii="Artifakt ElementOfc" w:hAnsi="Artifakt ElementOfc" w:cs="Artifakt ElementOfc"/>
          <w:bCs/>
          <w:color w:val="000000"/>
          <w:shd w:val="clear" w:color="auto" w:fill="FFFFFF"/>
        </w:rPr>
        <w:t>3 minutes</w:t>
      </w:r>
    </w:p>
    <w:p w14:paraId="186BE209" w14:textId="77777777" w:rsidR="004745AC" w:rsidRPr="009257C9" w:rsidRDefault="004745AC" w:rsidP="004745AC">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Demonstration: </w:t>
      </w:r>
      <w:r w:rsidRPr="009257C9">
        <w:rPr>
          <w:rFonts w:ascii="Artifakt ElementOfc" w:hAnsi="Artifakt ElementOfc" w:cs="Artifakt ElementOfc"/>
          <w:bCs/>
          <w:color w:val="000000"/>
          <w:shd w:val="clear" w:color="auto" w:fill="FFFFFF"/>
        </w:rPr>
        <w:t>15 minutes</w:t>
      </w:r>
      <w:r w:rsidRPr="009257C9">
        <w:rPr>
          <w:rFonts w:ascii="Artifakt ElementOfc" w:hAnsi="Artifakt ElementOfc" w:cs="Artifakt ElementOfc"/>
          <w:b/>
          <w:color w:val="000000"/>
          <w:shd w:val="clear" w:color="auto" w:fill="FFFFFF"/>
          <w:lang w:val="en-CA"/>
        </w:rPr>
        <w:t xml:space="preserve"> </w:t>
      </w:r>
    </w:p>
    <w:p w14:paraId="445D5E91" w14:textId="77777777" w:rsidR="006442DC" w:rsidRPr="009257C9" w:rsidRDefault="006442DC" w:rsidP="006442DC">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9257C9">
        <w:rPr>
          <w:rFonts w:ascii="Artifakt ElementOfc" w:hAnsi="Artifakt ElementOfc" w:cs="Artifakt ElementOfc"/>
        </w:rPr>
        <w:t>Create an assembly of external components.</w:t>
      </w:r>
    </w:p>
    <w:p w14:paraId="4D01CA66" w14:textId="77777777" w:rsidR="006442DC" w:rsidRPr="009257C9" w:rsidRDefault="006442DC" w:rsidP="006442DC">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9257C9">
        <w:rPr>
          <w:rFonts w:ascii="Artifakt ElementOfc" w:hAnsi="Artifakt ElementOfc" w:cs="Artifakt ElementOfc"/>
        </w:rPr>
        <w:t>Apply a joint.</w:t>
      </w:r>
    </w:p>
    <w:p w14:paraId="58BE9035" w14:textId="77777777" w:rsidR="006442DC" w:rsidRPr="009257C9" w:rsidRDefault="006442DC" w:rsidP="006442DC">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9257C9">
        <w:rPr>
          <w:rFonts w:ascii="Artifakt ElementOfc" w:hAnsi="Artifakt ElementOfc" w:cs="Artifakt ElementOfc"/>
        </w:rPr>
        <w:t>Use Constrain Components.</w:t>
      </w:r>
    </w:p>
    <w:p w14:paraId="21AF2356" w14:textId="77777777" w:rsidR="006442DC" w:rsidRPr="009257C9" w:rsidRDefault="006442DC" w:rsidP="006442DC">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9257C9">
        <w:rPr>
          <w:rFonts w:ascii="Artifakt ElementOfc" w:hAnsi="Artifakt ElementOfc" w:cs="Artifakt ElementOfc"/>
        </w:rPr>
        <w:t>Insert hardware.</w:t>
      </w:r>
    </w:p>
    <w:p w14:paraId="4E9357FB" w14:textId="028EA1E5" w:rsidR="004745AC" w:rsidRPr="009257C9" w:rsidRDefault="004745AC" w:rsidP="004745AC">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Hands-on time: </w:t>
      </w:r>
      <w:r w:rsidR="003507B4" w:rsidRPr="009257C9">
        <w:rPr>
          <w:rFonts w:ascii="Artifakt ElementOfc" w:hAnsi="Artifakt ElementOfc" w:cs="Artifakt ElementOfc"/>
          <w:bCs/>
          <w:color w:val="000000"/>
          <w:shd w:val="clear" w:color="auto" w:fill="FFFFFF"/>
        </w:rPr>
        <w:t>1</w:t>
      </w:r>
      <w:r w:rsidR="00CA2064" w:rsidRPr="009257C9">
        <w:rPr>
          <w:rFonts w:ascii="Artifakt ElementOfc" w:hAnsi="Artifakt ElementOfc" w:cs="Artifakt ElementOfc"/>
          <w:bCs/>
          <w:color w:val="000000"/>
          <w:shd w:val="clear" w:color="auto" w:fill="FFFFFF"/>
        </w:rPr>
        <w:t>9</w:t>
      </w:r>
      <w:r w:rsidRPr="009257C9">
        <w:rPr>
          <w:rFonts w:ascii="Artifakt ElementOfc" w:hAnsi="Artifakt ElementOfc" w:cs="Artifakt ElementOfc"/>
          <w:bCs/>
          <w:color w:val="000000"/>
          <w:shd w:val="clear" w:color="auto" w:fill="FFFFFF"/>
        </w:rPr>
        <w:t xml:space="preserve"> minutes</w:t>
      </w:r>
    </w:p>
    <w:p w14:paraId="05A30C1B" w14:textId="77777777" w:rsidR="004745AC" w:rsidRPr="009257C9" w:rsidRDefault="004745AC" w:rsidP="004745AC">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Review objectives: </w:t>
      </w:r>
      <w:r w:rsidRPr="009257C9">
        <w:rPr>
          <w:rFonts w:ascii="Artifakt ElementOfc" w:hAnsi="Artifakt ElementOfc" w:cs="Artifakt ElementOfc"/>
          <w:bCs/>
          <w:color w:val="000000"/>
          <w:shd w:val="clear" w:color="auto" w:fill="FFFFFF"/>
        </w:rPr>
        <w:t>2 minutes</w:t>
      </w:r>
    </w:p>
    <w:p w14:paraId="5B142C11" w14:textId="77777777" w:rsidR="004745AC" w:rsidRPr="009257C9" w:rsidRDefault="004745AC" w:rsidP="004745AC">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Datasets:</w:t>
      </w:r>
    </w:p>
    <w:p w14:paraId="3A5636FD" w14:textId="77777777" w:rsidR="006442DC" w:rsidRPr="009257C9" w:rsidRDefault="006442DC" w:rsidP="004745AC">
      <w:pPr>
        <w:rPr>
          <w:rFonts w:ascii="Artifakt ElementOfc" w:hAnsi="Artifakt ElementOfc" w:cs="Artifakt ElementOfc"/>
          <w:b/>
          <w:color w:val="000000"/>
          <w:shd w:val="clear" w:color="auto" w:fill="FFFFFF"/>
        </w:rPr>
      </w:pPr>
    </w:p>
    <w:p w14:paraId="1ED3F973" w14:textId="34C31054" w:rsidR="004745AC" w:rsidRPr="009257C9" w:rsidRDefault="004745AC" w:rsidP="004745AC">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Assignments: </w:t>
      </w:r>
    </w:p>
    <w:p w14:paraId="451566F3" w14:textId="5620834D" w:rsidR="004745AC" w:rsidRPr="009257C9" w:rsidRDefault="004745AC" w:rsidP="004745AC">
      <w:pPr>
        <w:pStyle w:val="ListParagraph"/>
        <w:numPr>
          <w:ilvl w:val="0"/>
          <w:numId w:val="15"/>
        </w:num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Practice exercise: </w:t>
      </w:r>
      <w:r w:rsidR="00852259" w:rsidRPr="009257C9">
        <w:rPr>
          <w:rFonts w:ascii="Artifakt ElementOfc" w:hAnsi="Artifakt ElementOfc" w:cs="Artifakt ElementOfc"/>
          <w:bCs/>
          <w:color w:val="000000"/>
          <w:shd w:val="clear" w:color="auto" w:fill="FFFFFF"/>
        </w:rPr>
        <w:t>15</w:t>
      </w:r>
      <w:r w:rsidRPr="009257C9">
        <w:rPr>
          <w:rFonts w:ascii="Artifakt ElementOfc" w:hAnsi="Artifakt ElementOfc" w:cs="Artifakt ElementOfc"/>
          <w:bCs/>
          <w:color w:val="000000"/>
          <w:shd w:val="clear" w:color="auto" w:fill="FFFFFF"/>
        </w:rPr>
        <w:t xml:space="preserve"> minutes</w:t>
      </w:r>
    </w:p>
    <w:p w14:paraId="0A39402C" w14:textId="6507D2A7" w:rsidR="004745AC" w:rsidRPr="009257C9" w:rsidRDefault="004745AC" w:rsidP="00441F20">
      <w:pPr>
        <w:pStyle w:val="ListParagraph"/>
        <w:numPr>
          <w:ilvl w:val="0"/>
          <w:numId w:val="15"/>
        </w:num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Challenge exercise: </w:t>
      </w:r>
      <w:r w:rsidR="00441F20" w:rsidRPr="009257C9">
        <w:rPr>
          <w:rFonts w:ascii="Artifakt ElementOfc" w:hAnsi="Artifakt ElementOfc" w:cs="Artifakt ElementOfc"/>
          <w:bCs/>
          <w:color w:val="000000"/>
          <w:shd w:val="clear" w:color="auto" w:fill="FFFFFF"/>
        </w:rPr>
        <w:t>30</w:t>
      </w:r>
      <w:r w:rsidRPr="009257C9">
        <w:rPr>
          <w:rFonts w:ascii="Artifakt ElementOfc" w:hAnsi="Artifakt ElementOfc" w:cs="Artifakt ElementOfc"/>
          <w:bCs/>
          <w:color w:val="000000"/>
          <w:shd w:val="clear" w:color="auto" w:fill="FFFFFF"/>
        </w:rPr>
        <w:t xml:space="preserve"> minutes</w:t>
      </w:r>
    </w:p>
    <w:p w14:paraId="515F980C" w14:textId="77777777" w:rsidR="004745AC" w:rsidRPr="009257C9" w:rsidRDefault="004745AC" w:rsidP="004745AC">
      <w:pPr>
        <w:pStyle w:val="ListParagraph"/>
        <w:numPr>
          <w:ilvl w:val="0"/>
          <w:numId w:val="15"/>
        </w:num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Module quiz: </w:t>
      </w:r>
      <w:r w:rsidRPr="009257C9">
        <w:rPr>
          <w:rFonts w:ascii="Artifakt ElementOfc" w:hAnsi="Artifakt ElementOfc" w:cs="Artifakt ElementOfc"/>
          <w:bCs/>
          <w:color w:val="000000"/>
          <w:shd w:val="clear" w:color="auto" w:fill="FFFFFF"/>
        </w:rPr>
        <w:t>15 minutes</w:t>
      </w:r>
    </w:p>
    <w:p w14:paraId="5B58E9D0" w14:textId="77777777" w:rsidR="004745AC" w:rsidRPr="009257C9" w:rsidRDefault="004745AC" w:rsidP="004745AC">
      <w:pPr>
        <w:rPr>
          <w:rFonts w:ascii="Artifakt ElementOfc" w:hAnsi="Artifakt ElementOfc" w:cs="Artifakt ElementOfc"/>
          <w:b/>
          <w:color w:val="000000"/>
          <w:shd w:val="clear" w:color="auto" w:fill="FFFFFF"/>
        </w:rPr>
        <w:sectPr w:rsidR="004745AC" w:rsidRPr="009257C9" w:rsidSect="004745AC">
          <w:type w:val="continuous"/>
          <w:pgSz w:w="12240" w:h="15840"/>
          <w:pgMar w:top="720" w:right="720" w:bottom="720" w:left="720" w:header="720" w:footer="720" w:gutter="0"/>
          <w:cols w:num="2" w:space="720"/>
          <w:titlePg/>
          <w:docGrid w:linePitch="360"/>
        </w:sectPr>
      </w:pPr>
    </w:p>
    <w:p w14:paraId="3DACB7CF" w14:textId="77777777" w:rsidR="00865EB8" w:rsidRPr="009257C9" w:rsidRDefault="00865EB8" w:rsidP="00285382">
      <w:pPr>
        <w:pBdr>
          <w:bottom w:val="single" w:sz="12" w:space="1" w:color="auto"/>
        </w:pBdr>
        <w:rPr>
          <w:rFonts w:ascii="Artifakt ElementOfc" w:hAnsi="Artifakt ElementOfc" w:cs="Artifakt ElementOfc"/>
          <w:b/>
          <w:color w:val="000000"/>
          <w:shd w:val="clear" w:color="auto" w:fill="FFFFFF"/>
        </w:rPr>
      </w:pPr>
    </w:p>
    <w:p w14:paraId="6E290D4F" w14:textId="77777777" w:rsidR="00CA2064" w:rsidRPr="009257C9" w:rsidRDefault="00CA2064" w:rsidP="00285382">
      <w:pPr>
        <w:rPr>
          <w:rFonts w:ascii="Artifakt ElementOfc" w:hAnsi="Artifakt ElementOfc" w:cs="Artifakt ElementOfc"/>
          <w:b/>
          <w:color w:val="000000"/>
          <w:shd w:val="clear" w:color="auto" w:fill="FFFFFF"/>
        </w:rPr>
      </w:pPr>
    </w:p>
    <w:p w14:paraId="032BE4F0" w14:textId="77777777" w:rsidR="00270093" w:rsidRPr="009257C9" w:rsidRDefault="00270093" w:rsidP="00270093">
      <w:pPr>
        <w:rPr>
          <w:rFonts w:ascii="Artifakt ElementOfc" w:hAnsi="Artifakt ElementOfc" w:cs="Artifakt ElementOfc"/>
          <w:b/>
          <w:color w:val="000000"/>
          <w:shd w:val="clear" w:color="auto" w:fill="FFFFFF"/>
        </w:rPr>
      </w:pPr>
    </w:p>
    <w:p w14:paraId="2E2AEBB3" w14:textId="77777777" w:rsidR="00270093" w:rsidRPr="009257C9" w:rsidRDefault="00270093" w:rsidP="00270093">
      <w:pPr>
        <w:rPr>
          <w:rFonts w:ascii="Artifakt ElementOfc" w:hAnsi="Artifakt ElementOfc" w:cs="Artifakt ElementOfc"/>
          <w:b/>
          <w:color w:val="000000"/>
          <w:shd w:val="clear" w:color="auto" w:fill="FFFFFF"/>
        </w:rPr>
      </w:pPr>
    </w:p>
    <w:p w14:paraId="5D4A97C2" w14:textId="77777777" w:rsidR="00270093" w:rsidRPr="009257C9" w:rsidRDefault="00270093" w:rsidP="00270093">
      <w:pPr>
        <w:rPr>
          <w:rFonts w:ascii="Artifakt ElementOfc" w:hAnsi="Artifakt ElementOfc" w:cs="Artifakt ElementOfc"/>
          <w:b/>
          <w:color w:val="000000"/>
          <w:shd w:val="clear" w:color="auto" w:fill="FFFFFF"/>
        </w:rPr>
      </w:pPr>
    </w:p>
    <w:p w14:paraId="7AA57BA5" w14:textId="77777777" w:rsidR="00270093" w:rsidRPr="009257C9" w:rsidRDefault="00270093" w:rsidP="00270093">
      <w:pPr>
        <w:rPr>
          <w:rFonts w:ascii="Artifakt ElementOfc" w:hAnsi="Artifakt ElementOfc" w:cs="Artifakt ElementOfc"/>
          <w:b/>
          <w:color w:val="000000"/>
          <w:shd w:val="clear" w:color="auto" w:fill="FFFFFF"/>
        </w:rPr>
      </w:pPr>
    </w:p>
    <w:p w14:paraId="45FA749F" w14:textId="77777777" w:rsidR="00270093" w:rsidRPr="009257C9" w:rsidRDefault="00270093" w:rsidP="00270093">
      <w:pPr>
        <w:pBdr>
          <w:top w:val="single" w:sz="4" w:space="1" w:color="auto"/>
        </w:pBdr>
        <w:rPr>
          <w:rFonts w:ascii="Artifakt ElementOfc" w:hAnsi="Artifakt ElementOfc" w:cs="Artifakt ElementOfc"/>
          <w:b/>
          <w:color w:val="000000"/>
          <w:shd w:val="clear" w:color="auto" w:fill="FFFFFF"/>
        </w:rPr>
      </w:pPr>
    </w:p>
    <w:p w14:paraId="3458E2C3" w14:textId="77777777" w:rsidR="00270093" w:rsidRPr="009257C9" w:rsidRDefault="00270093" w:rsidP="00270093">
      <w:pPr>
        <w:pBdr>
          <w:top w:val="single" w:sz="4" w:space="1" w:color="auto"/>
        </w:pBdr>
        <w:rPr>
          <w:rFonts w:ascii="Artifakt ElementOfc" w:hAnsi="Artifakt ElementOfc" w:cs="Artifakt ElementOfc"/>
          <w:b/>
          <w:color w:val="000000"/>
          <w:shd w:val="clear" w:color="auto" w:fill="FFFFFF"/>
        </w:rPr>
        <w:sectPr w:rsidR="00270093" w:rsidRPr="009257C9" w:rsidSect="00270093">
          <w:type w:val="continuous"/>
          <w:pgSz w:w="12240" w:h="15840"/>
          <w:pgMar w:top="720" w:right="720" w:bottom="720" w:left="720" w:header="720" w:footer="720" w:gutter="0"/>
          <w:cols w:space="720"/>
          <w:titlePg/>
          <w:docGrid w:linePitch="360"/>
        </w:sectPr>
      </w:pPr>
    </w:p>
    <w:p w14:paraId="51002C01" w14:textId="05640B51" w:rsidR="00270093" w:rsidRPr="009257C9" w:rsidRDefault="00270093" w:rsidP="00270093">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Communicate </w:t>
      </w:r>
      <w:r w:rsidR="00504E99">
        <w:rPr>
          <w:rFonts w:ascii="Artifakt ElementOfc" w:hAnsi="Artifakt ElementOfc" w:cs="Artifakt ElementOfc"/>
          <w:b/>
          <w:color w:val="000000"/>
          <w:shd w:val="clear" w:color="auto" w:fill="FFFFFF"/>
        </w:rPr>
        <w:t>y</w:t>
      </w:r>
      <w:r w:rsidRPr="009257C9">
        <w:rPr>
          <w:rFonts w:ascii="Artifakt ElementOfc" w:hAnsi="Artifakt ElementOfc" w:cs="Artifakt ElementOfc"/>
          <w:b/>
          <w:color w:val="000000"/>
          <w:shd w:val="clear" w:color="auto" w:fill="FFFFFF"/>
        </w:rPr>
        <w:t xml:space="preserve">our </w:t>
      </w:r>
      <w:r w:rsidR="00504E99">
        <w:rPr>
          <w:rFonts w:ascii="Artifakt ElementOfc" w:hAnsi="Artifakt ElementOfc" w:cs="Artifakt ElementOfc"/>
          <w:b/>
          <w:color w:val="000000"/>
          <w:shd w:val="clear" w:color="auto" w:fill="FFFFFF"/>
        </w:rPr>
        <w:t>d</w:t>
      </w:r>
      <w:r w:rsidRPr="009257C9">
        <w:rPr>
          <w:rFonts w:ascii="Artifakt ElementOfc" w:hAnsi="Artifakt ElementOfc" w:cs="Artifakt ElementOfc"/>
          <w:b/>
          <w:color w:val="000000"/>
          <w:shd w:val="clear" w:color="auto" w:fill="FFFFFF"/>
        </w:rPr>
        <w:t>esign</w:t>
      </w:r>
    </w:p>
    <w:p w14:paraId="0EA5020D" w14:textId="5C0BAE12" w:rsidR="00270093" w:rsidRPr="009257C9" w:rsidRDefault="00270093" w:rsidP="00270093">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Total time required: </w:t>
      </w:r>
      <w:r w:rsidR="00C871A8" w:rsidRPr="009257C9">
        <w:rPr>
          <w:rFonts w:ascii="Artifakt ElementOfc" w:hAnsi="Artifakt ElementOfc" w:cs="Artifakt ElementOfc"/>
          <w:bCs/>
          <w:color w:val="000000"/>
          <w:shd w:val="clear" w:color="auto" w:fill="FFFFFF"/>
        </w:rPr>
        <w:t>88</w:t>
      </w:r>
      <w:r w:rsidRPr="009257C9">
        <w:rPr>
          <w:rFonts w:ascii="Artifakt ElementOfc" w:hAnsi="Artifakt ElementOfc" w:cs="Artifakt ElementOfc"/>
          <w:bCs/>
          <w:color w:val="000000"/>
          <w:shd w:val="clear" w:color="auto" w:fill="FFFFFF"/>
        </w:rPr>
        <w:t xml:space="preserve"> minutes</w:t>
      </w:r>
      <w:r w:rsidRPr="009257C9">
        <w:rPr>
          <w:rFonts w:ascii="Artifakt ElementOfc" w:hAnsi="Artifakt ElementOfc" w:cs="Artifakt ElementOfc"/>
          <w:b/>
          <w:color w:val="000000"/>
          <w:shd w:val="clear" w:color="auto" w:fill="FFFFFF"/>
          <w:lang w:val="en-CA"/>
        </w:rPr>
        <w:t xml:space="preserve"> </w:t>
      </w:r>
    </w:p>
    <w:p w14:paraId="6B4C5E79" w14:textId="77777777" w:rsidR="00270093" w:rsidRPr="009257C9" w:rsidRDefault="00270093" w:rsidP="00270093">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Discuss objectives: </w:t>
      </w:r>
      <w:r w:rsidRPr="009257C9">
        <w:rPr>
          <w:rFonts w:ascii="Artifakt ElementOfc" w:hAnsi="Artifakt ElementOfc" w:cs="Artifakt ElementOfc"/>
          <w:bCs/>
          <w:color w:val="000000"/>
          <w:shd w:val="clear" w:color="auto" w:fill="FFFFFF"/>
        </w:rPr>
        <w:t>3 minutes</w:t>
      </w:r>
    </w:p>
    <w:p w14:paraId="6BD1392C" w14:textId="77777777" w:rsidR="00270093" w:rsidRPr="009257C9" w:rsidRDefault="00270093" w:rsidP="00270093">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Demonstrate: </w:t>
      </w:r>
      <w:r w:rsidRPr="009257C9">
        <w:rPr>
          <w:rFonts w:ascii="Artifakt ElementOfc" w:hAnsi="Artifakt ElementOfc" w:cs="Artifakt ElementOfc"/>
          <w:bCs/>
          <w:color w:val="000000"/>
          <w:shd w:val="clear" w:color="auto" w:fill="FFFFFF"/>
        </w:rPr>
        <w:t>15 minutes</w:t>
      </w:r>
    </w:p>
    <w:p w14:paraId="717AFFF9" w14:textId="77777777" w:rsidR="0094370E" w:rsidRPr="009257C9" w:rsidRDefault="0094370E" w:rsidP="0094370E">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9257C9">
        <w:rPr>
          <w:rFonts w:ascii="Artifakt ElementOfc" w:hAnsi="Artifakt ElementOfc" w:cs="Artifakt ElementOfc"/>
        </w:rPr>
        <w:t>Create a detailed drawing.</w:t>
      </w:r>
    </w:p>
    <w:p w14:paraId="16BAD9E3" w14:textId="77777777" w:rsidR="0094370E" w:rsidRPr="009257C9" w:rsidRDefault="0094370E" w:rsidP="0094370E">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9257C9">
        <w:rPr>
          <w:rFonts w:ascii="Artifakt ElementOfc" w:hAnsi="Artifakt ElementOfc" w:cs="Artifakt ElementOfc"/>
        </w:rPr>
        <w:t>Apply drawing annotations.</w:t>
      </w:r>
    </w:p>
    <w:p w14:paraId="194598A2" w14:textId="77777777" w:rsidR="0094370E" w:rsidRPr="009257C9" w:rsidRDefault="0094370E" w:rsidP="0094370E">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9257C9">
        <w:rPr>
          <w:rFonts w:ascii="Artifakt ElementOfc" w:hAnsi="Artifakt ElementOfc" w:cs="Artifakt ElementOfc"/>
        </w:rPr>
        <w:t>Create a rendered image.</w:t>
      </w:r>
    </w:p>
    <w:p w14:paraId="0FC32F9E" w14:textId="77777777" w:rsidR="00270093" w:rsidRPr="009257C9" w:rsidRDefault="00270093" w:rsidP="00270093">
      <w:pPr>
        <w:rPr>
          <w:rFonts w:ascii="Artifakt ElementOfc" w:hAnsi="Artifakt ElementOfc" w:cs="Artifakt ElementOfc"/>
          <w:bCs/>
          <w:color w:val="000000"/>
          <w:shd w:val="clear" w:color="auto" w:fill="FFFFFF"/>
        </w:rPr>
      </w:pPr>
      <w:r w:rsidRPr="009257C9">
        <w:rPr>
          <w:rFonts w:ascii="Artifakt ElementOfc" w:hAnsi="Artifakt ElementOfc" w:cs="Artifakt ElementOfc"/>
          <w:b/>
          <w:color w:val="000000"/>
          <w:shd w:val="clear" w:color="auto" w:fill="FFFFFF"/>
        </w:rPr>
        <w:t xml:space="preserve">Hands-on time: </w:t>
      </w:r>
      <w:r w:rsidRPr="009257C9">
        <w:rPr>
          <w:rFonts w:ascii="Artifakt ElementOfc" w:hAnsi="Artifakt ElementOfc" w:cs="Artifakt ElementOfc"/>
          <w:bCs/>
          <w:color w:val="000000"/>
          <w:shd w:val="clear" w:color="auto" w:fill="FFFFFF"/>
        </w:rPr>
        <w:t>13 minutes</w:t>
      </w:r>
    </w:p>
    <w:p w14:paraId="4E0680FC" w14:textId="77777777" w:rsidR="00270093" w:rsidRPr="009257C9" w:rsidRDefault="00270093" w:rsidP="00270093">
      <w:pPr>
        <w:rPr>
          <w:rFonts w:ascii="Artifakt ElementOfc" w:hAnsi="Artifakt ElementOfc" w:cs="Artifakt ElementOfc"/>
          <w:bCs/>
          <w:color w:val="000000"/>
          <w:shd w:val="clear" w:color="auto" w:fill="FFFFFF"/>
        </w:rPr>
      </w:pPr>
      <w:r w:rsidRPr="009257C9">
        <w:rPr>
          <w:rFonts w:ascii="Artifakt ElementOfc" w:hAnsi="Artifakt ElementOfc" w:cs="Artifakt ElementOfc"/>
          <w:b/>
          <w:color w:val="000000"/>
          <w:shd w:val="clear" w:color="auto" w:fill="FFFFFF"/>
        </w:rPr>
        <w:t xml:space="preserve">Review objectives: </w:t>
      </w:r>
      <w:r w:rsidRPr="009257C9">
        <w:rPr>
          <w:rFonts w:ascii="Artifakt ElementOfc" w:hAnsi="Artifakt ElementOfc" w:cs="Artifakt ElementOfc"/>
          <w:bCs/>
          <w:color w:val="000000"/>
          <w:shd w:val="clear" w:color="auto" w:fill="FFFFFF"/>
        </w:rPr>
        <w:t>2 minutes</w:t>
      </w:r>
    </w:p>
    <w:p w14:paraId="6A8F336A" w14:textId="77777777" w:rsidR="00270093" w:rsidRPr="009257C9" w:rsidRDefault="00270093" w:rsidP="00270093">
      <w:pPr>
        <w:rPr>
          <w:rFonts w:ascii="Artifakt ElementOfc" w:hAnsi="Artifakt ElementOfc" w:cs="Artifakt ElementOfc"/>
          <w:b/>
          <w:color w:val="000000"/>
          <w:shd w:val="clear" w:color="auto" w:fill="FFFFFF"/>
        </w:rPr>
      </w:pPr>
    </w:p>
    <w:p w14:paraId="12B44A9E" w14:textId="77777777" w:rsidR="00270093" w:rsidRPr="009257C9" w:rsidRDefault="00270093" w:rsidP="00270093">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Datasets:</w:t>
      </w:r>
    </w:p>
    <w:p w14:paraId="602B4225" w14:textId="77777777" w:rsidR="00270093" w:rsidRPr="009257C9" w:rsidRDefault="00270093" w:rsidP="00270093">
      <w:pPr>
        <w:spacing w:after="0"/>
        <w:rPr>
          <w:rFonts w:ascii="Artifakt ElementOfc" w:hAnsi="Artifakt ElementOfc" w:cs="Artifakt ElementOfc"/>
          <w:shd w:val="clear" w:color="auto" w:fill="FFFFFF"/>
        </w:rPr>
      </w:pPr>
    </w:p>
    <w:p w14:paraId="11D8B536" w14:textId="77777777" w:rsidR="00C871A8" w:rsidRPr="009257C9" w:rsidRDefault="00C871A8" w:rsidP="00270093">
      <w:pPr>
        <w:spacing w:after="0"/>
        <w:rPr>
          <w:rFonts w:ascii="Artifakt ElementOfc" w:hAnsi="Artifakt ElementOfc" w:cs="Artifakt ElementOfc"/>
          <w:shd w:val="clear" w:color="auto" w:fill="FFFFFF"/>
        </w:rPr>
      </w:pPr>
    </w:p>
    <w:p w14:paraId="76957801" w14:textId="77777777" w:rsidR="00270093" w:rsidRPr="009257C9" w:rsidRDefault="00270093" w:rsidP="00270093">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Assignments:</w:t>
      </w:r>
    </w:p>
    <w:p w14:paraId="5F29B426" w14:textId="54B79E9E" w:rsidR="00270093" w:rsidRPr="009257C9" w:rsidRDefault="00270093" w:rsidP="00270093">
      <w:pPr>
        <w:pStyle w:val="ListParagraph"/>
        <w:numPr>
          <w:ilvl w:val="0"/>
          <w:numId w:val="15"/>
        </w:num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Practice exercise: </w:t>
      </w:r>
      <w:r w:rsidR="001E4B4D" w:rsidRPr="009257C9">
        <w:rPr>
          <w:rFonts w:ascii="Artifakt ElementOfc" w:hAnsi="Artifakt ElementOfc" w:cs="Artifakt ElementOfc"/>
          <w:bCs/>
          <w:color w:val="000000"/>
          <w:shd w:val="clear" w:color="auto" w:fill="FFFFFF"/>
        </w:rPr>
        <w:t>2</w:t>
      </w:r>
      <w:r w:rsidRPr="009257C9">
        <w:rPr>
          <w:rFonts w:ascii="Artifakt ElementOfc" w:hAnsi="Artifakt ElementOfc" w:cs="Artifakt ElementOfc"/>
          <w:bCs/>
          <w:color w:val="000000"/>
          <w:shd w:val="clear" w:color="auto" w:fill="FFFFFF"/>
        </w:rPr>
        <w:t>0 minutes</w:t>
      </w:r>
    </w:p>
    <w:p w14:paraId="5DF10453" w14:textId="2071D1D8" w:rsidR="00270093" w:rsidRPr="009257C9" w:rsidRDefault="00270093" w:rsidP="00270093">
      <w:pPr>
        <w:pStyle w:val="ListParagraph"/>
        <w:numPr>
          <w:ilvl w:val="0"/>
          <w:numId w:val="15"/>
        </w:num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Challenge exercise: </w:t>
      </w:r>
      <w:r w:rsidR="0030720E" w:rsidRPr="009257C9">
        <w:rPr>
          <w:rFonts w:ascii="Artifakt ElementOfc" w:hAnsi="Artifakt ElementOfc" w:cs="Artifakt ElementOfc"/>
          <w:bCs/>
          <w:color w:val="000000"/>
          <w:shd w:val="clear" w:color="auto" w:fill="FFFFFF"/>
        </w:rPr>
        <w:t>20</w:t>
      </w:r>
      <w:r w:rsidRPr="009257C9">
        <w:rPr>
          <w:rFonts w:ascii="Artifakt ElementOfc" w:hAnsi="Artifakt ElementOfc" w:cs="Artifakt ElementOfc"/>
          <w:bCs/>
          <w:color w:val="000000"/>
          <w:shd w:val="clear" w:color="auto" w:fill="FFFFFF"/>
        </w:rPr>
        <w:t xml:space="preserve"> minutes</w:t>
      </w:r>
    </w:p>
    <w:p w14:paraId="023FBAEC" w14:textId="77777777" w:rsidR="00270093" w:rsidRPr="009257C9" w:rsidRDefault="00270093" w:rsidP="00270093">
      <w:pPr>
        <w:pStyle w:val="ListParagraph"/>
        <w:numPr>
          <w:ilvl w:val="0"/>
          <w:numId w:val="15"/>
        </w:num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Module quiz: </w:t>
      </w:r>
      <w:r w:rsidRPr="009257C9">
        <w:rPr>
          <w:rFonts w:ascii="Artifakt ElementOfc" w:hAnsi="Artifakt ElementOfc" w:cs="Artifakt ElementOfc"/>
          <w:bCs/>
          <w:color w:val="000000"/>
          <w:shd w:val="clear" w:color="auto" w:fill="FFFFFF"/>
        </w:rPr>
        <w:t>15 minutes</w:t>
      </w:r>
    </w:p>
    <w:p w14:paraId="61F2B03F" w14:textId="77777777" w:rsidR="00270093" w:rsidRPr="009257C9" w:rsidRDefault="00270093" w:rsidP="00270093">
      <w:pPr>
        <w:rPr>
          <w:rFonts w:ascii="Artifakt ElementOfc" w:hAnsi="Artifakt ElementOfc" w:cs="Artifakt ElementOfc"/>
          <w:b/>
          <w:color w:val="000000"/>
          <w:shd w:val="clear" w:color="auto" w:fill="FFFFFF"/>
        </w:rPr>
        <w:sectPr w:rsidR="00270093" w:rsidRPr="009257C9" w:rsidSect="00270093">
          <w:type w:val="continuous"/>
          <w:pgSz w:w="12240" w:h="15840"/>
          <w:pgMar w:top="720" w:right="720" w:bottom="720" w:left="720" w:header="720" w:footer="720" w:gutter="0"/>
          <w:cols w:num="2" w:space="720"/>
          <w:titlePg/>
          <w:docGrid w:linePitch="360"/>
        </w:sectPr>
      </w:pPr>
    </w:p>
    <w:p w14:paraId="366049CA" w14:textId="77777777" w:rsidR="00270093" w:rsidRPr="009257C9" w:rsidRDefault="00270093" w:rsidP="00270093">
      <w:pPr>
        <w:pBdr>
          <w:top w:val="single" w:sz="4" w:space="1" w:color="auto"/>
        </w:pBdr>
        <w:rPr>
          <w:rFonts w:ascii="Artifakt ElementOfc" w:hAnsi="Artifakt ElementOfc" w:cs="Artifakt ElementOfc"/>
          <w:b/>
          <w:color w:val="000000"/>
          <w:shd w:val="clear" w:color="auto" w:fill="FFFFFF"/>
        </w:rPr>
      </w:pPr>
    </w:p>
    <w:p w14:paraId="4B2E0179" w14:textId="77777777" w:rsidR="00CA2064" w:rsidRPr="009257C9" w:rsidRDefault="00CA2064" w:rsidP="00285382">
      <w:pPr>
        <w:rPr>
          <w:rFonts w:ascii="Artifakt ElementOfc" w:hAnsi="Artifakt ElementOfc" w:cs="Artifakt ElementOfc"/>
          <w:b/>
          <w:color w:val="000000"/>
          <w:shd w:val="clear" w:color="auto" w:fill="FFFFFF"/>
        </w:rPr>
      </w:pPr>
    </w:p>
    <w:p w14:paraId="6819E63F" w14:textId="065A452C" w:rsidR="002C1082" w:rsidRPr="009257C9" w:rsidRDefault="002C1082" w:rsidP="00285382">
      <w:pPr>
        <w:rPr>
          <w:rFonts w:ascii="Artifakt ElementOfc" w:hAnsi="Artifakt ElementOfc" w:cs="Artifakt ElementOfc"/>
          <w:b/>
          <w:color w:val="000000"/>
          <w:shd w:val="clear" w:color="auto" w:fill="FFFFFF"/>
        </w:rPr>
        <w:sectPr w:rsidR="002C1082" w:rsidRPr="009257C9" w:rsidSect="0084434D">
          <w:type w:val="continuous"/>
          <w:pgSz w:w="12240" w:h="15840"/>
          <w:pgMar w:top="720" w:right="720" w:bottom="720" w:left="720" w:header="720" w:footer="720" w:gutter="0"/>
          <w:cols w:space="720"/>
          <w:titlePg/>
          <w:docGrid w:linePitch="360"/>
        </w:sectPr>
      </w:pPr>
    </w:p>
    <w:p w14:paraId="42561CF2" w14:textId="291DCB18" w:rsidR="000F227C" w:rsidRPr="009257C9" w:rsidRDefault="000F227C" w:rsidP="000F227C">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Assignments: </w:t>
      </w:r>
    </w:p>
    <w:p w14:paraId="7CA1518B" w14:textId="10C8BCF0" w:rsidR="000F227C" w:rsidRPr="009257C9" w:rsidRDefault="000F227C" w:rsidP="000F227C">
      <w:pPr>
        <w:pStyle w:val="ListParagraph"/>
        <w:numPr>
          <w:ilvl w:val="0"/>
          <w:numId w:val="15"/>
        </w:num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Course Assessment: </w:t>
      </w:r>
      <w:r w:rsidR="00552EF7" w:rsidRPr="009257C9">
        <w:rPr>
          <w:rFonts w:ascii="Artifakt ElementOfc" w:hAnsi="Artifakt ElementOfc" w:cs="Artifakt ElementOfc"/>
          <w:bCs/>
          <w:color w:val="000000"/>
          <w:shd w:val="clear" w:color="auto" w:fill="FFFFFF"/>
        </w:rPr>
        <w:t>4</w:t>
      </w:r>
      <w:r w:rsidRPr="009257C9">
        <w:rPr>
          <w:rFonts w:ascii="Artifakt ElementOfc" w:hAnsi="Artifakt ElementOfc" w:cs="Artifakt ElementOfc"/>
          <w:bCs/>
          <w:color w:val="000000"/>
          <w:shd w:val="clear" w:color="auto" w:fill="FFFFFF"/>
        </w:rPr>
        <w:t>5 minutes</w:t>
      </w:r>
    </w:p>
    <w:p w14:paraId="5C84F730" w14:textId="3B27C9C5" w:rsidR="000F227C" w:rsidRPr="009257C9" w:rsidRDefault="00552EF7" w:rsidP="000F227C">
      <w:pPr>
        <w:pStyle w:val="ListParagraph"/>
        <w:numPr>
          <w:ilvl w:val="0"/>
          <w:numId w:val="15"/>
        </w:num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Course </w:t>
      </w:r>
      <w:r w:rsidR="000F227C" w:rsidRPr="009257C9">
        <w:rPr>
          <w:rFonts w:ascii="Artifakt ElementOfc" w:hAnsi="Artifakt ElementOfc" w:cs="Artifakt ElementOfc"/>
          <w:b/>
          <w:color w:val="000000"/>
          <w:shd w:val="clear" w:color="auto" w:fill="FFFFFF"/>
        </w:rPr>
        <w:t xml:space="preserve">Challenge: </w:t>
      </w:r>
      <w:r w:rsidR="009257C9" w:rsidRPr="009257C9">
        <w:rPr>
          <w:rFonts w:ascii="Artifakt ElementOfc" w:hAnsi="Artifakt ElementOfc" w:cs="Artifakt ElementOfc"/>
          <w:bCs/>
          <w:color w:val="000000"/>
          <w:shd w:val="clear" w:color="auto" w:fill="FFFFFF"/>
        </w:rPr>
        <w:t>22</w:t>
      </w:r>
      <w:r w:rsidR="000F227C" w:rsidRPr="009257C9">
        <w:rPr>
          <w:rFonts w:ascii="Artifakt ElementOfc" w:hAnsi="Artifakt ElementOfc" w:cs="Artifakt ElementOfc"/>
          <w:bCs/>
          <w:color w:val="000000"/>
          <w:shd w:val="clear" w:color="auto" w:fill="FFFFFF"/>
        </w:rPr>
        <w:t>0 minutes</w:t>
      </w:r>
    </w:p>
    <w:p w14:paraId="0CE5BB2A" w14:textId="0922A070" w:rsidR="00B75117" w:rsidRPr="009257C9" w:rsidRDefault="00A2608E" w:rsidP="00B75117">
      <w:pPr>
        <w:rPr>
          <w:rFonts w:ascii="Artifakt ElementOfc" w:hAnsi="Artifakt ElementOfc" w:cs="Artifakt ElementOfc"/>
          <w:b/>
          <w:color w:val="000000"/>
          <w:shd w:val="clear" w:color="auto" w:fill="FFFFFF"/>
        </w:rPr>
      </w:pPr>
      <w:r w:rsidRPr="009257C9">
        <w:rPr>
          <w:rFonts w:ascii="Artifakt ElementOfc" w:hAnsi="Artifakt ElementOfc" w:cs="Artifakt ElementOfc"/>
          <w:b/>
          <w:color w:val="000000"/>
          <w:shd w:val="clear" w:color="auto" w:fill="FFFFFF"/>
        </w:rPr>
        <w:t xml:space="preserve">Module: </w:t>
      </w:r>
      <w:r w:rsidR="00B75117" w:rsidRPr="009257C9">
        <w:rPr>
          <w:rFonts w:ascii="Artifakt ElementOfc" w:hAnsi="Artifakt ElementOfc" w:cs="Artifakt ElementOfc"/>
          <w:bCs/>
          <w:color w:val="000000"/>
          <w:shd w:val="clear" w:color="auto" w:fill="FFFFFF"/>
        </w:rPr>
        <w:t xml:space="preserve">Next </w:t>
      </w:r>
      <w:r w:rsidRPr="009257C9">
        <w:rPr>
          <w:rFonts w:ascii="Artifakt ElementOfc" w:hAnsi="Artifakt ElementOfc" w:cs="Artifakt ElementOfc"/>
          <w:bCs/>
          <w:color w:val="000000"/>
          <w:shd w:val="clear" w:color="auto" w:fill="FFFFFF"/>
        </w:rPr>
        <w:t>steps</w:t>
      </w:r>
    </w:p>
    <w:p w14:paraId="34992900" w14:textId="502987D8" w:rsidR="00980658" w:rsidRPr="002C1082" w:rsidRDefault="00B75117" w:rsidP="00B75117">
      <w:pPr>
        <w:rPr>
          <w:rFonts w:ascii="Artifakt ElementOfc" w:hAnsi="Artifakt ElementOfc" w:cs="Artifakt ElementOfc"/>
          <w:b/>
          <w:color w:val="000000"/>
          <w:shd w:val="clear" w:color="auto" w:fill="FFFFFF"/>
        </w:rPr>
        <w:sectPr w:rsidR="00980658" w:rsidRPr="002C1082" w:rsidSect="00980658">
          <w:type w:val="continuous"/>
          <w:pgSz w:w="12240" w:h="15840"/>
          <w:pgMar w:top="720" w:right="720" w:bottom="720" w:left="720" w:header="720" w:footer="720" w:gutter="0"/>
          <w:cols w:num="2" w:space="720"/>
          <w:titlePg/>
          <w:docGrid w:linePitch="360"/>
        </w:sectPr>
      </w:pPr>
      <w:r w:rsidRPr="009257C9">
        <w:rPr>
          <w:rFonts w:ascii="Artifakt ElementOfc" w:hAnsi="Artifakt ElementOfc" w:cs="Artifakt ElementOfc"/>
          <w:b/>
          <w:color w:val="000000"/>
          <w:shd w:val="clear" w:color="auto" w:fill="FFFFFF"/>
        </w:rPr>
        <w:t xml:space="preserve">Total </w:t>
      </w:r>
      <w:r w:rsidR="00C9634A" w:rsidRPr="009257C9">
        <w:rPr>
          <w:rFonts w:ascii="Artifakt ElementOfc" w:hAnsi="Artifakt ElementOfc" w:cs="Artifakt ElementOfc"/>
          <w:b/>
          <w:color w:val="000000"/>
          <w:shd w:val="clear" w:color="auto" w:fill="FFFFFF"/>
        </w:rPr>
        <w:t>t</w:t>
      </w:r>
      <w:r w:rsidRPr="009257C9">
        <w:rPr>
          <w:rFonts w:ascii="Artifakt ElementOfc" w:hAnsi="Artifakt ElementOfc" w:cs="Artifakt ElementOfc"/>
          <w:b/>
          <w:color w:val="000000"/>
          <w:shd w:val="clear" w:color="auto" w:fill="FFFFFF"/>
        </w:rPr>
        <w:t xml:space="preserve">ime </w:t>
      </w:r>
      <w:r w:rsidR="00C9634A" w:rsidRPr="009257C9">
        <w:rPr>
          <w:rFonts w:ascii="Artifakt ElementOfc" w:hAnsi="Artifakt ElementOfc" w:cs="Artifakt ElementOfc"/>
          <w:b/>
          <w:color w:val="000000"/>
          <w:shd w:val="clear" w:color="auto" w:fill="FFFFFF"/>
        </w:rPr>
        <w:t>r</w:t>
      </w:r>
      <w:r w:rsidRPr="009257C9">
        <w:rPr>
          <w:rFonts w:ascii="Artifakt ElementOfc" w:hAnsi="Artifakt ElementOfc" w:cs="Artifakt ElementOfc"/>
          <w:b/>
          <w:color w:val="000000"/>
          <w:shd w:val="clear" w:color="auto" w:fill="FFFFFF"/>
        </w:rPr>
        <w:t xml:space="preserve">equired: </w:t>
      </w:r>
      <w:r w:rsidRPr="009257C9">
        <w:rPr>
          <w:rFonts w:ascii="Artifakt ElementOfc" w:hAnsi="Artifakt ElementOfc" w:cs="Artifakt ElementOfc"/>
          <w:bCs/>
          <w:color w:val="000000"/>
          <w:shd w:val="clear" w:color="auto" w:fill="FFFFFF"/>
        </w:rPr>
        <w:t>30 minutes</w:t>
      </w:r>
    </w:p>
    <w:p w14:paraId="4CBC797A" w14:textId="77777777" w:rsidR="009B52F2" w:rsidRPr="00C56422" w:rsidRDefault="009B52F2" w:rsidP="00823299">
      <w:pPr>
        <w:rPr>
          <w:rFonts w:ascii="Artifakt ElementOfc" w:hAnsi="Artifakt ElementOfc" w:cs="Artifakt ElementOfc"/>
          <w:color w:val="000000"/>
        </w:rPr>
      </w:pPr>
    </w:p>
    <w:sectPr w:rsidR="009B52F2" w:rsidRPr="00C56422" w:rsidSect="0084434D">
      <w:type w:val="continuous"/>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97219F" w14:textId="77777777" w:rsidR="002F6E4B" w:rsidRDefault="002F6E4B" w:rsidP="001F7B89">
      <w:pPr>
        <w:spacing w:after="0" w:line="240" w:lineRule="auto"/>
      </w:pPr>
      <w:r>
        <w:separator/>
      </w:r>
    </w:p>
  </w:endnote>
  <w:endnote w:type="continuationSeparator" w:id="0">
    <w:p w14:paraId="77FD833C" w14:textId="77777777" w:rsidR="002F6E4B" w:rsidRDefault="002F6E4B" w:rsidP="001F7B89">
      <w:pPr>
        <w:spacing w:after="0" w:line="240" w:lineRule="auto"/>
      </w:pPr>
      <w:r>
        <w:continuationSeparator/>
      </w:r>
    </w:p>
  </w:endnote>
  <w:endnote w:type="continuationNotice" w:id="1">
    <w:p w14:paraId="4FAF7322" w14:textId="77777777" w:rsidR="002F6E4B" w:rsidRDefault="002F6E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tifakt ElementOfc">
    <w:altName w:val="Calibri"/>
    <w:panose1 w:val="020B0504010101010104"/>
    <w:charset w:val="00"/>
    <w:family w:val="swiss"/>
    <w:pitch w:val="variable"/>
    <w:sig w:usb0="A00002EF" w:usb1="5000E47B" w:usb2="00000008" w:usb3="00000000" w:csb0="00000097" w:csb1="00000000"/>
  </w:font>
  <w:font w:name="Noto Sans">
    <w:panose1 w:val="020B0502040504020204"/>
    <w:charset w:val="00"/>
    <w:family w:val="swiss"/>
    <w:pitch w:val="variable"/>
    <w:sig w:usb0="E00082FF" w:usb1="400078FF" w:usb2="00000021"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tifakt LegendOfc">
    <w:altName w:val="Calibri"/>
    <w:panose1 w:val="020B0504010101010104"/>
    <w:charset w:val="00"/>
    <w:family w:val="swiss"/>
    <w:pitch w:val="variable"/>
    <w:sig w:usb0="A00002EF" w:usb1="5000E47B" w:usb2="00000008"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966B0" w14:textId="77777777" w:rsidR="00C9634A" w:rsidRPr="00C9634A" w:rsidRDefault="00C9634A" w:rsidP="00BD36B9">
    <w:pPr>
      <w:pStyle w:val="Footer"/>
      <w:jc w:val="right"/>
      <w:rPr>
        <w:rFonts w:ascii="Artifakt ElementOfc" w:hAnsi="Artifakt ElementOfc" w:cs="Artifakt ElementOfc"/>
        <w:color w:val="000000"/>
      </w:rPr>
    </w:pPr>
  </w:p>
  <w:p w14:paraId="0D6549A7" w14:textId="343B2CC5" w:rsidR="005E6F67" w:rsidRPr="00C9634A" w:rsidRDefault="00632BA9" w:rsidP="00BD36B9">
    <w:pPr>
      <w:pStyle w:val="Footer"/>
      <w:jc w:val="right"/>
      <w:rPr>
        <w:rFonts w:ascii="Artifakt ElementOfc" w:hAnsi="Artifakt ElementOfc" w:cs="Artifakt ElementOfc"/>
        <w:color w:val="000000"/>
      </w:rPr>
    </w:pPr>
    <w:r w:rsidRPr="00C9634A">
      <w:rPr>
        <w:rFonts w:ascii="Artifakt ElementOfc" w:hAnsi="Artifakt ElementOfc" w:cs="Artifakt ElementOfc"/>
        <w:color w:val="000000"/>
      </w:rPr>
      <w:fldChar w:fldCharType="begin"/>
    </w:r>
    <w:r w:rsidRPr="00C9634A">
      <w:rPr>
        <w:rFonts w:ascii="Artifakt ElementOfc" w:hAnsi="Artifakt ElementOfc" w:cs="Artifakt ElementOfc"/>
        <w:color w:val="000000"/>
      </w:rPr>
      <w:instrText xml:space="preserve"> STYLEREF  "Lesson Number and Title"  \* MERGEFORMAT </w:instrText>
    </w:r>
    <w:r w:rsidRPr="00C9634A">
      <w:rPr>
        <w:rFonts w:ascii="Artifakt ElementOfc" w:hAnsi="Artifakt ElementOfc" w:cs="Artifakt ElementOfc"/>
        <w:color w:val="000000"/>
      </w:rPr>
      <w:fldChar w:fldCharType="separate"/>
    </w:r>
    <w:r w:rsidR="00B27E0E">
      <w:rPr>
        <w:rFonts w:ascii="Artifakt ElementOfc" w:hAnsi="Artifakt ElementOfc" w:cs="Artifakt ElementOfc"/>
        <w:noProof/>
        <w:color w:val="000000"/>
      </w:rPr>
      <w:t>Instructor guide</w:t>
    </w:r>
    <w:r w:rsidRPr="00C9634A">
      <w:rPr>
        <w:rFonts w:ascii="Artifakt ElementOfc" w:hAnsi="Artifakt ElementOfc" w:cs="Artifakt ElementOfc"/>
        <w:color w:val="000000"/>
      </w:rPr>
      <w:fldChar w:fldCharType="end"/>
    </w:r>
    <w:r w:rsidRPr="00C9634A">
      <w:rPr>
        <w:rFonts w:ascii="Artifakt ElementOfc" w:hAnsi="Artifakt ElementOfc" w:cs="Artifakt ElementOfc"/>
        <w:color w:val="000000"/>
        <w:sz w:val="20"/>
        <w:szCs w:val="20"/>
      </w:rPr>
      <w:t xml:space="preserve"> </w:t>
    </w:r>
    <w:r w:rsidR="00EB4F5C" w:rsidRPr="00C9634A">
      <w:rPr>
        <w:rFonts w:ascii="Artifakt ElementOfc" w:hAnsi="Artifakt ElementOfc" w:cs="Artifakt ElementOfc"/>
        <w:color w:val="000000"/>
        <w:sz w:val="20"/>
        <w:szCs w:val="20"/>
      </w:rPr>
      <w:t xml:space="preserve">     </w:t>
    </w:r>
    <w:r w:rsidR="005E6F67" w:rsidRPr="00C9634A">
      <w:rPr>
        <w:rFonts w:ascii="Artifakt ElementOfc" w:hAnsi="Artifakt ElementOfc" w:cs="Artifakt ElementOfc"/>
        <w:color w:val="000000"/>
      </w:rPr>
      <w:t xml:space="preserve">Page | </w:t>
    </w:r>
    <w:r w:rsidR="005E6F67" w:rsidRPr="00C9634A">
      <w:rPr>
        <w:rFonts w:ascii="Artifakt ElementOfc" w:hAnsi="Artifakt ElementOfc" w:cs="Artifakt ElementOfc"/>
        <w:color w:val="000000"/>
      </w:rPr>
      <w:fldChar w:fldCharType="begin"/>
    </w:r>
    <w:r w:rsidR="005E6F67" w:rsidRPr="00C9634A">
      <w:rPr>
        <w:rFonts w:ascii="Artifakt ElementOfc" w:hAnsi="Artifakt ElementOfc" w:cs="Artifakt ElementOfc"/>
        <w:color w:val="000000"/>
      </w:rPr>
      <w:instrText xml:space="preserve"> PAGE   \* MERGEFORMAT </w:instrText>
    </w:r>
    <w:r w:rsidR="005E6F67" w:rsidRPr="00C9634A">
      <w:rPr>
        <w:rFonts w:ascii="Artifakt ElementOfc" w:hAnsi="Artifakt ElementOfc" w:cs="Artifakt ElementOfc"/>
        <w:color w:val="000000"/>
      </w:rPr>
      <w:fldChar w:fldCharType="separate"/>
    </w:r>
    <w:r w:rsidR="005E6F67" w:rsidRPr="00C9634A">
      <w:rPr>
        <w:rFonts w:ascii="Artifakt ElementOfc" w:hAnsi="Artifakt ElementOfc" w:cs="Artifakt ElementOfc"/>
        <w:color w:val="000000"/>
      </w:rPr>
      <w:t>2</w:t>
    </w:r>
    <w:r w:rsidR="005E6F67" w:rsidRPr="00C9634A">
      <w:rPr>
        <w:rFonts w:ascii="Artifakt ElementOfc" w:hAnsi="Artifakt ElementOfc" w:cs="Artifakt ElementOfc"/>
        <w:color w:val="000000"/>
      </w:rPr>
      <w:fldChar w:fldCharType="end"/>
    </w:r>
  </w:p>
  <w:p w14:paraId="01C74BBC" w14:textId="77777777" w:rsidR="00FA2833" w:rsidRPr="00C9634A" w:rsidRDefault="00FA2833" w:rsidP="00C4758D">
    <w:pPr>
      <w:pStyle w:val="Footer"/>
      <w:tabs>
        <w:tab w:val="left" w:pos="2415"/>
      </w:tabs>
      <w:rPr>
        <w:rFonts w:ascii="Artifakt ElementOfc" w:hAnsi="Artifakt ElementOfc" w:cs="Artifakt ElementOfc"/>
        <w:color w:val="7F7F7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37B1F" w14:textId="77777777" w:rsidR="00A0025A" w:rsidRPr="000D42CF" w:rsidRDefault="00800DC7" w:rsidP="00BD36B9">
    <w:pPr>
      <w:pStyle w:val="Footer"/>
      <w:jc w:val="right"/>
      <w:rPr>
        <w:rFonts w:ascii="Artifakt ElementOfc" w:hAnsi="Artifakt ElementOfc" w:cs="Artifakt ElementOfc"/>
        <w:color w:val="000000"/>
      </w:rPr>
    </w:pPr>
    <w:r>
      <w:rPr>
        <w:rFonts w:ascii="Artifakt ElementOfc" w:hAnsi="Artifakt ElementOfc" w:cs="Artifakt ElementOfc"/>
        <w:color w:val="000000"/>
      </w:rPr>
      <w:t>Instructor guide</w:t>
    </w:r>
    <w:r w:rsidR="00EB4F5C" w:rsidRPr="000D42CF">
      <w:rPr>
        <w:rFonts w:ascii="Artifakt ElementOfc" w:hAnsi="Artifakt ElementOfc" w:cs="Artifakt ElementOfc"/>
        <w:color w:val="000000"/>
      </w:rPr>
      <w:t xml:space="preserve">   </w:t>
    </w:r>
    <w:r w:rsidR="00A0025A" w:rsidRPr="000D42CF">
      <w:rPr>
        <w:rFonts w:ascii="Artifakt ElementOfc" w:hAnsi="Artifakt ElementOfc" w:cs="Artifakt ElementOfc"/>
        <w:color w:val="000000"/>
      </w:rPr>
      <w:t xml:space="preserve">Page | </w:t>
    </w:r>
    <w:r w:rsidR="00A0025A" w:rsidRPr="000D42CF">
      <w:rPr>
        <w:rFonts w:ascii="Artifakt ElementOfc" w:hAnsi="Artifakt ElementOfc" w:cs="Artifakt ElementOfc"/>
        <w:color w:val="000000"/>
      </w:rPr>
      <w:fldChar w:fldCharType="begin"/>
    </w:r>
    <w:r w:rsidR="00A0025A" w:rsidRPr="000D42CF">
      <w:rPr>
        <w:rFonts w:ascii="Artifakt ElementOfc" w:hAnsi="Artifakt ElementOfc" w:cs="Artifakt ElementOfc"/>
        <w:color w:val="000000"/>
      </w:rPr>
      <w:instrText xml:space="preserve"> PAGE   \* MERGEFORMAT </w:instrText>
    </w:r>
    <w:r w:rsidR="00A0025A" w:rsidRPr="000D42CF">
      <w:rPr>
        <w:rFonts w:ascii="Artifakt ElementOfc" w:hAnsi="Artifakt ElementOfc" w:cs="Artifakt ElementOfc"/>
        <w:color w:val="000000"/>
      </w:rPr>
      <w:fldChar w:fldCharType="separate"/>
    </w:r>
    <w:r w:rsidR="00A0025A" w:rsidRPr="000D42CF">
      <w:rPr>
        <w:rFonts w:ascii="Artifakt ElementOfc" w:hAnsi="Artifakt ElementOfc" w:cs="Artifakt ElementOfc"/>
        <w:color w:val="000000"/>
      </w:rPr>
      <w:t>2</w:t>
    </w:r>
    <w:r w:rsidR="00A0025A" w:rsidRPr="000D42CF">
      <w:rPr>
        <w:rFonts w:ascii="Artifakt ElementOfc" w:hAnsi="Artifakt ElementOfc" w:cs="Artifakt ElementOfc"/>
        <w:color w:val="00000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5"/>
    </w:tblGrid>
    <w:tr w:rsidR="00A0025A" w:rsidRPr="00975E11" w14:paraId="0CFD5B97" w14:textId="77777777" w:rsidTr="00975E11">
      <w:trPr>
        <w:trHeight w:val="90"/>
      </w:trPr>
      <w:tc>
        <w:tcPr>
          <w:tcW w:w="8365" w:type="dxa"/>
          <w:tcBorders>
            <w:top w:val="nil"/>
            <w:left w:val="nil"/>
            <w:bottom w:val="nil"/>
            <w:right w:val="nil"/>
          </w:tcBorders>
        </w:tcPr>
        <w:p w14:paraId="3FF74ACC" w14:textId="77777777" w:rsidR="00A0025A" w:rsidRPr="0084434D" w:rsidRDefault="00A0025A" w:rsidP="00A0025A">
          <w:pPr>
            <w:pStyle w:val="Footer"/>
            <w:rPr>
              <w:rFonts w:ascii="Arial" w:hAnsi="Arial" w:cs="Arial"/>
              <w:color w:val="000000"/>
              <w:spacing w:val="60"/>
            </w:rPr>
          </w:pPr>
        </w:p>
      </w:tc>
    </w:tr>
  </w:tbl>
  <w:p w14:paraId="6EAF5D69" w14:textId="77777777" w:rsidR="00A707A9" w:rsidRPr="00975E11" w:rsidRDefault="00A707A9" w:rsidP="00A0025A">
    <w:pPr>
      <w:pStyle w:val="Footer"/>
      <w:rPr>
        <w:rFonts w:ascii="Artifakt LegendOfc" w:hAnsi="Artifakt LegendOfc" w:cs="Artifakt LegendOfc"/>
        <w:color w:val="000000"/>
        <w:spacing w:val="6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B0D8BB" w14:textId="77777777" w:rsidR="002F6E4B" w:rsidRDefault="002F6E4B" w:rsidP="001F7B89">
      <w:pPr>
        <w:spacing w:after="0" w:line="240" w:lineRule="auto"/>
      </w:pPr>
      <w:r>
        <w:separator/>
      </w:r>
    </w:p>
  </w:footnote>
  <w:footnote w:type="continuationSeparator" w:id="0">
    <w:p w14:paraId="7B955078" w14:textId="77777777" w:rsidR="002F6E4B" w:rsidRDefault="002F6E4B" w:rsidP="001F7B89">
      <w:pPr>
        <w:spacing w:after="0" w:line="240" w:lineRule="auto"/>
      </w:pPr>
      <w:r>
        <w:continuationSeparator/>
      </w:r>
    </w:p>
  </w:footnote>
  <w:footnote w:type="continuationNotice" w:id="1">
    <w:p w14:paraId="7F7F4AF2" w14:textId="77777777" w:rsidR="002F6E4B" w:rsidRDefault="002F6E4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F2787" w14:textId="77777777" w:rsidR="001F7B89" w:rsidRDefault="001F7B89">
    <w:pPr>
      <w:pStyle w:val="Header"/>
    </w:pPr>
  </w:p>
  <w:p w14:paraId="7FAC3982" w14:textId="77777777" w:rsidR="001F7B89" w:rsidRDefault="001F7B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3EF90" w14:textId="77777777" w:rsidR="003F60EC" w:rsidRDefault="00D40FF4">
    <w:pPr>
      <w:pStyle w:val="Header"/>
    </w:pPr>
    <w:r w:rsidRPr="00364645">
      <w:rPr>
        <w:noProof/>
      </w:rPr>
      <w:drawing>
        <wp:inline distT="0" distB="0" distL="0" distR="0" wp14:anchorId="5BB9B41C" wp14:editId="7E3F8DFB">
          <wp:extent cx="1828800" cy="311785"/>
          <wp:effectExtent l="0" t="0" r="0" b="0"/>
          <wp:docPr id="4" name="Picture 2"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79FA1863" w14:textId="77777777" w:rsidR="00206961" w:rsidRDefault="002069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97A14"/>
    <w:multiLevelType w:val="hybridMultilevel"/>
    <w:tmpl w:val="30524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BD0600"/>
    <w:multiLevelType w:val="hybridMultilevel"/>
    <w:tmpl w:val="DAAA5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FE4402"/>
    <w:multiLevelType w:val="hybridMultilevel"/>
    <w:tmpl w:val="72CA3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397292"/>
    <w:multiLevelType w:val="hybridMultilevel"/>
    <w:tmpl w:val="46E4E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045660"/>
    <w:multiLevelType w:val="hybridMultilevel"/>
    <w:tmpl w:val="C4B02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16237A"/>
    <w:multiLevelType w:val="hybridMultilevel"/>
    <w:tmpl w:val="6008A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015C50"/>
    <w:multiLevelType w:val="hybridMultilevel"/>
    <w:tmpl w:val="43B29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F20E53"/>
    <w:multiLevelType w:val="multilevel"/>
    <w:tmpl w:val="8796F89A"/>
    <w:lvl w:ilvl="0">
      <w:start w:val="5"/>
      <w:numFmt w:val="decimal"/>
      <w:lvlText w:val="%1."/>
      <w:lvlJc w:val="left"/>
      <w:pPr>
        <w:tabs>
          <w:tab w:val="num" w:pos="360"/>
        </w:tabs>
        <w:ind w:left="360" w:hanging="360"/>
      </w:pPr>
      <w:rPr>
        <w:rFonts w:ascii="Artifakt ElementOfc" w:eastAsia="Artifakt ElementOfc" w:hAnsi="Artifakt ElementOfc" w:cs="Artifakt ElementOfc" w:hint="default"/>
        <w:b/>
        <w:bCs/>
        <w:i w:val="0"/>
        <w:iCs w:val="0"/>
        <w:spacing w:val="0"/>
        <w:w w:val="96"/>
        <w:sz w:val="26"/>
        <w:szCs w:val="26"/>
      </w:rPr>
    </w:lvl>
    <w:lvl w:ilvl="1">
      <w:start w:val="1"/>
      <w:numFmt w:val="decimal"/>
      <w:lvlRestart w:val="0"/>
      <w:lvlText w:val="%1.%2."/>
      <w:lvlJc w:val="left"/>
      <w:pPr>
        <w:ind w:left="540" w:hanging="360"/>
      </w:pPr>
      <w:rPr>
        <w:rFonts w:ascii="Artifakt ElementOfc" w:eastAsia="Artifakt ElementOfc" w:hAnsi="Artifakt ElementOfc" w:cs="Artifakt ElementOfc" w:hint="default"/>
        <w:b/>
        <w:bCs/>
        <w:i w:val="0"/>
        <w:iCs w:val="0"/>
        <w:spacing w:val="-5"/>
        <w:w w:val="100"/>
        <w:sz w:val="24"/>
        <w:szCs w:val="24"/>
      </w:rPr>
    </w:lvl>
    <w:lvl w:ilvl="2">
      <w:start w:val="1"/>
      <w:numFmt w:val="lowerLetter"/>
      <w:lvlText w:val="%1.%2.%3"/>
      <w:lvlJc w:val="left"/>
      <w:pPr>
        <w:ind w:left="1282" w:hanging="360"/>
      </w:pPr>
      <w:rPr>
        <w:rFonts w:ascii="Artifakt ElementOfc" w:eastAsia="Artifakt ElementOfc" w:hAnsi="Artifakt ElementOfc" w:cs="Artifakt ElementOfc" w:hint="default"/>
        <w:b w:val="0"/>
        <w:bCs w:val="0"/>
        <w:i w:val="0"/>
        <w:iCs w:val="0"/>
        <w:spacing w:val="0"/>
        <w:w w:val="100"/>
        <w:sz w:val="24"/>
        <w:szCs w:val="24"/>
      </w:rPr>
    </w:lvl>
    <w:lvl w:ilvl="3">
      <w:start w:val="1"/>
      <w:numFmt w:val="lowerRoman"/>
      <w:lvlText w:val="%4."/>
      <w:lvlJc w:val="left"/>
      <w:pPr>
        <w:tabs>
          <w:tab w:val="num" w:pos="1743"/>
        </w:tabs>
        <w:ind w:left="1743" w:hanging="360"/>
      </w:pPr>
      <w:rPr>
        <w:rFonts w:ascii="Artifakt ElementOfc" w:eastAsia="Artifakt ElementOfc" w:hAnsi="Artifakt ElementOfc" w:cs="Artifakt ElementOfc" w:hint="default"/>
        <w:b w:val="0"/>
        <w:bCs w:val="0"/>
        <w:i w:val="0"/>
        <w:iCs w:val="0"/>
        <w:spacing w:val="-1"/>
        <w:w w:val="101"/>
        <w:sz w:val="18"/>
        <w:szCs w:val="18"/>
      </w:rPr>
    </w:lvl>
    <w:lvl w:ilvl="4">
      <w:numFmt w:val="bullet"/>
      <w:lvlText w:val="•"/>
      <w:lvlJc w:val="left"/>
      <w:pPr>
        <w:tabs>
          <w:tab w:val="num" w:pos="2204"/>
        </w:tabs>
        <w:ind w:left="2204" w:hanging="360"/>
      </w:pPr>
      <w:rPr>
        <w:rFonts w:hint="default"/>
      </w:rPr>
    </w:lvl>
    <w:lvl w:ilvl="5">
      <w:numFmt w:val="bullet"/>
      <w:lvlText w:val="•"/>
      <w:lvlJc w:val="left"/>
      <w:pPr>
        <w:tabs>
          <w:tab w:val="num" w:pos="2665"/>
        </w:tabs>
        <w:ind w:left="2665" w:hanging="360"/>
      </w:pPr>
      <w:rPr>
        <w:rFonts w:hint="default"/>
      </w:rPr>
    </w:lvl>
    <w:lvl w:ilvl="6">
      <w:numFmt w:val="bullet"/>
      <w:lvlText w:val="•"/>
      <w:lvlJc w:val="left"/>
      <w:pPr>
        <w:tabs>
          <w:tab w:val="num" w:pos="3126"/>
        </w:tabs>
        <w:ind w:left="3126" w:hanging="360"/>
      </w:pPr>
      <w:rPr>
        <w:rFonts w:hint="default"/>
      </w:rPr>
    </w:lvl>
    <w:lvl w:ilvl="7">
      <w:numFmt w:val="bullet"/>
      <w:lvlText w:val="•"/>
      <w:lvlJc w:val="left"/>
      <w:pPr>
        <w:tabs>
          <w:tab w:val="num" w:pos="3587"/>
        </w:tabs>
        <w:ind w:left="3587" w:hanging="360"/>
      </w:pPr>
      <w:rPr>
        <w:rFonts w:hint="default"/>
      </w:rPr>
    </w:lvl>
    <w:lvl w:ilvl="8">
      <w:numFmt w:val="bullet"/>
      <w:lvlText w:val="•"/>
      <w:lvlJc w:val="left"/>
      <w:pPr>
        <w:tabs>
          <w:tab w:val="num" w:pos="4048"/>
        </w:tabs>
        <w:ind w:left="4048" w:hanging="360"/>
      </w:pPr>
      <w:rPr>
        <w:rFonts w:hint="default"/>
      </w:rPr>
    </w:lvl>
  </w:abstractNum>
  <w:abstractNum w:abstractNumId="8" w15:restartNumberingAfterBreak="0">
    <w:nsid w:val="15227C38"/>
    <w:multiLevelType w:val="multilevel"/>
    <w:tmpl w:val="62864E3E"/>
    <w:lvl w:ilvl="0">
      <w:start w:val="1"/>
      <w:numFmt w:val="decimal"/>
      <w:lvlText w:val="%1."/>
      <w:lvlJc w:val="left"/>
      <w:pPr>
        <w:tabs>
          <w:tab w:val="num" w:pos="360"/>
        </w:tabs>
        <w:ind w:left="360" w:hanging="360"/>
      </w:pPr>
      <w:rPr>
        <w:rFonts w:ascii="Artifakt ElementOfc" w:eastAsia="Artifakt ElementOfc" w:hAnsi="Artifakt ElementOfc" w:cs="Artifakt ElementOfc" w:hint="default"/>
        <w:b/>
        <w:bCs/>
        <w:i w:val="0"/>
        <w:iCs w:val="0"/>
        <w:spacing w:val="0"/>
        <w:w w:val="96"/>
        <w:sz w:val="26"/>
        <w:szCs w:val="26"/>
        <w:lang w:val="en-US" w:eastAsia="en-US" w:bidi="ar-SA"/>
      </w:rPr>
    </w:lvl>
    <w:lvl w:ilvl="1">
      <w:start w:val="1"/>
      <w:numFmt w:val="decimal"/>
      <w:lvlText w:val="%1.%2."/>
      <w:lvlJc w:val="left"/>
      <w:pPr>
        <w:ind w:left="540" w:hanging="360"/>
      </w:pPr>
      <w:rPr>
        <w:rFonts w:ascii="Artifakt ElementOfc" w:eastAsia="Artifakt ElementOfc" w:hAnsi="Artifakt ElementOfc" w:cs="Artifakt ElementOfc" w:hint="default"/>
        <w:b/>
        <w:bCs/>
        <w:i w:val="0"/>
        <w:iCs w:val="0"/>
        <w:spacing w:val="-5"/>
        <w:w w:val="100"/>
        <w:sz w:val="24"/>
        <w:szCs w:val="24"/>
        <w:lang w:val="en-US" w:eastAsia="en-US" w:bidi="ar-SA"/>
      </w:rPr>
    </w:lvl>
    <w:lvl w:ilvl="2">
      <w:start w:val="1"/>
      <w:numFmt w:val="lowerLetter"/>
      <w:lvlText w:val="%1.%2.%3"/>
      <w:lvlJc w:val="left"/>
      <w:pPr>
        <w:ind w:left="1282" w:hanging="360"/>
      </w:pPr>
      <w:rPr>
        <w:rFonts w:ascii="Artifakt ElementOfc" w:eastAsia="Artifakt ElementOfc" w:hAnsi="Artifakt ElementOfc" w:cs="Artifakt ElementOfc" w:hint="default"/>
        <w:b w:val="0"/>
        <w:bCs w:val="0"/>
        <w:i w:val="0"/>
        <w:iCs w:val="0"/>
        <w:spacing w:val="0"/>
        <w:w w:val="100"/>
        <w:sz w:val="24"/>
        <w:szCs w:val="24"/>
        <w:lang w:val="en-US" w:eastAsia="en-US" w:bidi="ar-SA"/>
      </w:rPr>
    </w:lvl>
    <w:lvl w:ilvl="3">
      <w:start w:val="1"/>
      <w:numFmt w:val="lowerRoman"/>
      <w:lvlText w:val="%4."/>
      <w:lvlJc w:val="left"/>
      <w:pPr>
        <w:tabs>
          <w:tab w:val="num" w:pos="1743"/>
        </w:tabs>
        <w:ind w:left="1743" w:hanging="360"/>
      </w:pPr>
      <w:rPr>
        <w:rFonts w:ascii="Artifakt ElementOfc" w:eastAsia="Artifakt ElementOfc" w:hAnsi="Artifakt ElementOfc" w:cs="Artifakt ElementOfc" w:hint="default"/>
        <w:b w:val="0"/>
        <w:bCs w:val="0"/>
        <w:i w:val="0"/>
        <w:iCs w:val="0"/>
        <w:spacing w:val="-1"/>
        <w:w w:val="101"/>
        <w:sz w:val="18"/>
        <w:szCs w:val="18"/>
        <w:lang w:val="en-US" w:eastAsia="en-US" w:bidi="ar-SA"/>
      </w:rPr>
    </w:lvl>
    <w:lvl w:ilvl="4">
      <w:numFmt w:val="bullet"/>
      <w:lvlText w:val="•"/>
      <w:lvlJc w:val="left"/>
      <w:pPr>
        <w:tabs>
          <w:tab w:val="num" w:pos="2204"/>
        </w:tabs>
        <w:ind w:left="2204" w:hanging="360"/>
      </w:pPr>
      <w:rPr>
        <w:rFonts w:hint="default"/>
        <w:lang w:val="en-US" w:eastAsia="en-US" w:bidi="ar-SA"/>
      </w:rPr>
    </w:lvl>
    <w:lvl w:ilvl="5">
      <w:numFmt w:val="bullet"/>
      <w:lvlText w:val="•"/>
      <w:lvlJc w:val="left"/>
      <w:pPr>
        <w:tabs>
          <w:tab w:val="num" w:pos="2665"/>
        </w:tabs>
        <w:ind w:left="2665" w:hanging="360"/>
      </w:pPr>
      <w:rPr>
        <w:rFonts w:hint="default"/>
        <w:lang w:val="en-US" w:eastAsia="en-US" w:bidi="ar-SA"/>
      </w:rPr>
    </w:lvl>
    <w:lvl w:ilvl="6">
      <w:numFmt w:val="bullet"/>
      <w:lvlText w:val="•"/>
      <w:lvlJc w:val="left"/>
      <w:pPr>
        <w:tabs>
          <w:tab w:val="num" w:pos="3126"/>
        </w:tabs>
        <w:ind w:left="3126" w:hanging="360"/>
      </w:pPr>
      <w:rPr>
        <w:rFonts w:hint="default"/>
        <w:lang w:val="en-US" w:eastAsia="en-US" w:bidi="ar-SA"/>
      </w:rPr>
    </w:lvl>
    <w:lvl w:ilvl="7">
      <w:numFmt w:val="bullet"/>
      <w:lvlText w:val="•"/>
      <w:lvlJc w:val="left"/>
      <w:pPr>
        <w:tabs>
          <w:tab w:val="num" w:pos="3587"/>
        </w:tabs>
        <w:ind w:left="3587" w:hanging="360"/>
      </w:pPr>
      <w:rPr>
        <w:rFonts w:hint="default"/>
        <w:lang w:val="en-US" w:eastAsia="en-US" w:bidi="ar-SA"/>
      </w:rPr>
    </w:lvl>
    <w:lvl w:ilvl="8">
      <w:numFmt w:val="bullet"/>
      <w:lvlText w:val="•"/>
      <w:lvlJc w:val="left"/>
      <w:pPr>
        <w:tabs>
          <w:tab w:val="num" w:pos="4048"/>
        </w:tabs>
        <w:ind w:left="4048" w:hanging="360"/>
      </w:pPr>
      <w:rPr>
        <w:rFonts w:hint="default"/>
        <w:lang w:val="en-US" w:eastAsia="en-US" w:bidi="ar-SA"/>
      </w:rPr>
    </w:lvl>
  </w:abstractNum>
  <w:abstractNum w:abstractNumId="9" w15:restartNumberingAfterBreak="0">
    <w:nsid w:val="1CFE6151"/>
    <w:multiLevelType w:val="hybridMultilevel"/>
    <w:tmpl w:val="6C208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F63B6A"/>
    <w:multiLevelType w:val="multilevel"/>
    <w:tmpl w:val="EF6A6380"/>
    <w:lvl w:ilvl="0">
      <w:start w:val="1"/>
      <w:numFmt w:val="decimal"/>
      <w:lvlText w:val="%1."/>
      <w:lvlJc w:val="left"/>
      <w:pPr>
        <w:tabs>
          <w:tab w:val="num" w:pos="360"/>
        </w:tabs>
        <w:ind w:left="360" w:hanging="360"/>
      </w:pPr>
      <w:rPr>
        <w:rFonts w:ascii="Artifakt ElementOfc" w:eastAsia="Artifakt ElementOfc" w:hAnsi="Artifakt ElementOfc" w:cs="Artifakt ElementOfc" w:hint="default"/>
        <w:b/>
        <w:bCs/>
        <w:i w:val="0"/>
        <w:iCs w:val="0"/>
        <w:spacing w:val="0"/>
        <w:w w:val="96"/>
        <w:sz w:val="26"/>
        <w:szCs w:val="26"/>
        <w:lang w:val="en-US" w:eastAsia="en-US" w:bidi="ar-SA"/>
      </w:rPr>
    </w:lvl>
    <w:lvl w:ilvl="1">
      <w:start w:val="1"/>
      <w:numFmt w:val="decimal"/>
      <w:lvlText w:val="%1.%2."/>
      <w:lvlJc w:val="left"/>
      <w:pPr>
        <w:tabs>
          <w:tab w:val="num" w:pos="821"/>
        </w:tabs>
        <w:ind w:left="821" w:hanging="360"/>
      </w:pPr>
      <w:rPr>
        <w:rFonts w:ascii="Artifakt ElementOfc" w:eastAsia="Artifakt ElementOfc" w:hAnsi="Artifakt ElementOfc" w:cs="Artifakt ElementOfc" w:hint="default"/>
        <w:b/>
        <w:bCs/>
        <w:i w:val="0"/>
        <w:iCs w:val="0"/>
        <w:spacing w:val="-5"/>
        <w:w w:val="100"/>
        <w:sz w:val="24"/>
        <w:szCs w:val="24"/>
        <w:lang w:val="en-US" w:eastAsia="en-US" w:bidi="ar-SA"/>
      </w:rPr>
    </w:lvl>
    <w:lvl w:ilvl="2">
      <w:start w:val="1"/>
      <w:numFmt w:val="lowerLetter"/>
      <w:lvlText w:val="%1.%2.%3"/>
      <w:lvlJc w:val="left"/>
      <w:pPr>
        <w:tabs>
          <w:tab w:val="num" w:pos="1282"/>
        </w:tabs>
        <w:ind w:left="1282" w:hanging="360"/>
      </w:pPr>
      <w:rPr>
        <w:rFonts w:ascii="Artifakt ElementOfc" w:eastAsia="Artifakt ElementOfc" w:hAnsi="Artifakt ElementOfc" w:cs="Artifakt ElementOfc" w:hint="default"/>
        <w:b w:val="0"/>
        <w:bCs w:val="0"/>
        <w:i w:val="0"/>
        <w:iCs w:val="0"/>
        <w:spacing w:val="0"/>
        <w:w w:val="100"/>
        <w:sz w:val="24"/>
        <w:szCs w:val="24"/>
        <w:lang w:val="en-US" w:eastAsia="en-US" w:bidi="ar-SA"/>
      </w:rPr>
    </w:lvl>
    <w:lvl w:ilvl="3">
      <w:start w:val="1"/>
      <w:numFmt w:val="lowerRoman"/>
      <w:lvlText w:val="%4."/>
      <w:lvlJc w:val="left"/>
      <w:pPr>
        <w:ind w:left="1743" w:hanging="360"/>
      </w:pPr>
      <w:rPr>
        <w:rFonts w:ascii="Artifakt ElementOfc" w:eastAsia="Artifakt ElementOfc" w:hAnsi="Artifakt ElementOfc" w:cs="Artifakt ElementOfc" w:hint="default"/>
        <w:b w:val="0"/>
        <w:bCs w:val="0"/>
        <w:i w:val="0"/>
        <w:iCs w:val="0"/>
        <w:spacing w:val="-1"/>
        <w:w w:val="101"/>
        <w:sz w:val="18"/>
        <w:szCs w:val="18"/>
        <w:lang w:val="en-US" w:eastAsia="en-US" w:bidi="ar-SA"/>
      </w:rPr>
    </w:lvl>
    <w:lvl w:ilvl="4">
      <w:numFmt w:val="bullet"/>
      <w:lvlText w:val="•"/>
      <w:lvlJc w:val="left"/>
      <w:pPr>
        <w:ind w:left="2204" w:hanging="360"/>
      </w:pPr>
      <w:rPr>
        <w:rFonts w:hint="default"/>
        <w:lang w:val="en-US" w:eastAsia="en-US" w:bidi="ar-SA"/>
      </w:rPr>
    </w:lvl>
    <w:lvl w:ilvl="5">
      <w:numFmt w:val="bullet"/>
      <w:lvlText w:val="•"/>
      <w:lvlJc w:val="left"/>
      <w:pPr>
        <w:ind w:left="2665" w:hanging="360"/>
      </w:pPr>
      <w:rPr>
        <w:rFonts w:hint="default"/>
        <w:lang w:val="en-US" w:eastAsia="en-US" w:bidi="ar-SA"/>
      </w:rPr>
    </w:lvl>
    <w:lvl w:ilvl="6">
      <w:numFmt w:val="bullet"/>
      <w:lvlText w:val="•"/>
      <w:lvlJc w:val="left"/>
      <w:pPr>
        <w:ind w:left="3126" w:hanging="360"/>
      </w:pPr>
      <w:rPr>
        <w:rFonts w:hint="default"/>
        <w:lang w:val="en-US" w:eastAsia="en-US" w:bidi="ar-SA"/>
      </w:rPr>
    </w:lvl>
    <w:lvl w:ilvl="7">
      <w:numFmt w:val="bullet"/>
      <w:lvlText w:val="•"/>
      <w:lvlJc w:val="left"/>
      <w:pPr>
        <w:ind w:left="3587" w:hanging="360"/>
      </w:pPr>
      <w:rPr>
        <w:rFonts w:hint="default"/>
        <w:lang w:val="en-US" w:eastAsia="en-US" w:bidi="ar-SA"/>
      </w:rPr>
    </w:lvl>
    <w:lvl w:ilvl="8">
      <w:numFmt w:val="bullet"/>
      <w:lvlText w:val="•"/>
      <w:lvlJc w:val="left"/>
      <w:pPr>
        <w:ind w:left="4048" w:hanging="360"/>
      </w:pPr>
      <w:rPr>
        <w:rFonts w:hint="default"/>
        <w:lang w:val="en-US" w:eastAsia="en-US" w:bidi="ar-SA"/>
      </w:rPr>
    </w:lvl>
  </w:abstractNum>
  <w:abstractNum w:abstractNumId="11" w15:restartNumberingAfterBreak="0">
    <w:nsid w:val="22000E4F"/>
    <w:multiLevelType w:val="hybridMultilevel"/>
    <w:tmpl w:val="52EED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755A8C"/>
    <w:multiLevelType w:val="hybridMultilevel"/>
    <w:tmpl w:val="F3BC3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070928"/>
    <w:multiLevelType w:val="multilevel"/>
    <w:tmpl w:val="62864E3E"/>
    <w:lvl w:ilvl="0">
      <w:start w:val="1"/>
      <w:numFmt w:val="decimal"/>
      <w:lvlText w:val="%1."/>
      <w:lvlJc w:val="left"/>
      <w:pPr>
        <w:tabs>
          <w:tab w:val="num" w:pos="360"/>
        </w:tabs>
        <w:ind w:left="360" w:hanging="360"/>
      </w:pPr>
      <w:rPr>
        <w:rFonts w:ascii="Artifakt ElementOfc" w:eastAsia="Artifakt ElementOfc" w:hAnsi="Artifakt ElementOfc" w:cs="Artifakt ElementOfc" w:hint="default"/>
        <w:b/>
        <w:bCs/>
        <w:i w:val="0"/>
        <w:iCs w:val="0"/>
        <w:spacing w:val="0"/>
        <w:w w:val="96"/>
        <w:sz w:val="26"/>
        <w:szCs w:val="26"/>
        <w:lang w:val="en-US" w:eastAsia="en-US" w:bidi="ar-SA"/>
      </w:rPr>
    </w:lvl>
    <w:lvl w:ilvl="1">
      <w:start w:val="1"/>
      <w:numFmt w:val="decimal"/>
      <w:lvlText w:val="%1.%2."/>
      <w:lvlJc w:val="left"/>
      <w:pPr>
        <w:ind w:left="540" w:hanging="360"/>
      </w:pPr>
      <w:rPr>
        <w:rFonts w:ascii="Artifakt ElementOfc" w:eastAsia="Artifakt ElementOfc" w:hAnsi="Artifakt ElementOfc" w:cs="Artifakt ElementOfc" w:hint="default"/>
        <w:b/>
        <w:bCs/>
        <w:i w:val="0"/>
        <w:iCs w:val="0"/>
        <w:spacing w:val="-5"/>
        <w:w w:val="100"/>
        <w:sz w:val="24"/>
        <w:szCs w:val="24"/>
        <w:lang w:val="en-US" w:eastAsia="en-US" w:bidi="ar-SA"/>
      </w:rPr>
    </w:lvl>
    <w:lvl w:ilvl="2">
      <w:start w:val="1"/>
      <w:numFmt w:val="lowerLetter"/>
      <w:lvlText w:val="%1.%2.%3"/>
      <w:lvlJc w:val="left"/>
      <w:pPr>
        <w:ind w:left="1282" w:hanging="360"/>
      </w:pPr>
      <w:rPr>
        <w:rFonts w:ascii="Artifakt ElementOfc" w:eastAsia="Artifakt ElementOfc" w:hAnsi="Artifakt ElementOfc" w:cs="Artifakt ElementOfc" w:hint="default"/>
        <w:b w:val="0"/>
        <w:bCs w:val="0"/>
        <w:i w:val="0"/>
        <w:iCs w:val="0"/>
        <w:spacing w:val="0"/>
        <w:w w:val="100"/>
        <w:sz w:val="24"/>
        <w:szCs w:val="24"/>
        <w:lang w:val="en-US" w:eastAsia="en-US" w:bidi="ar-SA"/>
      </w:rPr>
    </w:lvl>
    <w:lvl w:ilvl="3">
      <w:start w:val="1"/>
      <w:numFmt w:val="lowerRoman"/>
      <w:lvlText w:val="%4."/>
      <w:lvlJc w:val="left"/>
      <w:pPr>
        <w:tabs>
          <w:tab w:val="num" w:pos="1743"/>
        </w:tabs>
        <w:ind w:left="1743" w:hanging="360"/>
      </w:pPr>
      <w:rPr>
        <w:rFonts w:ascii="Artifakt ElementOfc" w:eastAsia="Artifakt ElementOfc" w:hAnsi="Artifakt ElementOfc" w:cs="Artifakt ElementOfc" w:hint="default"/>
        <w:b w:val="0"/>
        <w:bCs w:val="0"/>
        <w:i w:val="0"/>
        <w:iCs w:val="0"/>
        <w:spacing w:val="-1"/>
        <w:w w:val="101"/>
        <w:sz w:val="18"/>
        <w:szCs w:val="18"/>
        <w:lang w:val="en-US" w:eastAsia="en-US" w:bidi="ar-SA"/>
      </w:rPr>
    </w:lvl>
    <w:lvl w:ilvl="4">
      <w:numFmt w:val="bullet"/>
      <w:lvlText w:val="•"/>
      <w:lvlJc w:val="left"/>
      <w:pPr>
        <w:tabs>
          <w:tab w:val="num" w:pos="2204"/>
        </w:tabs>
        <w:ind w:left="2204" w:hanging="360"/>
      </w:pPr>
      <w:rPr>
        <w:rFonts w:hint="default"/>
        <w:lang w:val="en-US" w:eastAsia="en-US" w:bidi="ar-SA"/>
      </w:rPr>
    </w:lvl>
    <w:lvl w:ilvl="5">
      <w:numFmt w:val="bullet"/>
      <w:lvlText w:val="•"/>
      <w:lvlJc w:val="left"/>
      <w:pPr>
        <w:tabs>
          <w:tab w:val="num" w:pos="2665"/>
        </w:tabs>
        <w:ind w:left="2665" w:hanging="360"/>
      </w:pPr>
      <w:rPr>
        <w:rFonts w:hint="default"/>
        <w:lang w:val="en-US" w:eastAsia="en-US" w:bidi="ar-SA"/>
      </w:rPr>
    </w:lvl>
    <w:lvl w:ilvl="6">
      <w:numFmt w:val="bullet"/>
      <w:lvlText w:val="•"/>
      <w:lvlJc w:val="left"/>
      <w:pPr>
        <w:tabs>
          <w:tab w:val="num" w:pos="3126"/>
        </w:tabs>
        <w:ind w:left="3126" w:hanging="360"/>
      </w:pPr>
      <w:rPr>
        <w:rFonts w:hint="default"/>
        <w:lang w:val="en-US" w:eastAsia="en-US" w:bidi="ar-SA"/>
      </w:rPr>
    </w:lvl>
    <w:lvl w:ilvl="7">
      <w:numFmt w:val="bullet"/>
      <w:lvlText w:val="•"/>
      <w:lvlJc w:val="left"/>
      <w:pPr>
        <w:tabs>
          <w:tab w:val="num" w:pos="3587"/>
        </w:tabs>
        <w:ind w:left="3587" w:hanging="360"/>
      </w:pPr>
      <w:rPr>
        <w:rFonts w:hint="default"/>
        <w:lang w:val="en-US" w:eastAsia="en-US" w:bidi="ar-SA"/>
      </w:rPr>
    </w:lvl>
    <w:lvl w:ilvl="8">
      <w:numFmt w:val="bullet"/>
      <w:lvlText w:val="•"/>
      <w:lvlJc w:val="left"/>
      <w:pPr>
        <w:tabs>
          <w:tab w:val="num" w:pos="4048"/>
        </w:tabs>
        <w:ind w:left="4048" w:hanging="360"/>
      </w:pPr>
      <w:rPr>
        <w:rFonts w:hint="default"/>
        <w:lang w:val="en-US" w:eastAsia="en-US" w:bidi="ar-SA"/>
      </w:rPr>
    </w:lvl>
  </w:abstractNum>
  <w:abstractNum w:abstractNumId="14" w15:restartNumberingAfterBreak="0">
    <w:nsid w:val="3A186266"/>
    <w:multiLevelType w:val="multilevel"/>
    <w:tmpl w:val="567A0B54"/>
    <w:lvl w:ilvl="0">
      <w:start w:val="1"/>
      <w:numFmt w:val="decimal"/>
      <w:lvlText w:val="%1."/>
      <w:lvlJc w:val="left"/>
      <w:pPr>
        <w:ind w:left="360" w:hanging="360"/>
      </w:pPr>
      <w:rPr>
        <w:rFonts w:hint="default"/>
        <w:color w:val="2E5395"/>
        <w:spacing w:val="-2"/>
        <w:w w:val="99"/>
        <w:sz w:val="26"/>
        <w:szCs w:val="26"/>
        <w:lang w:val="en-US" w:eastAsia="en-US" w:bidi="en-US"/>
      </w:rPr>
    </w:lvl>
    <w:lvl w:ilvl="1">
      <w:start w:val="1"/>
      <w:numFmt w:val="decimal"/>
      <w:lvlText w:val="%1.%2."/>
      <w:lvlJc w:val="left"/>
      <w:pPr>
        <w:ind w:left="792" w:hanging="432"/>
      </w:pPr>
      <w:rPr>
        <w:rFonts w:hint="default"/>
        <w:color w:val="2E5395"/>
        <w:spacing w:val="-5"/>
        <w:w w:val="100"/>
        <w:sz w:val="24"/>
        <w:szCs w:val="24"/>
        <w:lang w:val="en-US" w:eastAsia="en-US" w:bidi="en-US"/>
      </w:rPr>
    </w:lvl>
    <w:lvl w:ilvl="2">
      <w:start w:val="1"/>
      <w:numFmt w:val="lowerLetter"/>
      <w:lvlText w:val="%1.%2.%3."/>
      <w:lvlJc w:val="left"/>
      <w:pPr>
        <w:ind w:left="1224" w:hanging="504"/>
      </w:pPr>
      <w:rPr>
        <w:rFonts w:hint="default"/>
        <w:lang w:val="en-US" w:eastAsia="en-US" w:bidi="en-US"/>
      </w:rPr>
    </w:lvl>
    <w:lvl w:ilvl="3">
      <w:start w:val="1"/>
      <w:numFmt w:val="decimal"/>
      <w:lvlText w:val="%1.%2.%3.%4."/>
      <w:lvlJc w:val="left"/>
      <w:pPr>
        <w:ind w:left="1728" w:hanging="648"/>
      </w:pPr>
      <w:rPr>
        <w:rFonts w:hint="default"/>
        <w:lang w:val="en-US" w:eastAsia="en-US" w:bidi="en-US"/>
      </w:rPr>
    </w:lvl>
    <w:lvl w:ilvl="4">
      <w:start w:val="1"/>
      <w:numFmt w:val="decimal"/>
      <w:lvlText w:val="%1.%2.%3.%4.%5."/>
      <w:lvlJc w:val="left"/>
      <w:pPr>
        <w:ind w:left="2232" w:hanging="792"/>
      </w:pPr>
      <w:rPr>
        <w:rFonts w:hint="default"/>
        <w:lang w:val="en-US" w:eastAsia="en-US" w:bidi="en-US"/>
      </w:rPr>
    </w:lvl>
    <w:lvl w:ilvl="5">
      <w:start w:val="1"/>
      <w:numFmt w:val="decimal"/>
      <w:lvlText w:val="%1.%2.%3.%4.%5.%6."/>
      <w:lvlJc w:val="left"/>
      <w:pPr>
        <w:ind w:left="2736" w:hanging="936"/>
      </w:pPr>
      <w:rPr>
        <w:rFonts w:hint="default"/>
        <w:lang w:val="en-US" w:eastAsia="en-US" w:bidi="en-US"/>
      </w:rPr>
    </w:lvl>
    <w:lvl w:ilvl="6">
      <w:start w:val="1"/>
      <w:numFmt w:val="decimal"/>
      <w:lvlText w:val="%1.%2.%3.%4.%5.%6.%7."/>
      <w:lvlJc w:val="left"/>
      <w:pPr>
        <w:ind w:left="3240" w:hanging="1080"/>
      </w:pPr>
      <w:rPr>
        <w:rFonts w:hint="default"/>
        <w:lang w:val="en-US" w:eastAsia="en-US" w:bidi="en-US"/>
      </w:rPr>
    </w:lvl>
    <w:lvl w:ilvl="7">
      <w:start w:val="1"/>
      <w:numFmt w:val="decimal"/>
      <w:lvlText w:val="%1.%2.%3.%4.%5.%6.%7.%8."/>
      <w:lvlJc w:val="left"/>
      <w:pPr>
        <w:ind w:left="3744" w:hanging="1224"/>
      </w:pPr>
      <w:rPr>
        <w:rFonts w:hint="default"/>
        <w:lang w:val="en-US" w:eastAsia="en-US" w:bidi="en-US"/>
      </w:rPr>
    </w:lvl>
    <w:lvl w:ilvl="8">
      <w:start w:val="1"/>
      <w:numFmt w:val="decimal"/>
      <w:lvlText w:val="%1.%2.%3.%4.%5.%6.%7.%8.%9."/>
      <w:lvlJc w:val="left"/>
      <w:pPr>
        <w:ind w:left="4320" w:hanging="1440"/>
      </w:pPr>
      <w:rPr>
        <w:rFonts w:hint="default"/>
        <w:lang w:val="en-US" w:eastAsia="en-US" w:bidi="en-US"/>
      </w:rPr>
    </w:lvl>
  </w:abstractNum>
  <w:abstractNum w:abstractNumId="15" w15:restartNumberingAfterBreak="0">
    <w:nsid w:val="3D2A42AC"/>
    <w:multiLevelType w:val="multilevel"/>
    <w:tmpl w:val="4D3A1012"/>
    <w:lvl w:ilvl="0">
      <w:start w:val="1"/>
      <w:numFmt w:val="decimal"/>
      <w:lvlText w:val="%1."/>
      <w:lvlJc w:val="left"/>
      <w:pPr>
        <w:tabs>
          <w:tab w:val="num" w:pos="360"/>
        </w:tabs>
        <w:ind w:left="360" w:hanging="360"/>
      </w:pPr>
      <w:rPr>
        <w:rFonts w:ascii="Artifakt ElementOfc" w:eastAsia="Artifakt ElementOfc" w:hAnsi="Artifakt ElementOfc" w:cs="Artifakt ElementOfc" w:hint="default"/>
        <w:b/>
        <w:bCs/>
        <w:i w:val="0"/>
        <w:iCs w:val="0"/>
        <w:spacing w:val="0"/>
        <w:w w:val="96"/>
        <w:sz w:val="26"/>
        <w:szCs w:val="26"/>
        <w:lang w:val="en-US" w:eastAsia="en-US" w:bidi="ar-SA"/>
      </w:rPr>
    </w:lvl>
    <w:lvl w:ilvl="1">
      <w:start w:val="1"/>
      <w:numFmt w:val="decimal"/>
      <w:lvlText w:val="%1.%2."/>
      <w:lvlJc w:val="left"/>
      <w:pPr>
        <w:tabs>
          <w:tab w:val="num" w:pos="2070"/>
        </w:tabs>
        <w:ind w:left="2070" w:hanging="360"/>
      </w:pPr>
      <w:rPr>
        <w:rFonts w:ascii="Artifakt ElementOfc" w:eastAsia="Artifakt ElementOfc" w:hAnsi="Artifakt ElementOfc" w:cs="Artifakt ElementOfc" w:hint="default"/>
        <w:b/>
        <w:bCs/>
        <w:i w:val="0"/>
        <w:iCs w:val="0"/>
        <w:spacing w:val="-5"/>
        <w:w w:val="100"/>
        <w:sz w:val="24"/>
        <w:szCs w:val="24"/>
        <w:lang w:val="en-US" w:eastAsia="en-US" w:bidi="ar-SA"/>
      </w:rPr>
    </w:lvl>
    <w:lvl w:ilvl="2">
      <w:start w:val="1"/>
      <w:numFmt w:val="lowerLetter"/>
      <w:lvlText w:val="%1.%2.%3"/>
      <w:lvlJc w:val="left"/>
      <w:pPr>
        <w:tabs>
          <w:tab w:val="num" w:pos="1282"/>
        </w:tabs>
        <w:ind w:left="1282" w:hanging="360"/>
      </w:pPr>
      <w:rPr>
        <w:rFonts w:ascii="Artifakt ElementOfc" w:eastAsia="Artifakt ElementOfc" w:hAnsi="Artifakt ElementOfc" w:cs="Artifakt ElementOfc" w:hint="default"/>
        <w:b w:val="0"/>
        <w:bCs w:val="0"/>
        <w:i w:val="0"/>
        <w:iCs w:val="0"/>
        <w:spacing w:val="0"/>
        <w:w w:val="100"/>
        <w:sz w:val="24"/>
        <w:szCs w:val="24"/>
        <w:lang w:val="en-US" w:eastAsia="en-US" w:bidi="ar-SA"/>
      </w:rPr>
    </w:lvl>
    <w:lvl w:ilvl="3">
      <w:start w:val="1"/>
      <w:numFmt w:val="lowerRoman"/>
      <w:lvlText w:val="%4."/>
      <w:lvlJc w:val="left"/>
      <w:pPr>
        <w:tabs>
          <w:tab w:val="num" w:pos="1743"/>
        </w:tabs>
        <w:ind w:left="1743" w:hanging="360"/>
      </w:pPr>
      <w:rPr>
        <w:rFonts w:ascii="Artifakt ElementOfc" w:eastAsia="Artifakt ElementOfc" w:hAnsi="Artifakt ElementOfc" w:cs="Artifakt ElementOfc" w:hint="default"/>
        <w:b w:val="0"/>
        <w:bCs w:val="0"/>
        <w:i w:val="0"/>
        <w:iCs w:val="0"/>
        <w:spacing w:val="-1"/>
        <w:w w:val="101"/>
        <w:sz w:val="18"/>
        <w:szCs w:val="18"/>
        <w:lang w:val="en-US" w:eastAsia="en-US" w:bidi="ar-SA"/>
      </w:rPr>
    </w:lvl>
    <w:lvl w:ilvl="4">
      <w:numFmt w:val="bullet"/>
      <w:lvlText w:val="•"/>
      <w:lvlJc w:val="left"/>
      <w:pPr>
        <w:tabs>
          <w:tab w:val="num" w:pos="2204"/>
        </w:tabs>
        <w:ind w:left="2204" w:hanging="360"/>
      </w:pPr>
      <w:rPr>
        <w:rFonts w:hint="default"/>
        <w:lang w:val="en-US" w:eastAsia="en-US" w:bidi="ar-SA"/>
      </w:rPr>
    </w:lvl>
    <w:lvl w:ilvl="5">
      <w:numFmt w:val="bullet"/>
      <w:lvlText w:val="•"/>
      <w:lvlJc w:val="left"/>
      <w:pPr>
        <w:tabs>
          <w:tab w:val="num" w:pos="2665"/>
        </w:tabs>
        <w:ind w:left="2665" w:hanging="360"/>
      </w:pPr>
      <w:rPr>
        <w:rFonts w:hint="default"/>
        <w:lang w:val="en-US" w:eastAsia="en-US" w:bidi="ar-SA"/>
      </w:rPr>
    </w:lvl>
    <w:lvl w:ilvl="6">
      <w:numFmt w:val="bullet"/>
      <w:lvlText w:val="•"/>
      <w:lvlJc w:val="left"/>
      <w:pPr>
        <w:tabs>
          <w:tab w:val="num" w:pos="3126"/>
        </w:tabs>
        <w:ind w:left="3126" w:hanging="360"/>
      </w:pPr>
      <w:rPr>
        <w:rFonts w:hint="default"/>
        <w:lang w:val="en-US" w:eastAsia="en-US" w:bidi="ar-SA"/>
      </w:rPr>
    </w:lvl>
    <w:lvl w:ilvl="7">
      <w:numFmt w:val="bullet"/>
      <w:lvlText w:val="•"/>
      <w:lvlJc w:val="left"/>
      <w:pPr>
        <w:tabs>
          <w:tab w:val="num" w:pos="3587"/>
        </w:tabs>
        <w:ind w:left="3587" w:hanging="360"/>
      </w:pPr>
      <w:rPr>
        <w:rFonts w:hint="default"/>
        <w:lang w:val="en-US" w:eastAsia="en-US" w:bidi="ar-SA"/>
      </w:rPr>
    </w:lvl>
    <w:lvl w:ilvl="8">
      <w:numFmt w:val="bullet"/>
      <w:lvlText w:val="•"/>
      <w:lvlJc w:val="left"/>
      <w:pPr>
        <w:tabs>
          <w:tab w:val="num" w:pos="4048"/>
        </w:tabs>
        <w:ind w:left="4048" w:hanging="360"/>
      </w:pPr>
      <w:rPr>
        <w:rFonts w:hint="default"/>
        <w:lang w:val="en-US" w:eastAsia="en-US" w:bidi="ar-SA"/>
      </w:rPr>
    </w:lvl>
  </w:abstractNum>
  <w:abstractNum w:abstractNumId="16" w15:restartNumberingAfterBreak="0">
    <w:nsid w:val="3D860E3D"/>
    <w:multiLevelType w:val="hybridMultilevel"/>
    <w:tmpl w:val="E3F27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7B047C"/>
    <w:multiLevelType w:val="hybridMultilevel"/>
    <w:tmpl w:val="5B541E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4C6925AA"/>
    <w:multiLevelType w:val="hybridMultilevel"/>
    <w:tmpl w:val="45765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1676C2"/>
    <w:multiLevelType w:val="hybridMultilevel"/>
    <w:tmpl w:val="5FFEF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86301F"/>
    <w:multiLevelType w:val="hybridMultilevel"/>
    <w:tmpl w:val="FF1A2840"/>
    <w:lvl w:ilvl="0" w:tplc="8112EEEE">
      <w:start w:val="1"/>
      <w:numFmt w:val="decimal"/>
      <w:lvlText w:val="%1."/>
      <w:lvlJc w:val="left"/>
      <w:pPr>
        <w:ind w:left="720" w:hanging="360"/>
      </w:pPr>
      <w:rPr>
        <w:rFonts w:ascii="Noto Sans" w:hAnsi="Noto Sans" w:hint="default"/>
        <w:b/>
        <w:i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F167CB"/>
    <w:multiLevelType w:val="hybridMultilevel"/>
    <w:tmpl w:val="48B6D652"/>
    <w:lvl w:ilvl="0" w:tplc="74E886DA">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DE564F"/>
    <w:multiLevelType w:val="hybridMultilevel"/>
    <w:tmpl w:val="9B78A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D36C47"/>
    <w:multiLevelType w:val="hybridMultilevel"/>
    <w:tmpl w:val="82D6C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4F703C"/>
    <w:multiLevelType w:val="hybridMultilevel"/>
    <w:tmpl w:val="1D140E8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AF6710"/>
    <w:multiLevelType w:val="hybridMultilevel"/>
    <w:tmpl w:val="1FE049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2572703">
    <w:abstractNumId w:val="23"/>
  </w:num>
  <w:num w:numId="2" w16cid:durableId="930435415">
    <w:abstractNumId w:val="20"/>
  </w:num>
  <w:num w:numId="3" w16cid:durableId="614484933">
    <w:abstractNumId w:val="18"/>
  </w:num>
  <w:num w:numId="4" w16cid:durableId="1868634566">
    <w:abstractNumId w:val="24"/>
  </w:num>
  <w:num w:numId="5" w16cid:durableId="1985618740">
    <w:abstractNumId w:val="17"/>
  </w:num>
  <w:num w:numId="6" w16cid:durableId="690843440">
    <w:abstractNumId w:val="9"/>
  </w:num>
  <w:num w:numId="7" w16cid:durableId="936522788">
    <w:abstractNumId w:val="0"/>
  </w:num>
  <w:num w:numId="8" w16cid:durableId="72162803">
    <w:abstractNumId w:val="4"/>
  </w:num>
  <w:num w:numId="9" w16cid:durableId="656149534">
    <w:abstractNumId w:val="1"/>
  </w:num>
  <w:num w:numId="10" w16cid:durableId="2007433388">
    <w:abstractNumId w:val="22"/>
  </w:num>
  <w:num w:numId="11" w16cid:durableId="134294718">
    <w:abstractNumId w:val="16"/>
  </w:num>
  <w:num w:numId="12" w16cid:durableId="1819951869">
    <w:abstractNumId w:val="12"/>
  </w:num>
  <w:num w:numId="13" w16cid:durableId="2111658407">
    <w:abstractNumId w:val="6"/>
  </w:num>
  <w:num w:numId="14" w16cid:durableId="1131554270">
    <w:abstractNumId w:val="2"/>
  </w:num>
  <w:num w:numId="15" w16cid:durableId="1681354788">
    <w:abstractNumId w:val="25"/>
  </w:num>
  <w:num w:numId="16" w16cid:durableId="1902793158">
    <w:abstractNumId w:val="19"/>
  </w:num>
  <w:num w:numId="17" w16cid:durableId="956984346">
    <w:abstractNumId w:val="21"/>
  </w:num>
  <w:num w:numId="18" w16cid:durableId="1994989272">
    <w:abstractNumId w:val="14"/>
  </w:num>
  <w:num w:numId="19" w16cid:durableId="594291022">
    <w:abstractNumId w:val="11"/>
  </w:num>
  <w:num w:numId="20" w16cid:durableId="164521806">
    <w:abstractNumId w:val="5"/>
  </w:num>
  <w:num w:numId="21" w16cid:durableId="394592932">
    <w:abstractNumId w:val="8"/>
  </w:num>
  <w:num w:numId="22" w16cid:durableId="1107236423">
    <w:abstractNumId w:val="3"/>
  </w:num>
  <w:num w:numId="23" w16cid:durableId="313264400">
    <w:abstractNumId w:val="15"/>
  </w:num>
  <w:num w:numId="24" w16cid:durableId="369308835">
    <w:abstractNumId w:val="10"/>
  </w:num>
  <w:num w:numId="25" w16cid:durableId="1634092566">
    <w:abstractNumId w:val="13"/>
  </w:num>
  <w:num w:numId="26" w16cid:durableId="20737730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F8D"/>
    <w:rsid w:val="0000126C"/>
    <w:rsid w:val="00002FCA"/>
    <w:rsid w:val="00006D31"/>
    <w:rsid w:val="000104BD"/>
    <w:rsid w:val="00016824"/>
    <w:rsid w:val="00016B54"/>
    <w:rsid w:val="000211CD"/>
    <w:rsid w:val="000219ED"/>
    <w:rsid w:val="000436BB"/>
    <w:rsid w:val="00045B4B"/>
    <w:rsid w:val="00047729"/>
    <w:rsid w:val="00052DC2"/>
    <w:rsid w:val="000576BB"/>
    <w:rsid w:val="00061ACD"/>
    <w:rsid w:val="00073DDB"/>
    <w:rsid w:val="00075E02"/>
    <w:rsid w:val="000766EA"/>
    <w:rsid w:val="00086878"/>
    <w:rsid w:val="000938D4"/>
    <w:rsid w:val="00095EEC"/>
    <w:rsid w:val="00096E71"/>
    <w:rsid w:val="000A08AF"/>
    <w:rsid w:val="000A207F"/>
    <w:rsid w:val="000A5DB9"/>
    <w:rsid w:val="000A7FD9"/>
    <w:rsid w:val="000B11FB"/>
    <w:rsid w:val="000B394B"/>
    <w:rsid w:val="000B44E3"/>
    <w:rsid w:val="000B61E4"/>
    <w:rsid w:val="000C27FB"/>
    <w:rsid w:val="000C2D1B"/>
    <w:rsid w:val="000C3A1B"/>
    <w:rsid w:val="000D42CF"/>
    <w:rsid w:val="000D64D5"/>
    <w:rsid w:val="000E2306"/>
    <w:rsid w:val="000E75EF"/>
    <w:rsid w:val="000F1927"/>
    <w:rsid w:val="000F1E93"/>
    <w:rsid w:val="000F227C"/>
    <w:rsid w:val="001004E4"/>
    <w:rsid w:val="001055A3"/>
    <w:rsid w:val="00106BFA"/>
    <w:rsid w:val="001071A6"/>
    <w:rsid w:val="00111645"/>
    <w:rsid w:val="00111833"/>
    <w:rsid w:val="00112786"/>
    <w:rsid w:val="001144AF"/>
    <w:rsid w:val="001205CE"/>
    <w:rsid w:val="001326AF"/>
    <w:rsid w:val="0013553D"/>
    <w:rsid w:val="00135884"/>
    <w:rsid w:val="00136C89"/>
    <w:rsid w:val="0014286A"/>
    <w:rsid w:val="001464EF"/>
    <w:rsid w:val="00147C73"/>
    <w:rsid w:val="00154C32"/>
    <w:rsid w:val="0015563A"/>
    <w:rsid w:val="00156464"/>
    <w:rsid w:val="0015737E"/>
    <w:rsid w:val="00163DC8"/>
    <w:rsid w:val="00172761"/>
    <w:rsid w:val="00172FDA"/>
    <w:rsid w:val="00174FC6"/>
    <w:rsid w:val="001768F1"/>
    <w:rsid w:val="001816EE"/>
    <w:rsid w:val="00182050"/>
    <w:rsid w:val="00193145"/>
    <w:rsid w:val="00197900"/>
    <w:rsid w:val="001A12DB"/>
    <w:rsid w:val="001A39A3"/>
    <w:rsid w:val="001B393F"/>
    <w:rsid w:val="001B7F23"/>
    <w:rsid w:val="001D3D4C"/>
    <w:rsid w:val="001D6977"/>
    <w:rsid w:val="001E3584"/>
    <w:rsid w:val="001E4417"/>
    <w:rsid w:val="001E4B4D"/>
    <w:rsid w:val="001F42CA"/>
    <w:rsid w:val="001F7B89"/>
    <w:rsid w:val="00204B90"/>
    <w:rsid w:val="00205D1E"/>
    <w:rsid w:val="00206961"/>
    <w:rsid w:val="00210EB0"/>
    <w:rsid w:val="00212EA4"/>
    <w:rsid w:val="00221BE2"/>
    <w:rsid w:val="0022619C"/>
    <w:rsid w:val="00226B29"/>
    <w:rsid w:val="002279F0"/>
    <w:rsid w:val="00241BB9"/>
    <w:rsid w:val="0025772F"/>
    <w:rsid w:val="00265F5B"/>
    <w:rsid w:val="002662E7"/>
    <w:rsid w:val="00267FA9"/>
    <w:rsid w:val="00270093"/>
    <w:rsid w:val="00270E0E"/>
    <w:rsid w:val="002745C9"/>
    <w:rsid w:val="00285382"/>
    <w:rsid w:val="00291CE6"/>
    <w:rsid w:val="00296CE0"/>
    <w:rsid w:val="00297B73"/>
    <w:rsid w:val="002A0DA2"/>
    <w:rsid w:val="002A4008"/>
    <w:rsid w:val="002A40A2"/>
    <w:rsid w:val="002A4420"/>
    <w:rsid w:val="002A7EFD"/>
    <w:rsid w:val="002C1082"/>
    <w:rsid w:val="002C1CE7"/>
    <w:rsid w:val="002C22EE"/>
    <w:rsid w:val="002C689F"/>
    <w:rsid w:val="002D2105"/>
    <w:rsid w:val="002D278C"/>
    <w:rsid w:val="002D2C55"/>
    <w:rsid w:val="002D3C2C"/>
    <w:rsid w:val="002D4D7D"/>
    <w:rsid w:val="002D7D2E"/>
    <w:rsid w:val="002E1B1D"/>
    <w:rsid w:val="002E5BF8"/>
    <w:rsid w:val="002F079B"/>
    <w:rsid w:val="002F1971"/>
    <w:rsid w:val="002F1D48"/>
    <w:rsid w:val="002F6E4B"/>
    <w:rsid w:val="002F6F65"/>
    <w:rsid w:val="002F764A"/>
    <w:rsid w:val="0030720E"/>
    <w:rsid w:val="003149BD"/>
    <w:rsid w:val="00323C4D"/>
    <w:rsid w:val="003302DE"/>
    <w:rsid w:val="00330745"/>
    <w:rsid w:val="003366F0"/>
    <w:rsid w:val="00340FEC"/>
    <w:rsid w:val="00341A38"/>
    <w:rsid w:val="00341C55"/>
    <w:rsid w:val="00342E31"/>
    <w:rsid w:val="00347352"/>
    <w:rsid w:val="003507B4"/>
    <w:rsid w:val="00355831"/>
    <w:rsid w:val="00360811"/>
    <w:rsid w:val="00375B39"/>
    <w:rsid w:val="003803D5"/>
    <w:rsid w:val="00380B4C"/>
    <w:rsid w:val="00384C33"/>
    <w:rsid w:val="00387247"/>
    <w:rsid w:val="00390F4A"/>
    <w:rsid w:val="0039298B"/>
    <w:rsid w:val="00393077"/>
    <w:rsid w:val="003933E3"/>
    <w:rsid w:val="003A056A"/>
    <w:rsid w:val="003A069D"/>
    <w:rsid w:val="003A3ACF"/>
    <w:rsid w:val="003A3E02"/>
    <w:rsid w:val="003A62C5"/>
    <w:rsid w:val="003B03AF"/>
    <w:rsid w:val="003B1507"/>
    <w:rsid w:val="003B2A58"/>
    <w:rsid w:val="003C2AE2"/>
    <w:rsid w:val="003C7793"/>
    <w:rsid w:val="003D1E19"/>
    <w:rsid w:val="003D207E"/>
    <w:rsid w:val="003E023D"/>
    <w:rsid w:val="003E0B77"/>
    <w:rsid w:val="003E462A"/>
    <w:rsid w:val="003F272E"/>
    <w:rsid w:val="003F2777"/>
    <w:rsid w:val="003F38DA"/>
    <w:rsid w:val="003F60EC"/>
    <w:rsid w:val="00400962"/>
    <w:rsid w:val="0040637C"/>
    <w:rsid w:val="00406428"/>
    <w:rsid w:val="00412139"/>
    <w:rsid w:val="00427085"/>
    <w:rsid w:val="00431AA3"/>
    <w:rsid w:val="00434C3D"/>
    <w:rsid w:val="00441F20"/>
    <w:rsid w:val="004421C4"/>
    <w:rsid w:val="004430D9"/>
    <w:rsid w:val="004466C0"/>
    <w:rsid w:val="00452C36"/>
    <w:rsid w:val="004538FF"/>
    <w:rsid w:val="00462177"/>
    <w:rsid w:val="00462488"/>
    <w:rsid w:val="00462E7C"/>
    <w:rsid w:val="00470C8F"/>
    <w:rsid w:val="004745AC"/>
    <w:rsid w:val="00476846"/>
    <w:rsid w:val="00477273"/>
    <w:rsid w:val="00482FA4"/>
    <w:rsid w:val="00485C8D"/>
    <w:rsid w:val="00486C85"/>
    <w:rsid w:val="00495316"/>
    <w:rsid w:val="004959FD"/>
    <w:rsid w:val="00496593"/>
    <w:rsid w:val="00496713"/>
    <w:rsid w:val="004968B1"/>
    <w:rsid w:val="00497050"/>
    <w:rsid w:val="004A0573"/>
    <w:rsid w:val="004A2A40"/>
    <w:rsid w:val="004A56F1"/>
    <w:rsid w:val="004A6A26"/>
    <w:rsid w:val="004B0705"/>
    <w:rsid w:val="004B0A63"/>
    <w:rsid w:val="004B2AC9"/>
    <w:rsid w:val="004B2E00"/>
    <w:rsid w:val="004B3B8D"/>
    <w:rsid w:val="004B3CC8"/>
    <w:rsid w:val="004B4B6F"/>
    <w:rsid w:val="004C21EC"/>
    <w:rsid w:val="004C2C90"/>
    <w:rsid w:val="004C7F83"/>
    <w:rsid w:val="004D2F86"/>
    <w:rsid w:val="004D3BE5"/>
    <w:rsid w:val="004E2165"/>
    <w:rsid w:val="004E7172"/>
    <w:rsid w:val="004E7EA8"/>
    <w:rsid w:val="004F499E"/>
    <w:rsid w:val="004F4C9B"/>
    <w:rsid w:val="00504E99"/>
    <w:rsid w:val="00505F18"/>
    <w:rsid w:val="00506EF7"/>
    <w:rsid w:val="0051147F"/>
    <w:rsid w:val="00516EAD"/>
    <w:rsid w:val="00520910"/>
    <w:rsid w:val="00523DCF"/>
    <w:rsid w:val="00533AD8"/>
    <w:rsid w:val="005402E9"/>
    <w:rsid w:val="00545C5D"/>
    <w:rsid w:val="00546E6A"/>
    <w:rsid w:val="00550988"/>
    <w:rsid w:val="00551D51"/>
    <w:rsid w:val="00552EF7"/>
    <w:rsid w:val="0056575F"/>
    <w:rsid w:val="005719B7"/>
    <w:rsid w:val="00571C6C"/>
    <w:rsid w:val="00571FF1"/>
    <w:rsid w:val="005721D2"/>
    <w:rsid w:val="005735F7"/>
    <w:rsid w:val="005742E7"/>
    <w:rsid w:val="00580CCC"/>
    <w:rsid w:val="00582A82"/>
    <w:rsid w:val="005928B3"/>
    <w:rsid w:val="00594C9F"/>
    <w:rsid w:val="00597508"/>
    <w:rsid w:val="00597AEC"/>
    <w:rsid w:val="005A4BCD"/>
    <w:rsid w:val="005A766D"/>
    <w:rsid w:val="005B0651"/>
    <w:rsid w:val="005B3738"/>
    <w:rsid w:val="005B6433"/>
    <w:rsid w:val="005C4B95"/>
    <w:rsid w:val="005C551E"/>
    <w:rsid w:val="005C7DFC"/>
    <w:rsid w:val="005E0CC6"/>
    <w:rsid w:val="005E5B55"/>
    <w:rsid w:val="005E5BC3"/>
    <w:rsid w:val="005E6F67"/>
    <w:rsid w:val="005F1277"/>
    <w:rsid w:val="005F1F8D"/>
    <w:rsid w:val="005F6B1F"/>
    <w:rsid w:val="00603E5B"/>
    <w:rsid w:val="00606D87"/>
    <w:rsid w:val="006123BC"/>
    <w:rsid w:val="00616087"/>
    <w:rsid w:val="00621169"/>
    <w:rsid w:val="0062296F"/>
    <w:rsid w:val="00622B0D"/>
    <w:rsid w:val="00632BA9"/>
    <w:rsid w:val="006340E2"/>
    <w:rsid w:val="00642E68"/>
    <w:rsid w:val="006442DC"/>
    <w:rsid w:val="006532F5"/>
    <w:rsid w:val="00653B5D"/>
    <w:rsid w:val="006551AE"/>
    <w:rsid w:val="00665093"/>
    <w:rsid w:val="006659F4"/>
    <w:rsid w:val="00666700"/>
    <w:rsid w:val="0068003F"/>
    <w:rsid w:val="00685031"/>
    <w:rsid w:val="006876F6"/>
    <w:rsid w:val="006929FA"/>
    <w:rsid w:val="00693326"/>
    <w:rsid w:val="006937A4"/>
    <w:rsid w:val="0069763E"/>
    <w:rsid w:val="006A2034"/>
    <w:rsid w:val="006A21A9"/>
    <w:rsid w:val="006B455E"/>
    <w:rsid w:val="006C01D5"/>
    <w:rsid w:val="006C0658"/>
    <w:rsid w:val="006C3A87"/>
    <w:rsid w:val="006D2788"/>
    <w:rsid w:val="006D51DF"/>
    <w:rsid w:val="006E00BB"/>
    <w:rsid w:val="006E1582"/>
    <w:rsid w:val="006E22A6"/>
    <w:rsid w:val="006F0A45"/>
    <w:rsid w:val="006F15E3"/>
    <w:rsid w:val="006F39C2"/>
    <w:rsid w:val="00706753"/>
    <w:rsid w:val="00706859"/>
    <w:rsid w:val="00712597"/>
    <w:rsid w:val="00713C65"/>
    <w:rsid w:val="007212FF"/>
    <w:rsid w:val="007268C7"/>
    <w:rsid w:val="007324A3"/>
    <w:rsid w:val="00734BC0"/>
    <w:rsid w:val="007372C1"/>
    <w:rsid w:val="00744E8C"/>
    <w:rsid w:val="00747B57"/>
    <w:rsid w:val="00756BED"/>
    <w:rsid w:val="0075723C"/>
    <w:rsid w:val="00763D7E"/>
    <w:rsid w:val="00766457"/>
    <w:rsid w:val="0077357F"/>
    <w:rsid w:val="007777AC"/>
    <w:rsid w:val="00781406"/>
    <w:rsid w:val="007837D0"/>
    <w:rsid w:val="007838D3"/>
    <w:rsid w:val="007848FB"/>
    <w:rsid w:val="0078560A"/>
    <w:rsid w:val="00786719"/>
    <w:rsid w:val="007871DA"/>
    <w:rsid w:val="00790606"/>
    <w:rsid w:val="00792E2A"/>
    <w:rsid w:val="00795289"/>
    <w:rsid w:val="0079669C"/>
    <w:rsid w:val="007A2EA7"/>
    <w:rsid w:val="007C3F10"/>
    <w:rsid w:val="007C4CDF"/>
    <w:rsid w:val="007D2E08"/>
    <w:rsid w:val="007E3E10"/>
    <w:rsid w:val="007E4FB1"/>
    <w:rsid w:val="007F7248"/>
    <w:rsid w:val="00800DC7"/>
    <w:rsid w:val="00802496"/>
    <w:rsid w:val="008116EE"/>
    <w:rsid w:val="00814047"/>
    <w:rsid w:val="00817331"/>
    <w:rsid w:val="0082014D"/>
    <w:rsid w:val="00823299"/>
    <w:rsid w:val="00831159"/>
    <w:rsid w:val="00832E47"/>
    <w:rsid w:val="00837501"/>
    <w:rsid w:val="0084434D"/>
    <w:rsid w:val="00844518"/>
    <w:rsid w:val="00846A69"/>
    <w:rsid w:val="00852259"/>
    <w:rsid w:val="00852435"/>
    <w:rsid w:val="00854074"/>
    <w:rsid w:val="00855560"/>
    <w:rsid w:val="0085651C"/>
    <w:rsid w:val="00865EB8"/>
    <w:rsid w:val="0086614B"/>
    <w:rsid w:val="00882211"/>
    <w:rsid w:val="00884856"/>
    <w:rsid w:val="00886530"/>
    <w:rsid w:val="00894E74"/>
    <w:rsid w:val="0089678B"/>
    <w:rsid w:val="00896D8F"/>
    <w:rsid w:val="008A32C3"/>
    <w:rsid w:val="008A5251"/>
    <w:rsid w:val="008A59F0"/>
    <w:rsid w:val="008B1407"/>
    <w:rsid w:val="008B1715"/>
    <w:rsid w:val="008B41BC"/>
    <w:rsid w:val="008B5504"/>
    <w:rsid w:val="008B624D"/>
    <w:rsid w:val="008B636B"/>
    <w:rsid w:val="008B6DCA"/>
    <w:rsid w:val="008B787B"/>
    <w:rsid w:val="008C1A5A"/>
    <w:rsid w:val="008E272D"/>
    <w:rsid w:val="00901B69"/>
    <w:rsid w:val="0091084D"/>
    <w:rsid w:val="009162C1"/>
    <w:rsid w:val="009215E8"/>
    <w:rsid w:val="00921744"/>
    <w:rsid w:val="0092216D"/>
    <w:rsid w:val="00922E9D"/>
    <w:rsid w:val="009257C9"/>
    <w:rsid w:val="00927DCB"/>
    <w:rsid w:val="00934DA5"/>
    <w:rsid w:val="009352F2"/>
    <w:rsid w:val="009369E9"/>
    <w:rsid w:val="009370EE"/>
    <w:rsid w:val="009427E0"/>
    <w:rsid w:val="0094370E"/>
    <w:rsid w:val="00943D58"/>
    <w:rsid w:val="009477A2"/>
    <w:rsid w:val="009532A7"/>
    <w:rsid w:val="00953580"/>
    <w:rsid w:val="00957524"/>
    <w:rsid w:val="00960D5C"/>
    <w:rsid w:val="00962A5B"/>
    <w:rsid w:val="009736F5"/>
    <w:rsid w:val="00974EF1"/>
    <w:rsid w:val="00975E11"/>
    <w:rsid w:val="00980658"/>
    <w:rsid w:val="00980760"/>
    <w:rsid w:val="00983D9B"/>
    <w:rsid w:val="009840E6"/>
    <w:rsid w:val="00986AAD"/>
    <w:rsid w:val="00992FBD"/>
    <w:rsid w:val="009A032F"/>
    <w:rsid w:val="009A06FD"/>
    <w:rsid w:val="009A78EE"/>
    <w:rsid w:val="009B0F2E"/>
    <w:rsid w:val="009B0F98"/>
    <w:rsid w:val="009B1FFF"/>
    <w:rsid w:val="009B4D51"/>
    <w:rsid w:val="009B52F2"/>
    <w:rsid w:val="009B7224"/>
    <w:rsid w:val="009C4429"/>
    <w:rsid w:val="009D397B"/>
    <w:rsid w:val="009D3F18"/>
    <w:rsid w:val="009D40B7"/>
    <w:rsid w:val="009D69AA"/>
    <w:rsid w:val="009D7FA8"/>
    <w:rsid w:val="009E2D2A"/>
    <w:rsid w:val="009E449C"/>
    <w:rsid w:val="009E4827"/>
    <w:rsid w:val="009E6C11"/>
    <w:rsid w:val="009E7C8D"/>
    <w:rsid w:val="009E7F83"/>
    <w:rsid w:val="00A0025A"/>
    <w:rsid w:val="00A02205"/>
    <w:rsid w:val="00A02D46"/>
    <w:rsid w:val="00A0528D"/>
    <w:rsid w:val="00A07E97"/>
    <w:rsid w:val="00A11D64"/>
    <w:rsid w:val="00A2354F"/>
    <w:rsid w:val="00A24A01"/>
    <w:rsid w:val="00A253AC"/>
    <w:rsid w:val="00A2608E"/>
    <w:rsid w:val="00A314B2"/>
    <w:rsid w:val="00A3326C"/>
    <w:rsid w:val="00A4404D"/>
    <w:rsid w:val="00A51069"/>
    <w:rsid w:val="00A547E8"/>
    <w:rsid w:val="00A707A9"/>
    <w:rsid w:val="00A73B65"/>
    <w:rsid w:val="00A822FB"/>
    <w:rsid w:val="00A85902"/>
    <w:rsid w:val="00A85F8B"/>
    <w:rsid w:val="00A90187"/>
    <w:rsid w:val="00A9768F"/>
    <w:rsid w:val="00AA3C14"/>
    <w:rsid w:val="00AB0406"/>
    <w:rsid w:val="00AB088D"/>
    <w:rsid w:val="00AB40D7"/>
    <w:rsid w:val="00AB59EE"/>
    <w:rsid w:val="00AB72BA"/>
    <w:rsid w:val="00AC0256"/>
    <w:rsid w:val="00AC16E5"/>
    <w:rsid w:val="00AC227B"/>
    <w:rsid w:val="00AC5767"/>
    <w:rsid w:val="00AC74FF"/>
    <w:rsid w:val="00AD22D8"/>
    <w:rsid w:val="00AE02A5"/>
    <w:rsid w:val="00AE49A1"/>
    <w:rsid w:val="00AE7BE1"/>
    <w:rsid w:val="00AF1FB2"/>
    <w:rsid w:val="00AF2E2D"/>
    <w:rsid w:val="00AF7E27"/>
    <w:rsid w:val="00B013BA"/>
    <w:rsid w:val="00B0375B"/>
    <w:rsid w:val="00B066D4"/>
    <w:rsid w:val="00B07609"/>
    <w:rsid w:val="00B109F2"/>
    <w:rsid w:val="00B11D5A"/>
    <w:rsid w:val="00B1306F"/>
    <w:rsid w:val="00B16B42"/>
    <w:rsid w:val="00B1797D"/>
    <w:rsid w:val="00B20171"/>
    <w:rsid w:val="00B21AA6"/>
    <w:rsid w:val="00B24D59"/>
    <w:rsid w:val="00B259C0"/>
    <w:rsid w:val="00B27E0E"/>
    <w:rsid w:val="00B32E2D"/>
    <w:rsid w:val="00B33219"/>
    <w:rsid w:val="00B35D84"/>
    <w:rsid w:val="00B440F6"/>
    <w:rsid w:val="00B44D74"/>
    <w:rsid w:val="00B46DA1"/>
    <w:rsid w:val="00B5134D"/>
    <w:rsid w:val="00B532D1"/>
    <w:rsid w:val="00B56D59"/>
    <w:rsid w:val="00B56DF9"/>
    <w:rsid w:val="00B60D28"/>
    <w:rsid w:val="00B75117"/>
    <w:rsid w:val="00B75DD5"/>
    <w:rsid w:val="00B84451"/>
    <w:rsid w:val="00B90151"/>
    <w:rsid w:val="00B90D88"/>
    <w:rsid w:val="00B920E8"/>
    <w:rsid w:val="00B96A8A"/>
    <w:rsid w:val="00B971A1"/>
    <w:rsid w:val="00BA61DA"/>
    <w:rsid w:val="00BA764A"/>
    <w:rsid w:val="00BA7BEB"/>
    <w:rsid w:val="00BB7ADA"/>
    <w:rsid w:val="00BB7FA5"/>
    <w:rsid w:val="00BC7FAF"/>
    <w:rsid w:val="00BD13D3"/>
    <w:rsid w:val="00BD36B9"/>
    <w:rsid w:val="00BD71B8"/>
    <w:rsid w:val="00BE16BC"/>
    <w:rsid w:val="00BE2F20"/>
    <w:rsid w:val="00BE76AE"/>
    <w:rsid w:val="00BF4FE5"/>
    <w:rsid w:val="00BF6C17"/>
    <w:rsid w:val="00C01977"/>
    <w:rsid w:val="00C01ECA"/>
    <w:rsid w:val="00C068CD"/>
    <w:rsid w:val="00C10376"/>
    <w:rsid w:val="00C15D16"/>
    <w:rsid w:val="00C175E5"/>
    <w:rsid w:val="00C17D3C"/>
    <w:rsid w:val="00C27E6A"/>
    <w:rsid w:val="00C31856"/>
    <w:rsid w:val="00C363B0"/>
    <w:rsid w:val="00C37E4A"/>
    <w:rsid w:val="00C441B9"/>
    <w:rsid w:val="00C44B28"/>
    <w:rsid w:val="00C469AB"/>
    <w:rsid w:val="00C46AAA"/>
    <w:rsid w:val="00C4758D"/>
    <w:rsid w:val="00C50AAD"/>
    <w:rsid w:val="00C5461E"/>
    <w:rsid w:val="00C56422"/>
    <w:rsid w:val="00C62D6D"/>
    <w:rsid w:val="00C65756"/>
    <w:rsid w:val="00C65F35"/>
    <w:rsid w:val="00C7016D"/>
    <w:rsid w:val="00C71152"/>
    <w:rsid w:val="00C8638D"/>
    <w:rsid w:val="00C871A8"/>
    <w:rsid w:val="00C9164F"/>
    <w:rsid w:val="00C9634A"/>
    <w:rsid w:val="00C96F4D"/>
    <w:rsid w:val="00C9752E"/>
    <w:rsid w:val="00C97C18"/>
    <w:rsid w:val="00CA2064"/>
    <w:rsid w:val="00CA2296"/>
    <w:rsid w:val="00CA33E2"/>
    <w:rsid w:val="00CA4836"/>
    <w:rsid w:val="00CB1CC0"/>
    <w:rsid w:val="00CD1BFF"/>
    <w:rsid w:val="00CD5A6B"/>
    <w:rsid w:val="00CD7FB0"/>
    <w:rsid w:val="00CF0F5D"/>
    <w:rsid w:val="00CF1276"/>
    <w:rsid w:val="00CF3606"/>
    <w:rsid w:val="00CF4291"/>
    <w:rsid w:val="00CF7682"/>
    <w:rsid w:val="00D001B2"/>
    <w:rsid w:val="00D05E21"/>
    <w:rsid w:val="00D13C00"/>
    <w:rsid w:val="00D20D0E"/>
    <w:rsid w:val="00D23E51"/>
    <w:rsid w:val="00D365B3"/>
    <w:rsid w:val="00D40F7E"/>
    <w:rsid w:val="00D40FF4"/>
    <w:rsid w:val="00D429D1"/>
    <w:rsid w:val="00D444C8"/>
    <w:rsid w:val="00D4568A"/>
    <w:rsid w:val="00D474C9"/>
    <w:rsid w:val="00D53D57"/>
    <w:rsid w:val="00D5634B"/>
    <w:rsid w:val="00D737A8"/>
    <w:rsid w:val="00D73A81"/>
    <w:rsid w:val="00D7741E"/>
    <w:rsid w:val="00D8652A"/>
    <w:rsid w:val="00D874ED"/>
    <w:rsid w:val="00D90B15"/>
    <w:rsid w:val="00D91784"/>
    <w:rsid w:val="00D92B6D"/>
    <w:rsid w:val="00D93580"/>
    <w:rsid w:val="00D96900"/>
    <w:rsid w:val="00D975FA"/>
    <w:rsid w:val="00DA10A6"/>
    <w:rsid w:val="00DA13C7"/>
    <w:rsid w:val="00DA3BA5"/>
    <w:rsid w:val="00DA5809"/>
    <w:rsid w:val="00DA5D40"/>
    <w:rsid w:val="00DB464D"/>
    <w:rsid w:val="00DC12DE"/>
    <w:rsid w:val="00DC4AB2"/>
    <w:rsid w:val="00DC6A6D"/>
    <w:rsid w:val="00DC6FF9"/>
    <w:rsid w:val="00DC722D"/>
    <w:rsid w:val="00DD0575"/>
    <w:rsid w:val="00DD0B30"/>
    <w:rsid w:val="00DD6D2A"/>
    <w:rsid w:val="00DD78B9"/>
    <w:rsid w:val="00DE467C"/>
    <w:rsid w:val="00DE6907"/>
    <w:rsid w:val="00DF0491"/>
    <w:rsid w:val="00DF36FA"/>
    <w:rsid w:val="00DF372D"/>
    <w:rsid w:val="00DF6D76"/>
    <w:rsid w:val="00E043AC"/>
    <w:rsid w:val="00E05307"/>
    <w:rsid w:val="00E066FE"/>
    <w:rsid w:val="00E113CE"/>
    <w:rsid w:val="00E145C6"/>
    <w:rsid w:val="00E15496"/>
    <w:rsid w:val="00E17B45"/>
    <w:rsid w:val="00E27A1A"/>
    <w:rsid w:val="00E3329C"/>
    <w:rsid w:val="00E36FB1"/>
    <w:rsid w:val="00E46A89"/>
    <w:rsid w:val="00E5206B"/>
    <w:rsid w:val="00E54E81"/>
    <w:rsid w:val="00E603F2"/>
    <w:rsid w:val="00E663B5"/>
    <w:rsid w:val="00E73408"/>
    <w:rsid w:val="00E746FD"/>
    <w:rsid w:val="00E758C5"/>
    <w:rsid w:val="00E81061"/>
    <w:rsid w:val="00E84147"/>
    <w:rsid w:val="00E94709"/>
    <w:rsid w:val="00EA34A1"/>
    <w:rsid w:val="00EA62F9"/>
    <w:rsid w:val="00EB1B76"/>
    <w:rsid w:val="00EB4F5C"/>
    <w:rsid w:val="00EB6661"/>
    <w:rsid w:val="00EC04F3"/>
    <w:rsid w:val="00EC4C87"/>
    <w:rsid w:val="00EE1E10"/>
    <w:rsid w:val="00EE5C97"/>
    <w:rsid w:val="00EF2872"/>
    <w:rsid w:val="00F02585"/>
    <w:rsid w:val="00F108C5"/>
    <w:rsid w:val="00F226FE"/>
    <w:rsid w:val="00F261EC"/>
    <w:rsid w:val="00F45480"/>
    <w:rsid w:val="00F45870"/>
    <w:rsid w:val="00F470F4"/>
    <w:rsid w:val="00F5131B"/>
    <w:rsid w:val="00F60CAB"/>
    <w:rsid w:val="00F65CE4"/>
    <w:rsid w:val="00F67499"/>
    <w:rsid w:val="00F75FB4"/>
    <w:rsid w:val="00F822F2"/>
    <w:rsid w:val="00FA2833"/>
    <w:rsid w:val="00FA4671"/>
    <w:rsid w:val="00FA58FA"/>
    <w:rsid w:val="00FA716A"/>
    <w:rsid w:val="00FB0C4E"/>
    <w:rsid w:val="00FB2FDB"/>
    <w:rsid w:val="00FB5514"/>
    <w:rsid w:val="00FC039A"/>
    <w:rsid w:val="00FC1AFC"/>
    <w:rsid w:val="00FC71F1"/>
    <w:rsid w:val="00FD2608"/>
    <w:rsid w:val="00FD74BF"/>
    <w:rsid w:val="00FE04E3"/>
    <w:rsid w:val="00FE35C7"/>
    <w:rsid w:val="00FF3BC0"/>
    <w:rsid w:val="00FF78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982AA5"/>
  <w15:chartTrackingRefBased/>
  <w15:docId w15:val="{4FC2B2DD-88AE-458A-B9CA-75D6CE68D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paragraph" w:styleId="Heading2">
    <w:name w:val="heading 2"/>
    <w:basedOn w:val="Normal"/>
    <w:next w:val="Normal"/>
    <w:link w:val="Heading2Char"/>
    <w:uiPriority w:val="9"/>
    <w:semiHidden/>
    <w:unhideWhenUsed/>
    <w:qFormat/>
    <w:rsid w:val="00AF1FB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unhideWhenUsed/>
    <w:qFormat/>
    <w:rsid w:val="00A0528D"/>
    <w:pPr>
      <w:widowControl w:val="0"/>
      <w:autoSpaceDE w:val="0"/>
      <w:autoSpaceDN w:val="0"/>
      <w:spacing w:before="67" w:after="0" w:line="240" w:lineRule="auto"/>
      <w:ind w:left="895" w:hanging="431"/>
      <w:outlineLvl w:val="2"/>
    </w:pPr>
    <w:rPr>
      <w:rFonts w:ascii="Artifakt ElementOfc" w:eastAsia="Artifakt ElementOfc" w:hAnsi="Artifakt ElementOfc" w:cs="Artifakt ElementOfc"/>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7B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7B89"/>
  </w:style>
  <w:style w:type="paragraph" w:styleId="Footer">
    <w:name w:val="footer"/>
    <w:basedOn w:val="Normal"/>
    <w:link w:val="FooterChar"/>
    <w:uiPriority w:val="99"/>
    <w:unhideWhenUsed/>
    <w:rsid w:val="001F7B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7B89"/>
  </w:style>
  <w:style w:type="paragraph" w:styleId="ListParagraph">
    <w:name w:val="List Paragraph"/>
    <w:basedOn w:val="Normal"/>
    <w:uiPriority w:val="34"/>
    <w:qFormat/>
    <w:rsid w:val="005E5B55"/>
    <w:pPr>
      <w:spacing w:after="200" w:line="276" w:lineRule="auto"/>
      <w:ind w:left="720"/>
      <w:contextualSpacing/>
    </w:pPr>
  </w:style>
  <w:style w:type="character" w:styleId="PlaceholderText">
    <w:name w:val="Placeholder Text"/>
    <w:uiPriority w:val="99"/>
    <w:semiHidden/>
    <w:rsid w:val="00FA4671"/>
    <w:rPr>
      <w:color w:val="808080"/>
    </w:rPr>
  </w:style>
  <w:style w:type="table" w:styleId="TableGrid">
    <w:name w:val="Table Grid"/>
    <w:basedOn w:val="TableNormal"/>
    <w:uiPriority w:val="39"/>
    <w:rsid w:val="002F1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ssonNumberandTitle">
    <w:name w:val="Lesson Number and Title"/>
    <w:basedOn w:val="Normal"/>
    <w:link w:val="LessonNumberandTitleChar"/>
    <w:qFormat/>
    <w:rsid w:val="008A5251"/>
    <w:pPr>
      <w:jc w:val="center"/>
    </w:pPr>
    <w:rPr>
      <w:rFonts w:ascii="Arial" w:hAnsi="Arial" w:cs="Arial"/>
      <w:b/>
      <w:color w:val="0696D7"/>
      <w:sz w:val="36"/>
      <w:szCs w:val="36"/>
    </w:rPr>
  </w:style>
  <w:style w:type="character" w:customStyle="1" w:styleId="LessonNumberandTitleChar">
    <w:name w:val="Lesson Number and Title Char"/>
    <w:link w:val="LessonNumberandTitle"/>
    <w:rsid w:val="008A5251"/>
    <w:rPr>
      <w:rFonts w:ascii="Arial" w:hAnsi="Arial" w:cs="Arial"/>
      <w:b/>
      <w:color w:val="0696D7"/>
      <w:sz w:val="36"/>
      <w:szCs w:val="36"/>
    </w:rPr>
  </w:style>
  <w:style w:type="paragraph" w:styleId="NoSpacing">
    <w:name w:val="No Spacing"/>
    <w:uiPriority w:val="1"/>
    <w:qFormat/>
    <w:rsid w:val="00390F4A"/>
    <w:rPr>
      <w:rFonts w:eastAsia="Times New Roman"/>
      <w:sz w:val="22"/>
      <w:szCs w:val="22"/>
      <w:lang w:eastAsia="zh-CN"/>
    </w:rPr>
  </w:style>
  <w:style w:type="paragraph" w:styleId="Caption">
    <w:name w:val="caption"/>
    <w:basedOn w:val="Normal"/>
    <w:next w:val="Normal"/>
    <w:uiPriority w:val="35"/>
    <w:unhideWhenUsed/>
    <w:qFormat/>
    <w:rsid w:val="005E0CC6"/>
    <w:pPr>
      <w:spacing w:after="200" w:line="240" w:lineRule="auto"/>
    </w:pPr>
    <w:rPr>
      <w:i/>
      <w:iCs/>
      <w:color w:val="44546A"/>
      <w:sz w:val="18"/>
      <w:szCs w:val="18"/>
    </w:rPr>
  </w:style>
  <w:style w:type="character" w:styleId="CommentReference">
    <w:name w:val="annotation reference"/>
    <w:basedOn w:val="DefaultParagraphFont"/>
    <w:uiPriority w:val="99"/>
    <w:semiHidden/>
    <w:unhideWhenUsed/>
    <w:rsid w:val="00C44B28"/>
    <w:rPr>
      <w:sz w:val="16"/>
      <w:szCs w:val="16"/>
    </w:rPr>
  </w:style>
  <w:style w:type="paragraph" w:styleId="CommentText">
    <w:name w:val="annotation text"/>
    <w:basedOn w:val="Normal"/>
    <w:link w:val="CommentTextChar"/>
    <w:uiPriority w:val="99"/>
    <w:semiHidden/>
    <w:unhideWhenUsed/>
    <w:rsid w:val="00C44B28"/>
    <w:pPr>
      <w:spacing w:line="240" w:lineRule="auto"/>
    </w:pPr>
    <w:rPr>
      <w:sz w:val="20"/>
      <w:szCs w:val="20"/>
    </w:rPr>
  </w:style>
  <w:style w:type="character" w:customStyle="1" w:styleId="CommentTextChar">
    <w:name w:val="Comment Text Char"/>
    <w:basedOn w:val="DefaultParagraphFont"/>
    <w:link w:val="CommentText"/>
    <w:uiPriority w:val="99"/>
    <w:semiHidden/>
    <w:rsid w:val="00C44B28"/>
  </w:style>
  <w:style w:type="paragraph" w:styleId="CommentSubject">
    <w:name w:val="annotation subject"/>
    <w:basedOn w:val="CommentText"/>
    <w:next w:val="CommentText"/>
    <w:link w:val="CommentSubjectChar"/>
    <w:uiPriority w:val="99"/>
    <w:semiHidden/>
    <w:unhideWhenUsed/>
    <w:rsid w:val="00C44B28"/>
    <w:rPr>
      <w:b/>
      <w:bCs/>
    </w:rPr>
  </w:style>
  <w:style w:type="character" w:customStyle="1" w:styleId="CommentSubjectChar">
    <w:name w:val="Comment Subject Char"/>
    <w:basedOn w:val="CommentTextChar"/>
    <w:link w:val="CommentSubject"/>
    <w:uiPriority w:val="99"/>
    <w:semiHidden/>
    <w:rsid w:val="00C44B28"/>
    <w:rPr>
      <w:b/>
      <w:bCs/>
    </w:rPr>
  </w:style>
  <w:style w:type="character" w:styleId="Hyperlink">
    <w:name w:val="Hyperlink"/>
    <w:basedOn w:val="DefaultParagraphFont"/>
    <w:uiPriority w:val="99"/>
    <w:unhideWhenUsed/>
    <w:rsid w:val="0068003F"/>
    <w:rPr>
      <w:color w:val="0563C1" w:themeColor="hyperlink"/>
      <w:u w:val="single"/>
    </w:rPr>
  </w:style>
  <w:style w:type="character" w:styleId="UnresolvedMention">
    <w:name w:val="Unresolved Mention"/>
    <w:basedOn w:val="DefaultParagraphFont"/>
    <w:uiPriority w:val="99"/>
    <w:semiHidden/>
    <w:unhideWhenUsed/>
    <w:rsid w:val="0068003F"/>
    <w:rPr>
      <w:color w:val="605E5C"/>
      <w:shd w:val="clear" w:color="auto" w:fill="E1DFDD"/>
    </w:rPr>
  </w:style>
  <w:style w:type="character" w:styleId="FollowedHyperlink">
    <w:name w:val="FollowedHyperlink"/>
    <w:basedOn w:val="DefaultParagraphFont"/>
    <w:uiPriority w:val="99"/>
    <w:semiHidden/>
    <w:unhideWhenUsed/>
    <w:rsid w:val="009477A2"/>
    <w:rPr>
      <w:color w:val="954F72" w:themeColor="followedHyperlink"/>
      <w:u w:val="single"/>
    </w:rPr>
  </w:style>
  <w:style w:type="character" w:customStyle="1" w:styleId="Heading3Char">
    <w:name w:val="Heading 3 Char"/>
    <w:basedOn w:val="DefaultParagraphFont"/>
    <w:link w:val="Heading3"/>
    <w:uiPriority w:val="9"/>
    <w:rsid w:val="00A0528D"/>
    <w:rPr>
      <w:rFonts w:ascii="Artifakt ElementOfc" w:eastAsia="Artifakt ElementOfc" w:hAnsi="Artifakt ElementOfc" w:cs="Artifakt ElementOfc"/>
      <w:b/>
      <w:bCs/>
      <w:sz w:val="24"/>
      <w:szCs w:val="24"/>
    </w:rPr>
  </w:style>
  <w:style w:type="character" w:customStyle="1" w:styleId="Heading2Char">
    <w:name w:val="Heading 2 Char"/>
    <w:basedOn w:val="DefaultParagraphFont"/>
    <w:link w:val="Heading2"/>
    <w:uiPriority w:val="9"/>
    <w:semiHidden/>
    <w:rsid w:val="00AF1FB2"/>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9680373">
      <w:bodyDiv w:val="1"/>
      <w:marLeft w:val="0"/>
      <w:marRight w:val="0"/>
      <w:marTop w:val="0"/>
      <w:marBottom w:val="0"/>
      <w:divBdr>
        <w:top w:val="none" w:sz="0" w:space="0" w:color="auto"/>
        <w:left w:val="none" w:sz="0" w:space="0" w:color="auto"/>
        <w:bottom w:val="none" w:sz="0" w:space="0" w:color="auto"/>
        <w:right w:val="none" w:sz="0" w:space="0" w:color="auto"/>
      </w:divBdr>
    </w:div>
    <w:div w:id="1191725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Caducation%20LLC\Autodesk%202022%20-%20Documents\00%20Templates\YYMMDD_Instructor%20Guide_Course%20Nam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0a7b085-cd6c-49bc-a353-f9de308ea303" xsi:nil="true"/>
    <lcf76f155ced4ddcb4097134ff3c332f xmlns="d5050065-5660-4611-a639-a0721ffd8a8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FB82BBE10D4246B6F9E34DCB3DD665" ma:contentTypeVersion="13" ma:contentTypeDescription="Create a new document." ma:contentTypeScope="" ma:versionID="aac58515ab8ac79828d940bfd38f0def">
  <xsd:schema xmlns:xsd="http://www.w3.org/2001/XMLSchema" xmlns:xs="http://www.w3.org/2001/XMLSchema" xmlns:p="http://schemas.microsoft.com/office/2006/metadata/properties" xmlns:ns2="d5050065-5660-4611-a639-a0721ffd8a8c" xmlns:ns3="10a7b085-cd6c-49bc-a353-f9de308ea303" targetNamespace="http://schemas.microsoft.com/office/2006/metadata/properties" ma:root="true" ma:fieldsID="c74f204c9919daf45c8b337313e99151" ns2:_="" ns3:_="">
    <xsd:import namespace="d5050065-5660-4611-a639-a0721ffd8a8c"/>
    <xsd:import namespace="10a7b085-cd6c-49bc-a353-f9de308ea303"/>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050065-5660-4611-a639-a0721ffd8a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a37fd13-9c92-403b-9679-d9988d4e14d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a7b085-cd6c-49bc-a353-f9de308ea30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df43f57-58d2-4c4a-bfa2-d35c5d7bb426}" ma:internalName="TaxCatchAll" ma:showField="CatchAllData" ma:web="10a7b085-cd6c-49bc-a353-f9de308ea3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26D8D8-9430-4A7E-AB89-60DC5EB8B0D2}">
  <ds:schemaRefs>
    <ds:schemaRef ds:uri="http://schemas.microsoft.com/office/2006/metadata/properties"/>
    <ds:schemaRef ds:uri="http://schemas.microsoft.com/office/infopath/2007/PartnerControls"/>
    <ds:schemaRef ds:uri="10a7b085-cd6c-49bc-a353-f9de308ea303"/>
    <ds:schemaRef ds:uri="d5050065-5660-4611-a639-a0721ffd8a8c"/>
  </ds:schemaRefs>
</ds:datastoreItem>
</file>

<file path=customXml/itemProps2.xml><?xml version="1.0" encoding="utf-8"?>
<ds:datastoreItem xmlns:ds="http://schemas.openxmlformats.org/officeDocument/2006/customXml" ds:itemID="{B61530A8-AB80-4A3A-9B49-16717FCE9A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050065-5660-4611-a639-a0721ffd8a8c"/>
    <ds:schemaRef ds:uri="10a7b085-cd6c-49bc-a353-f9de308ea3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C1F292-56D8-4A9C-AA7D-85486E9267FA}">
  <ds:schemaRefs>
    <ds:schemaRef ds:uri="http://schemas.microsoft.com/sharepoint/v3/contenttype/forms"/>
  </ds:schemaRefs>
</ds:datastoreItem>
</file>

<file path=customXml/itemProps4.xml><?xml version="1.0" encoding="utf-8"?>
<ds:datastoreItem xmlns:ds="http://schemas.openxmlformats.org/officeDocument/2006/customXml" ds:itemID="{56C9EB34-BCDE-4679-ABD4-50D1C77E3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D:\Caducation LLC\Autodesk 2022 - Documents\00 Templates\YYMMDD_Instructor Guide_Course Name_TEMPLATE.dotx</Template>
  <TotalTime>1</TotalTime>
  <Pages>5</Pages>
  <Words>623</Words>
  <Characters>3555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Perez</dc:creator>
  <cp:keywords/>
  <dc:description/>
  <cp:lastModifiedBy>Jessica Bendy</cp:lastModifiedBy>
  <cp:revision>3</cp:revision>
  <cp:lastPrinted>2026-01-15T17:14:00Z</cp:lastPrinted>
  <dcterms:created xsi:type="dcterms:W3CDTF">2026-01-15T17:14:00Z</dcterms:created>
  <dcterms:modified xsi:type="dcterms:W3CDTF">2026-01-15T17:14:00Z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0x01010090FB82BBE10D4246B6F9E34DCB3DD665</vt:lpwstr>
  </property>
  <property fmtid="{D5CDD505-2E9C-101B-9397-08002B2CF9AE}" pid="3" name="MediaServiceImageTags">
    <vt:lpwstr/>
  </property>
</Properties>
</file>